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D0071E" w14:textId="5AFF2996" w:rsidR="00171784" w:rsidRDefault="00E92718" w:rsidP="00474366">
      <w:pP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RPL TOOLKIT – </w:t>
      </w:r>
      <w:r w:rsidR="005E64E9" w:rsidRPr="005E64E9">
        <w:rPr>
          <w:rFonts w:ascii="Arial" w:hAnsi="Arial" w:cs="Arial"/>
          <w:b/>
          <w:bCs/>
        </w:rPr>
        <w:t>INSTRUMENT 0</w:t>
      </w:r>
      <w:r w:rsidR="005E64E9">
        <w:rPr>
          <w:rFonts w:ascii="Arial" w:hAnsi="Arial" w:cs="Arial"/>
          <w:b/>
          <w:bCs/>
        </w:rPr>
        <w:t>2</w:t>
      </w:r>
      <w:r w:rsidR="005E64E9" w:rsidRPr="005E64E9">
        <w:rPr>
          <w:rFonts w:ascii="Arial" w:hAnsi="Arial" w:cs="Arial"/>
          <w:b/>
          <w:bCs/>
        </w:rPr>
        <w:t xml:space="preserve"> – </w:t>
      </w:r>
      <w:r w:rsidR="00243E87" w:rsidRPr="00A21A99">
        <w:rPr>
          <w:rFonts w:ascii="Arial" w:hAnsi="Arial" w:cs="Arial"/>
          <w:b/>
          <w:bCs/>
        </w:rPr>
        <w:t xml:space="preserve">ASSESSMENT </w:t>
      </w:r>
      <w:r w:rsidR="00243E87">
        <w:rPr>
          <w:rFonts w:ascii="Arial" w:hAnsi="Arial" w:cs="Arial"/>
          <w:b/>
          <w:bCs/>
        </w:rPr>
        <w:t>M</w:t>
      </w:r>
      <w:r w:rsidR="00243E87" w:rsidRPr="00A21A99">
        <w:rPr>
          <w:rFonts w:ascii="Arial" w:hAnsi="Arial" w:cs="Arial"/>
          <w:b/>
          <w:bCs/>
        </w:rPr>
        <w:t>ATRIX</w:t>
      </w:r>
      <w:r w:rsidR="00A36901">
        <w:rPr>
          <w:rFonts w:ascii="Arial" w:hAnsi="Arial" w:cs="Arial"/>
          <w:b/>
          <w:bCs/>
        </w:rPr>
        <w:t xml:space="preserve"> (MODULES)</w:t>
      </w:r>
    </w:p>
    <w:p w14:paraId="3073398F" w14:textId="0513EA58" w:rsidR="00474366" w:rsidRDefault="00474366" w:rsidP="00474366">
      <w:pPr>
        <w:spacing w:line="276" w:lineRule="auto"/>
        <w:ind w:right="-563"/>
        <w:jc w:val="both"/>
        <w:rPr>
          <w:rFonts w:ascii="Arial" w:hAnsi="Arial" w:cs="Arial"/>
          <w:i/>
          <w:iCs/>
        </w:rPr>
      </w:pPr>
      <w:r w:rsidRPr="0026577F">
        <w:rPr>
          <w:rFonts w:ascii="Arial" w:hAnsi="Arial" w:cs="Arial"/>
          <w:i/>
          <w:iCs/>
        </w:rPr>
        <w:t xml:space="preserve">To be completed by the </w:t>
      </w:r>
      <w:r>
        <w:rPr>
          <w:rFonts w:ascii="Arial" w:hAnsi="Arial" w:cs="Arial"/>
          <w:i/>
          <w:iCs/>
        </w:rPr>
        <w:t xml:space="preserve">accredited </w:t>
      </w:r>
      <w:r w:rsidRPr="0026577F">
        <w:rPr>
          <w:rFonts w:ascii="Arial" w:hAnsi="Arial" w:cs="Arial"/>
          <w:i/>
          <w:iCs/>
        </w:rPr>
        <w:t>SDP</w:t>
      </w:r>
    </w:p>
    <w:tbl>
      <w:tblPr>
        <w:tblStyle w:val="TableGrid"/>
        <w:tblW w:w="15162" w:type="dxa"/>
        <w:tblInd w:w="-5" w:type="dxa"/>
        <w:tblLook w:val="04A0" w:firstRow="1" w:lastRow="0" w:firstColumn="1" w:lastColumn="0" w:noHBand="0" w:noVBand="1"/>
      </w:tblPr>
      <w:tblGrid>
        <w:gridCol w:w="3686"/>
        <w:gridCol w:w="3622"/>
        <w:gridCol w:w="3927"/>
        <w:gridCol w:w="3927"/>
      </w:tblGrid>
      <w:tr w:rsidR="003A1A77" w14:paraId="5E399B2A" w14:textId="196B1D6A" w:rsidTr="00DD6F3D">
        <w:trPr>
          <w:trHeight w:val="397"/>
        </w:trPr>
        <w:tc>
          <w:tcPr>
            <w:tcW w:w="7308" w:type="dxa"/>
            <w:gridSpan w:val="2"/>
            <w:shd w:val="clear" w:color="auto" w:fill="DD5E15"/>
            <w:vAlign w:val="center"/>
          </w:tcPr>
          <w:p w14:paraId="74BBA86F" w14:textId="62EF84D6" w:rsidR="003A1A77" w:rsidRDefault="003A1A77" w:rsidP="00DD6F3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RPL Candidate Details</w:t>
            </w:r>
          </w:p>
        </w:tc>
        <w:tc>
          <w:tcPr>
            <w:tcW w:w="7854" w:type="dxa"/>
            <w:gridSpan w:val="2"/>
            <w:shd w:val="clear" w:color="auto" w:fill="E2D4AB"/>
            <w:vAlign w:val="center"/>
          </w:tcPr>
          <w:p w14:paraId="3D542487" w14:textId="11CEE587" w:rsidR="003A1A77" w:rsidRPr="00DD6F3D" w:rsidRDefault="003A1A77" w:rsidP="00DD6F3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Details</w:t>
            </w:r>
          </w:p>
        </w:tc>
      </w:tr>
      <w:tr w:rsidR="003A1A77" w14:paraId="22C1A14C" w14:textId="77777777" w:rsidTr="00DD6F3D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35957A57" w14:textId="77777777" w:rsidR="003A1A77" w:rsidRPr="00001D40" w:rsidRDefault="003A1A77" w:rsidP="00DD6F3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Name </w:t>
            </w:r>
          </w:p>
        </w:tc>
        <w:tc>
          <w:tcPr>
            <w:tcW w:w="3622" w:type="dxa"/>
            <w:vAlign w:val="center"/>
          </w:tcPr>
          <w:p w14:paraId="428321AA" w14:textId="77777777" w:rsidR="003A1A77" w:rsidRDefault="003A1A77" w:rsidP="00DD6F3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3BAF4A3B" w14:textId="77777777" w:rsidR="003A1A77" w:rsidRPr="00DD6F3D" w:rsidRDefault="003A1A77" w:rsidP="00DD6F3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Entity Name</w:t>
            </w:r>
          </w:p>
        </w:tc>
        <w:tc>
          <w:tcPr>
            <w:tcW w:w="3927" w:type="dxa"/>
            <w:vAlign w:val="center"/>
          </w:tcPr>
          <w:p w14:paraId="4EBF7A3F" w14:textId="77777777" w:rsidR="003A1A77" w:rsidRDefault="003A1A77" w:rsidP="00DD6F3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C1C88" w14:paraId="543CA273" w14:textId="0EC9E588" w:rsidTr="00DD6F3D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63028960" w14:textId="25F59AEE" w:rsidR="000C1C88" w:rsidRPr="00001D40" w:rsidRDefault="000C1C88" w:rsidP="00DD6F3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Candidate ID </w:t>
            </w:r>
            <w:r w:rsidR="00056B1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No.</w:t>
            </w:r>
          </w:p>
        </w:tc>
        <w:tc>
          <w:tcPr>
            <w:tcW w:w="3622" w:type="dxa"/>
            <w:vAlign w:val="center"/>
          </w:tcPr>
          <w:p w14:paraId="735D1006" w14:textId="77777777" w:rsidR="000C1C88" w:rsidRDefault="000C1C88" w:rsidP="00DD6F3D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927" w:type="dxa"/>
            <w:shd w:val="clear" w:color="auto" w:fill="E2D4AB"/>
            <w:vAlign w:val="center"/>
          </w:tcPr>
          <w:p w14:paraId="2E6C854E" w14:textId="3B872F0A" w:rsidR="000C1C88" w:rsidRPr="00DD6F3D" w:rsidRDefault="00F5151B" w:rsidP="00DD6F3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Representative Name</w:t>
            </w:r>
          </w:p>
        </w:tc>
        <w:tc>
          <w:tcPr>
            <w:tcW w:w="3927" w:type="dxa"/>
            <w:vAlign w:val="center"/>
          </w:tcPr>
          <w:p w14:paraId="72773FBD" w14:textId="77777777" w:rsidR="000C1C88" w:rsidRDefault="000C1C88" w:rsidP="00DD6F3D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0654DD" w:rsidRPr="00001D40" w14:paraId="60E71DD6" w14:textId="226254B2" w:rsidTr="00DD6F3D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07B8F4C4" w14:textId="3315F5F9" w:rsidR="000654DD" w:rsidRPr="00001D40" w:rsidRDefault="000654DD" w:rsidP="000654D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RPL 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Occupational Qualification Title</w:t>
            </w:r>
          </w:p>
        </w:tc>
        <w:tc>
          <w:tcPr>
            <w:tcW w:w="3622" w:type="dxa"/>
            <w:vAlign w:val="center"/>
          </w:tcPr>
          <w:p w14:paraId="5D92B999" w14:textId="3BD93A22" w:rsidR="000654DD" w:rsidRPr="00001D40" w:rsidRDefault="000654DD" w:rsidP="000654D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2329D9">
              <w:rPr>
                <w:rFonts w:ascii="Arial" w:hAnsi="Arial" w:cs="Arial"/>
                <w:sz w:val="20"/>
                <w:szCs w:val="20"/>
              </w:rPr>
              <w:t>Occupational Certificate: Contact Centre Manager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01B30145" w14:textId="42B4184F" w:rsidR="000654DD" w:rsidRPr="00DD6F3D" w:rsidRDefault="000654DD" w:rsidP="000654D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SDP QCTO Accreditation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3157E617" w14:textId="77777777" w:rsidR="000654DD" w:rsidRPr="00001D40" w:rsidRDefault="000654DD" w:rsidP="000654D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0654DD" w:rsidRPr="00001D40" w14:paraId="0BDC4426" w14:textId="44FDF202" w:rsidTr="00DD6F3D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1D70933B" w14:textId="65A342F3" w:rsidR="000654DD" w:rsidRPr="00001D40" w:rsidRDefault="000654DD" w:rsidP="000654D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SAQA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ID</w:t>
            </w:r>
          </w:p>
        </w:tc>
        <w:tc>
          <w:tcPr>
            <w:tcW w:w="3622" w:type="dxa"/>
            <w:vAlign w:val="center"/>
          </w:tcPr>
          <w:p w14:paraId="02CCF4E9" w14:textId="1797EB64" w:rsidR="000654DD" w:rsidRPr="00001D40" w:rsidRDefault="000654DD" w:rsidP="000654D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76B7B">
              <w:rPr>
                <w:rFonts w:ascii="Arial" w:hAnsi="Arial" w:cs="Arial"/>
                <w:sz w:val="20"/>
                <w:szCs w:val="20"/>
              </w:rPr>
              <w:t>99687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2398498A" w14:textId="12533BEB" w:rsidR="000654DD" w:rsidRPr="00DD6F3D" w:rsidRDefault="000654DD" w:rsidP="000654D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Name</w:t>
            </w:r>
          </w:p>
        </w:tc>
        <w:tc>
          <w:tcPr>
            <w:tcW w:w="3927" w:type="dxa"/>
            <w:vAlign w:val="center"/>
          </w:tcPr>
          <w:p w14:paraId="5D3A19EE" w14:textId="77777777" w:rsidR="000654DD" w:rsidRPr="00001D40" w:rsidRDefault="000654DD" w:rsidP="000654D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0654DD" w:rsidRPr="00001D40" w14:paraId="752E5000" w14:textId="1506FFC8" w:rsidTr="00DD6F3D">
        <w:trPr>
          <w:trHeight w:val="397"/>
        </w:trPr>
        <w:tc>
          <w:tcPr>
            <w:tcW w:w="3686" w:type="dxa"/>
            <w:shd w:val="clear" w:color="auto" w:fill="DD5E15"/>
            <w:vAlign w:val="center"/>
          </w:tcPr>
          <w:p w14:paraId="1C2F0D72" w14:textId="609E638F" w:rsidR="000654DD" w:rsidRPr="00001D40" w:rsidRDefault="000654DD" w:rsidP="000654D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Credits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and</w:t>
            </w:r>
            <w:r w:rsidRPr="00001D40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NQF </w:t>
            </w: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Level</w:t>
            </w:r>
          </w:p>
        </w:tc>
        <w:tc>
          <w:tcPr>
            <w:tcW w:w="3622" w:type="dxa"/>
            <w:vAlign w:val="center"/>
          </w:tcPr>
          <w:p w14:paraId="54239C41" w14:textId="3A2E2848" w:rsidR="000654DD" w:rsidRPr="00001D40" w:rsidRDefault="000654DD" w:rsidP="000654D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E76B7B">
              <w:rPr>
                <w:rFonts w:ascii="Arial" w:hAnsi="Arial" w:cs="Arial"/>
                <w:sz w:val="20"/>
                <w:szCs w:val="20"/>
              </w:rPr>
              <w:t>285</w:t>
            </w:r>
            <w:r>
              <w:rPr>
                <w:rFonts w:ascii="Arial" w:hAnsi="Arial" w:cs="Arial"/>
                <w:sz w:val="20"/>
                <w:szCs w:val="20"/>
              </w:rPr>
              <w:t>, L5</w:t>
            </w:r>
          </w:p>
        </w:tc>
        <w:tc>
          <w:tcPr>
            <w:tcW w:w="3927" w:type="dxa"/>
            <w:shd w:val="clear" w:color="auto" w:fill="E2D4AB"/>
            <w:vAlign w:val="center"/>
          </w:tcPr>
          <w:p w14:paraId="16DC8204" w14:textId="0858AA23" w:rsidR="000654DD" w:rsidRPr="00DD6F3D" w:rsidRDefault="000654DD" w:rsidP="000654D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D6F3D">
              <w:rPr>
                <w:rFonts w:ascii="Arial" w:hAnsi="Arial" w:cs="Arial"/>
                <w:b/>
                <w:bCs/>
                <w:sz w:val="20"/>
                <w:szCs w:val="20"/>
              </w:rPr>
              <w:t>Assessor Registration 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o.</w:t>
            </w:r>
          </w:p>
        </w:tc>
        <w:tc>
          <w:tcPr>
            <w:tcW w:w="3927" w:type="dxa"/>
            <w:vAlign w:val="center"/>
          </w:tcPr>
          <w:p w14:paraId="488F5547" w14:textId="77777777" w:rsidR="000654DD" w:rsidRPr="00001D40" w:rsidRDefault="000654DD" w:rsidP="000654DD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</w:tr>
    </w:tbl>
    <w:p w14:paraId="198B63CF" w14:textId="437B348A" w:rsidR="00446468" w:rsidRPr="00925B38" w:rsidRDefault="009B525B" w:rsidP="009B525B">
      <w:pPr>
        <w:spacing w:before="240" w:after="0" w:line="360" w:lineRule="auto"/>
        <w:rPr>
          <w:rFonts w:ascii="Arial" w:hAnsi="Arial" w:cs="Arial"/>
          <w:i/>
          <w:iCs/>
        </w:rPr>
      </w:pPr>
      <w:r w:rsidRPr="00925B38">
        <w:rPr>
          <w:rFonts w:ascii="Arial" w:hAnsi="Arial" w:cs="Arial"/>
          <w:i/>
          <w:iCs/>
        </w:rPr>
        <w:t>The</w:t>
      </w:r>
      <w:r w:rsidR="00446468" w:rsidRPr="00925B38">
        <w:rPr>
          <w:rFonts w:ascii="Arial" w:hAnsi="Arial" w:cs="Arial"/>
          <w:i/>
          <w:iCs/>
        </w:rPr>
        <w:t xml:space="preserve"> assessment matrix gives an outline of the various </w:t>
      </w:r>
      <w:r w:rsidRPr="00925B38">
        <w:rPr>
          <w:rFonts w:ascii="Arial" w:hAnsi="Arial" w:cs="Arial"/>
          <w:i/>
          <w:iCs/>
        </w:rPr>
        <w:t xml:space="preserve">means of verification </w:t>
      </w:r>
      <w:r w:rsidR="00925B38" w:rsidRPr="00925B38">
        <w:rPr>
          <w:rFonts w:ascii="Arial" w:hAnsi="Arial" w:cs="Arial"/>
          <w:i/>
          <w:iCs/>
        </w:rPr>
        <w:t>for every module across all three components of learning</w:t>
      </w: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6516"/>
        <w:gridCol w:w="1276"/>
        <w:gridCol w:w="936"/>
        <w:gridCol w:w="936"/>
        <w:gridCol w:w="936"/>
        <w:gridCol w:w="936"/>
        <w:gridCol w:w="937"/>
        <w:gridCol w:w="1347"/>
        <w:gridCol w:w="1343"/>
      </w:tblGrid>
      <w:tr w:rsidR="00791969" w:rsidRPr="0006602B" w14:paraId="056EEC5A" w14:textId="77777777" w:rsidTr="008A7070">
        <w:tc>
          <w:tcPr>
            <w:tcW w:w="6516" w:type="dxa"/>
            <w:vMerge w:val="restart"/>
            <w:shd w:val="clear" w:color="auto" w:fill="DD5E15"/>
          </w:tcPr>
          <w:p w14:paraId="2B71C756" w14:textId="77777777" w:rsidR="00791969" w:rsidRPr="0006602B" w:rsidRDefault="00791969" w:rsidP="00AB13D3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6602B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Performance Criteria</w:t>
            </w:r>
            <w:r w:rsidRPr="000660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6D4FA799" w14:textId="0337FC1B" w:rsidR="00791969" w:rsidRPr="0006602B" w:rsidRDefault="00791969" w:rsidP="00AB13D3">
            <w:pPr>
              <w:spacing w:line="276" w:lineRule="auto"/>
              <w:rPr>
                <w:rFonts w:ascii="Arial" w:hAnsi="Arial" w:cs="Arial"/>
              </w:rPr>
            </w:pPr>
            <w:r w:rsidRPr="000660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All criteria must be aligned with the curriculum of the </w:t>
            </w:r>
            <w:r w:rsidR="005E6CCC" w:rsidRPr="0006602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SAQA Registered </w:t>
            </w:r>
            <w:r w:rsidRPr="0006602B">
              <w:rPr>
                <w:rFonts w:ascii="Arial" w:hAnsi="Arial" w:cs="Arial"/>
                <w:b/>
                <w:bCs/>
                <w:sz w:val="20"/>
                <w:szCs w:val="20"/>
              </w:rPr>
              <w:t>Occupational Qualification</w:t>
            </w:r>
          </w:p>
        </w:tc>
        <w:tc>
          <w:tcPr>
            <w:tcW w:w="1276" w:type="dxa"/>
            <w:vMerge w:val="restart"/>
            <w:shd w:val="clear" w:color="auto" w:fill="DD5E15"/>
          </w:tcPr>
          <w:p w14:paraId="23DD96B0" w14:textId="1D8E6187" w:rsidR="00791969" w:rsidRPr="007D1848" w:rsidRDefault="00791969" w:rsidP="00AB13D3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SAQA Credits</w:t>
            </w:r>
          </w:p>
        </w:tc>
        <w:tc>
          <w:tcPr>
            <w:tcW w:w="4681" w:type="dxa"/>
            <w:gridSpan w:val="5"/>
            <w:shd w:val="clear" w:color="auto" w:fill="DD5E15"/>
          </w:tcPr>
          <w:p w14:paraId="4B8748FD" w14:textId="77777777" w:rsidR="0006602B" w:rsidRPr="007D1848" w:rsidRDefault="00791969" w:rsidP="00AB13D3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Means of Verification </w:t>
            </w:r>
          </w:p>
          <w:p w14:paraId="5652DFDA" w14:textId="03AD5D04" w:rsidR="00791969" w:rsidRPr="007D1848" w:rsidRDefault="00791969" w:rsidP="00AB13D3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sz w:val="20"/>
                <w:szCs w:val="20"/>
              </w:rPr>
              <w:t>tick √ if applicable</w:t>
            </w:r>
            <w:r w:rsidR="00CD79E8" w:rsidRPr="007D1848"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 w:rsidRPr="007D184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cross x if not</w:t>
            </w:r>
          </w:p>
        </w:tc>
        <w:tc>
          <w:tcPr>
            <w:tcW w:w="1347" w:type="dxa"/>
            <w:vMerge w:val="restart"/>
            <w:shd w:val="clear" w:color="auto" w:fill="DD5E15"/>
          </w:tcPr>
          <w:p w14:paraId="5163E31C" w14:textId="2A33F96B" w:rsidR="00791969" w:rsidRPr="007D1848" w:rsidRDefault="00851846" w:rsidP="00AB13D3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Met/Not Met</w:t>
            </w:r>
          </w:p>
        </w:tc>
        <w:tc>
          <w:tcPr>
            <w:tcW w:w="1343" w:type="dxa"/>
            <w:vMerge w:val="restart"/>
            <w:shd w:val="clear" w:color="auto" w:fill="DD5E15"/>
          </w:tcPr>
          <w:p w14:paraId="0BFD518B" w14:textId="77777777" w:rsidR="00791969" w:rsidRPr="007D1848" w:rsidRDefault="00791969" w:rsidP="00AB13D3">
            <w:pPr>
              <w:spacing w:line="276" w:lineRule="auto"/>
              <w:ind w:right="-133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Gap </w:t>
            </w:r>
          </w:p>
          <w:p w14:paraId="708B4530" w14:textId="7A40334F" w:rsidR="00791969" w:rsidRPr="007D1848" w:rsidRDefault="00791969" w:rsidP="00AB13D3">
            <w:pPr>
              <w:spacing w:line="276" w:lineRule="auto"/>
              <w:ind w:right="-133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Credits</w:t>
            </w:r>
          </w:p>
        </w:tc>
      </w:tr>
      <w:tr w:rsidR="00791969" w:rsidRPr="0006602B" w14:paraId="09AC1904" w14:textId="77777777" w:rsidTr="00167537">
        <w:trPr>
          <w:cantSplit/>
          <w:trHeight w:val="1646"/>
        </w:trPr>
        <w:tc>
          <w:tcPr>
            <w:tcW w:w="6516" w:type="dxa"/>
            <w:vMerge/>
          </w:tcPr>
          <w:p w14:paraId="0B6DE368" w14:textId="77777777" w:rsidR="00791969" w:rsidRPr="0006602B" w:rsidRDefault="00791969" w:rsidP="00AB13D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</w:tcPr>
          <w:p w14:paraId="11B9D4CA" w14:textId="77777777" w:rsidR="00791969" w:rsidRPr="0006602B" w:rsidRDefault="00791969" w:rsidP="00AB13D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936" w:type="dxa"/>
            <w:shd w:val="clear" w:color="auto" w:fill="DD5E15"/>
            <w:textDirection w:val="btLr"/>
          </w:tcPr>
          <w:p w14:paraId="5DEC6E3A" w14:textId="3FAE7CE5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POE</w:t>
            </w:r>
          </w:p>
        </w:tc>
        <w:tc>
          <w:tcPr>
            <w:tcW w:w="936" w:type="dxa"/>
            <w:shd w:val="clear" w:color="auto" w:fill="DD5E15"/>
            <w:textDirection w:val="btLr"/>
          </w:tcPr>
          <w:p w14:paraId="524D8BA0" w14:textId="23FA4592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Testimonial </w:t>
            </w:r>
          </w:p>
        </w:tc>
        <w:tc>
          <w:tcPr>
            <w:tcW w:w="936" w:type="dxa"/>
            <w:shd w:val="clear" w:color="auto" w:fill="DD5E15"/>
            <w:textDirection w:val="btLr"/>
          </w:tcPr>
          <w:p w14:paraId="7EA32E96" w14:textId="77777777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Questioning/</w:t>
            </w:r>
          </w:p>
          <w:p w14:paraId="03F249D4" w14:textId="06AB8F40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Interview </w:t>
            </w:r>
          </w:p>
        </w:tc>
        <w:tc>
          <w:tcPr>
            <w:tcW w:w="936" w:type="dxa"/>
            <w:shd w:val="clear" w:color="auto" w:fill="DD5E15"/>
            <w:textDirection w:val="btLr"/>
          </w:tcPr>
          <w:p w14:paraId="0106EF2F" w14:textId="407B5618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Assessment Task </w:t>
            </w:r>
          </w:p>
        </w:tc>
        <w:tc>
          <w:tcPr>
            <w:tcW w:w="937" w:type="dxa"/>
            <w:shd w:val="clear" w:color="auto" w:fill="DD5E15"/>
            <w:textDirection w:val="btLr"/>
          </w:tcPr>
          <w:p w14:paraId="02129527" w14:textId="56A2A9D0" w:rsidR="00791969" w:rsidRPr="007D1848" w:rsidRDefault="00791969" w:rsidP="0016753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7D1848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Workplace Observation  </w:t>
            </w:r>
          </w:p>
        </w:tc>
        <w:tc>
          <w:tcPr>
            <w:tcW w:w="1347" w:type="dxa"/>
            <w:vMerge/>
          </w:tcPr>
          <w:p w14:paraId="14803547" w14:textId="245EA4FE" w:rsidR="00791969" w:rsidRPr="0006602B" w:rsidRDefault="00791969" w:rsidP="00AB13D3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343" w:type="dxa"/>
            <w:vMerge/>
          </w:tcPr>
          <w:p w14:paraId="631E3948" w14:textId="77777777" w:rsidR="00791969" w:rsidRPr="0006602B" w:rsidRDefault="00791969" w:rsidP="00AB13D3">
            <w:pPr>
              <w:spacing w:line="276" w:lineRule="auto"/>
              <w:ind w:right="-133"/>
              <w:rPr>
                <w:rFonts w:ascii="Arial" w:hAnsi="Arial" w:cs="Arial"/>
              </w:rPr>
            </w:pPr>
          </w:p>
        </w:tc>
      </w:tr>
      <w:tr w:rsidR="0097193B" w:rsidRPr="0006602B" w14:paraId="6D32F24F" w14:textId="77777777" w:rsidTr="008A7070">
        <w:trPr>
          <w:trHeight w:val="283"/>
        </w:trPr>
        <w:tc>
          <w:tcPr>
            <w:tcW w:w="15163" w:type="dxa"/>
            <w:gridSpan w:val="9"/>
            <w:shd w:val="clear" w:color="auto" w:fill="BFBFBF" w:themeFill="background1" w:themeFillShade="BF"/>
            <w:vAlign w:val="center"/>
          </w:tcPr>
          <w:p w14:paraId="4C3A21E3" w14:textId="0DFA5F2F" w:rsidR="0097193B" w:rsidRPr="00E3153C" w:rsidRDefault="006F2892" w:rsidP="00860880">
            <w:pPr>
              <w:spacing w:line="276" w:lineRule="auto"/>
              <w:ind w:right="-13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153C">
              <w:rPr>
                <w:rFonts w:ascii="Arial" w:hAnsi="Arial" w:cs="Arial"/>
                <w:b/>
                <w:bCs/>
                <w:sz w:val="20"/>
                <w:szCs w:val="20"/>
              </w:rPr>
              <w:t>Knowledge Modules</w:t>
            </w:r>
            <w:r w:rsidR="00E875CF" w:rsidRPr="00E315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(insert/delete rows as</w:t>
            </w:r>
            <w:r w:rsidR="005E6CCC" w:rsidRPr="00E3153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per qualification</w:t>
            </w:r>
            <w:r w:rsidR="00E875CF" w:rsidRPr="00E3153C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 w:rsidRPr="00E3153C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403889" w:rsidRPr="0006602B" w14:paraId="1A903347" w14:textId="77777777" w:rsidTr="00F53835">
        <w:trPr>
          <w:cantSplit/>
          <w:trHeight w:val="283"/>
        </w:trPr>
        <w:tc>
          <w:tcPr>
            <w:tcW w:w="6516" w:type="dxa"/>
          </w:tcPr>
          <w:p w14:paraId="1D6BD2A1" w14:textId="38EB2B09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F199F">
              <w:rPr>
                <w:rFonts w:ascii="Aptos" w:hAnsi="Aptos"/>
                <w:sz w:val="20"/>
                <w:szCs w:val="20"/>
              </w:rPr>
              <w:t>143905000-KM-01, Introductory studies for Contact Centre Managers, Level 4, 4 Credits.</w:t>
            </w:r>
          </w:p>
        </w:tc>
        <w:tc>
          <w:tcPr>
            <w:tcW w:w="1276" w:type="dxa"/>
            <w:vAlign w:val="center"/>
          </w:tcPr>
          <w:p w14:paraId="4C7C2EE6" w14:textId="5056D5DF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320012C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DD9EA1A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BF6973F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E1547BE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516E279A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09F22826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29FAEE2E" w14:textId="77777777" w:rsidR="00403889" w:rsidRPr="003F199F" w:rsidRDefault="00403889" w:rsidP="00403889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403889" w:rsidRPr="0006602B" w14:paraId="3321BB04" w14:textId="77777777" w:rsidTr="00F53835">
        <w:trPr>
          <w:cantSplit/>
          <w:trHeight w:val="283"/>
        </w:trPr>
        <w:tc>
          <w:tcPr>
            <w:tcW w:w="6516" w:type="dxa"/>
          </w:tcPr>
          <w:p w14:paraId="0E9A9E16" w14:textId="6F1B2EBF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F199F">
              <w:rPr>
                <w:rFonts w:ascii="Aptos" w:hAnsi="Aptos"/>
                <w:sz w:val="20"/>
                <w:szCs w:val="20"/>
              </w:rPr>
              <w:t>143905000-KM-02, Communication, Level 4, 4 Credits.</w:t>
            </w:r>
          </w:p>
        </w:tc>
        <w:tc>
          <w:tcPr>
            <w:tcW w:w="1276" w:type="dxa"/>
            <w:vAlign w:val="center"/>
          </w:tcPr>
          <w:p w14:paraId="5CAF6F0F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1446DB6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931C219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4F010E7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8C51CE6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1CF27920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1D1D84BD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1079FE69" w14:textId="77777777" w:rsidR="00403889" w:rsidRPr="003F199F" w:rsidRDefault="00403889" w:rsidP="00403889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403889" w:rsidRPr="0006602B" w14:paraId="1DBE50F1" w14:textId="77777777" w:rsidTr="00F53835">
        <w:trPr>
          <w:cantSplit/>
          <w:trHeight w:val="283"/>
        </w:trPr>
        <w:tc>
          <w:tcPr>
            <w:tcW w:w="6516" w:type="dxa"/>
          </w:tcPr>
          <w:p w14:paraId="5AB5BE7E" w14:textId="44AB04E1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F199F">
              <w:rPr>
                <w:rFonts w:ascii="Aptos" w:hAnsi="Aptos"/>
                <w:sz w:val="20"/>
                <w:szCs w:val="20"/>
              </w:rPr>
              <w:t>143905000-KM-03, Operational Supervision, Level 4, 4 Credits.</w:t>
            </w:r>
          </w:p>
        </w:tc>
        <w:tc>
          <w:tcPr>
            <w:tcW w:w="1276" w:type="dxa"/>
            <w:vAlign w:val="center"/>
          </w:tcPr>
          <w:p w14:paraId="0959CF2E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56DBE4C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E2A585A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98C605D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959D0BD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15A9AD4B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969C66D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59EE1591" w14:textId="77777777" w:rsidR="00403889" w:rsidRPr="003F199F" w:rsidRDefault="00403889" w:rsidP="00403889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403889" w:rsidRPr="0006602B" w14:paraId="49172F4C" w14:textId="77777777" w:rsidTr="00F53835">
        <w:trPr>
          <w:cantSplit/>
          <w:trHeight w:val="283"/>
        </w:trPr>
        <w:tc>
          <w:tcPr>
            <w:tcW w:w="6516" w:type="dxa"/>
          </w:tcPr>
          <w:p w14:paraId="4D891A6D" w14:textId="0ABA13D5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F199F">
              <w:rPr>
                <w:rFonts w:ascii="Aptos" w:hAnsi="Aptos"/>
                <w:sz w:val="20"/>
                <w:szCs w:val="20"/>
              </w:rPr>
              <w:t>143905000-KM-04, Operational Management, Level 5, 4 Credits.</w:t>
            </w:r>
          </w:p>
        </w:tc>
        <w:tc>
          <w:tcPr>
            <w:tcW w:w="1276" w:type="dxa"/>
            <w:vAlign w:val="center"/>
          </w:tcPr>
          <w:p w14:paraId="1FC7B4EC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B7475BC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DD58962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4045783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59DE714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15B69D5F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19BFF458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740D9B99" w14:textId="77777777" w:rsidR="00403889" w:rsidRPr="003F199F" w:rsidRDefault="00403889" w:rsidP="00403889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403889" w:rsidRPr="0006602B" w14:paraId="3D1CE097" w14:textId="77777777" w:rsidTr="00F53835">
        <w:trPr>
          <w:trHeight w:val="283"/>
        </w:trPr>
        <w:tc>
          <w:tcPr>
            <w:tcW w:w="6516" w:type="dxa"/>
          </w:tcPr>
          <w:p w14:paraId="1C136873" w14:textId="10FD0AFF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F199F">
              <w:rPr>
                <w:rFonts w:ascii="Aptos" w:hAnsi="Aptos"/>
                <w:sz w:val="20"/>
                <w:szCs w:val="20"/>
              </w:rPr>
              <w:t>143905000-KM-05, People Management, Level 5, 6 Credits.</w:t>
            </w:r>
          </w:p>
        </w:tc>
        <w:tc>
          <w:tcPr>
            <w:tcW w:w="1276" w:type="dxa"/>
            <w:vAlign w:val="center"/>
          </w:tcPr>
          <w:p w14:paraId="2F9AC7F7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FF60D72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D6EA986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96A7517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41AAD21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2E708030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CF289EE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6FA236CA" w14:textId="77777777" w:rsidR="00403889" w:rsidRPr="003F199F" w:rsidRDefault="00403889" w:rsidP="00403889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403889" w:rsidRPr="0006602B" w14:paraId="1B9794E4" w14:textId="77777777" w:rsidTr="00F53835">
        <w:trPr>
          <w:trHeight w:val="283"/>
        </w:trPr>
        <w:tc>
          <w:tcPr>
            <w:tcW w:w="6516" w:type="dxa"/>
          </w:tcPr>
          <w:p w14:paraId="17E0C86A" w14:textId="27BFCD31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F199F">
              <w:rPr>
                <w:rFonts w:ascii="Aptos" w:hAnsi="Aptos"/>
                <w:sz w:val="20"/>
                <w:szCs w:val="20"/>
              </w:rPr>
              <w:t>143905000-KM-06, Industrial Relations Management, Level 5, 8 Credits.</w:t>
            </w:r>
          </w:p>
        </w:tc>
        <w:tc>
          <w:tcPr>
            <w:tcW w:w="1276" w:type="dxa"/>
            <w:vAlign w:val="center"/>
          </w:tcPr>
          <w:p w14:paraId="25754FE5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086BF50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C661F99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4D731FC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EA55EB2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592EBDCF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7134A4CF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0BA387A6" w14:textId="77777777" w:rsidR="00403889" w:rsidRPr="003F199F" w:rsidRDefault="00403889" w:rsidP="00403889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403889" w:rsidRPr="0006602B" w14:paraId="21D15E0F" w14:textId="77777777" w:rsidTr="00F53835">
        <w:trPr>
          <w:trHeight w:val="283"/>
        </w:trPr>
        <w:tc>
          <w:tcPr>
            <w:tcW w:w="6516" w:type="dxa"/>
          </w:tcPr>
          <w:p w14:paraId="2137C167" w14:textId="327BB538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F199F">
              <w:rPr>
                <w:rFonts w:ascii="Aptos" w:hAnsi="Aptos"/>
                <w:sz w:val="20"/>
                <w:szCs w:val="20"/>
              </w:rPr>
              <w:lastRenderedPageBreak/>
              <w:t>143905000-KM-07, Contact Centre Technology, Systems and Processes, Level 5, 10 Credits.</w:t>
            </w:r>
          </w:p>
        </w:tc>
        <w:tc>
          <w:tcPr>
            <w:tcW w:w="1276" w:type="dxa"/>
            <w:vAlign w:val="center"/>
          </w:tcPr>
          <w:p w14:paraId="73034656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FAE3ABD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A105B46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08A5483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5D8F563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1F4AC1F7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11FFE2E5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20B02D95" w14:textId="77777777" w:rsidR="00403889" w:rsidRPr="003F199F" w:rsidRDefault="00403889" w:rsidP="00403889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403889" w:rsidRPr="0006602B" w14:paraId="26D5DDEA" w14:textId="77777777" w:rsidTr="00F53835">
        <w:trPr>
          <w:trHeight w:val="283"/>
        </w:trPr>
        <w:tc>
          <w:tcPr>
            <w:tcW w:w="6516" w:type="dxa"/>
          </w:tcPr>
          <w:p w14:paraId="041FC5BD" w14:textId="4EE3EF72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F199F">
              <w:rPr>
                <w:rFonts w:ascii="Aptos" w:hAnsi="Aptos"/>
                <w:sz w:val="20"/>
                <w:szCs w:val="20"/>
              </w:rPr>
              <w:t>143905000-KM-08, Contact Centre Quality Management, Level 5, 10 Credits.</w:t>
            </w:r>
          </w:p>
        </w:tc>
        <w:tc>
          <w:tcPr>
            <w:tcW w:w="1276" w:type="dxa"/>
            <w:vAlign w:val="center"/>
          </w:tcPr>
          <w:p w14:paraId="51F186A7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9C787D7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6B30E69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E3C9AAE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606B218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09EB14FE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1A9118B0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4B6CC532" w14:textId="77777777" w:rsidR="00403889" w:rsidRPr="003F199F" w:rsidRDefault="00403889" w:rsidP="00403889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403889" w:rsidRPr="0006602B" w14:paraId="75CA7126" w14:textId="77777777" w:rsidTr="00F53835">
        <w:trPr>
          <w:trHeight w:val="283"/>
        </w:trPr>
        <w:tc>
          <w:tcPr>
            <w:tcW w:w="6516" w:type="dxa"/>
          </w:tcPr>
          <w:p w14:paraId="75AF302C" w14:textId="1965DAE8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F199F">
              <w:rPr>
                <w:rFonts w:ascii="Aptos" w:hAnsi="Aptos"/>
                <w:sz w:val="20"/>
                <w:szCs w:val="20"/>
              </w:rPr>
              <w:t>143905000-KM-09, Supplier management, Level 6, 10 Credits.</w:t>
            </w:r>
          </w:p>
        </w:tc>
        <w:tc>
          <w:tcPr>
            <w:tcW w:w="1276" w:type="dxa"/>
            <w:vAlign w:val="center"/>
          </w:tcPr>
          <w:p w14:paraId="5CD803D7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61832AF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95D4CC6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B5722AC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8D9D2AF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5774783D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A358EF5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63BA1BD4" w14:textId="77777777" w:rsidR="00403889" w:rsidRPr="003F199F" w:rsidRDefault="00403889" w:rsidP="00403889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403889" w:rsidRPr="0006602B" w14:paraId="5AEF4E36" w14:textId="77777777" w:rsidTr="00F53835">
        <w:trPr>
          <w:trHeight w:val="283"/>
        </w:trPr>
        <w:tc>
          <w:tcPr>
            <w:tcW w:w="6516" w:type="dxa"/>
          </w:tcPr>
          <w:p w14:paraId="7263B68A" w14:textId="738BBEBC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F199F">
              <w:rPr>
                <w:rFonts w:ascii="Aptos" w:hAnsi="Aptos"/>
                <w:sz w:val="20"/>
                <w:szCs w:val="20"/>
              </w:rPr>
              <w:t>143905000-KM-10, Customer management, Level 6, 10 Credits.</w:t>
            </w:r>
          </w:p>
        </w:tc>
        <w:tc>
          <w:tcPr>
            <w:tcW w:w="1276" w:type="dxa"/>
            <w:vAlign w:val="center"/>
          </w:tcPr>
          <w:p w14:paraId="765EB029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999019E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DDFD373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EBFE6CD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3062268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7D62EB1C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56E290A0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4CD322EA" w14:textId="77777777" w:rsidR="00403889" w:rsidRPr="003F199F" w:rsidRDefault="00403889" w:rsidP="00403889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403889" w:rsidRPr="0006602B" w14:paraId="2D2D954E" w14:textId="77777777" w:rsidTr="00F53835">
        <w:trPr>
          <w:trHeight w:val="283"/>
        </w:trPr>
        <w:tc>
          <w:tcPr>
            <w:tcW w:w="6516" w:type="dxa"/>
          </w:tcPr>
          <w:p w14:paraId="78123060" w14:textId="3992E1BB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F199F">
              <w:rPr>
                <w:rFonts w:ascii="Aptos" w:hAnsi="Aptos"/>
                <w:sz w:val="20"/>
                <w:szCs w:val="20"/>
              </w:rPr>
              <w:t>143905000-KM-11, Financial management concepts, Level 5, 10 Credits.</w:t>
            </w:r>
          </w:p>
        </w:tc>
        <w:tc>
          <w:tcPr>
            <w:tcW w:w="1276" w:type="dxa"/>
            <w:vAlign w:val="center"/>
          </w:tcPr>
          <w:p w14:paraId="6CD6C54A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65B8FD0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1A8CFA5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4329F71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51B9C39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6F452AC5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4B86AF44" w14:textId="77777777" w:rsidR="00403889" w:rsidRPr="003F199F" w:rsidRDefault="00403889" w:rsidP="00403889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08FEAC88" w14:textId="77777777" w:rsidR="00403889" w:rsidRPr="003F199F" w:rsidRDefault="00403889" w:rsidP="00403889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12662C" w:rsidRPr="0006602B" w14:paraId="09BB4E55" w14:textId="77777777" w:rsidTr="000C4FFF">
        <w:trPr>
          <w:trHeight w:val="283"/>
        </w:trPr>
        <w:tc>
          <w:tcPr>
            <w:tcW w:w="15163" w:type="dxa"/>
            <w:gridSpan w:val="9"/>
          </w:tcPr>
          <w:p w14:paraId="3C50FB09" w14:textId="163B2C7F" w:rsidR="0012662C" w:rsidRPr="003F199F" w:rsidRDefault="0012662C" w:rsidP="00403889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  <w:r w:rsidRPr="003F199F">
              <w:rPr>
                <w:rFonts w:ascii="Aptos" w:hAnsi="Aptos" w:cs="Tahoma"/>
                <w:color w:val="000000"/>
                <w:sz w:val="20"/>
                <w:szCs w:val="20"/>
                <w:shd w:val="clear" w:color="auto" w:fill="FFFFFF"/>
              </w:rPr>
              <w:t>Total number of credits for Knowledge Modules: 80</w:t>
            </w:r>
          </w:p>
        </w:tc>
      </w:tr>
      <w:tr w:rsidR="00860880" w:rsidRPr="0006602B" w14:paraId="3CCD85E3" w14:textId="77777777" w:rsidTr="008A7070">
        <w:trPr>
          <w:trHeight w:val="283"/>
        </w:trPr>
        <w:tc>
          <w:tcPr>
            <w:tcW w:w="15163" w:type="dxa"/>
            <w:gridSpan w:val="9"/>
            <w:shd w:val="clear" w:color="auto" w:fill="BFBFBF" w:themeFill="background1" w:themeFillShade="BF"/>
            <w:vAlign w:val="center"/>
          </w:tcPr>
          <w:p w14:paraId="70886D14" w14:textId="74787B84" w:rsidR="00860880" w:rsidRPr="000A30A5" w:rsidRDefault="002C0524" w:rsidP="006770C8">
            <w:pPr>
              <w:spacing w:line="276" w:lineRule="auto"/>
              <w:ind w:right="-13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Practical Skill Modules</w:t>
            </w:r>
            <w:r w:rsidR="0075016E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(insert/delete rows </w:t>
            </w:r>
            <w:r w:rsidR="005E6CCC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as per qualification</w:t>
            </w:r>
            <w:r w:rsidR="0075016E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r w:rsidR="00860880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A31EFA" w:rsidRPr="0006602B" w14:paraId="6E0E5A78" w14:textId="77777777" w:rsidTr="00B73DF7">
        <w:trPr>
          <w:cantSplit/>
          <w:trHeight w:val="283"/>
        </w:trPr>
        <w:tc>
          <w:tcPr>
            <w:tcW w:w="6516" w:type="dxa"/>
          </w:tcPr>
          <w:p w14:paraId="3396256A" w14:textId="74709E70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F199F">
              <w:rPr>
                <w:rFonts w:ascii="Aptos" w:hAnsi="Aptos"/>
                <w:sz w:val="20"/>
                <w:szCs w:val="20"/>
              </w:rPr>
              <w:t>143905000-PM-01, Provide budgeting services, Level 4, 4 Credits.</w:t>
            </w:r>
          </w:p>
        </w:tc>
        <w:tc>
          <w:tcPr>
            <w:tcW w:w="1276" w:type="dxa"/>
            <w:vAlign w:val="center"/>
          </w:tcPr>
          <w:p w14:paraId="22262615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C8FAD8D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F01BD5C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0CA42AC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A6C8892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00BFF27B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5EC5F6F4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6B9FD72A" w14:textId="77777777" w:rsidR="00A31EFA" w:rsidRPr="003F199F" w:rsidRDefault="00A31EFA" w:rsidP="00A31EFA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A31EFA" w:rsidRPr="0006602B" w14:paraId="17FE6487" w14:textId="77777777" w:rsidTr="00B73DF7">
        <w:trPr>
          <w:cantSplit/>
          <w:trHeight w:val="283"/>
        </w:trPr>
        <w:tc>
          <w:tcPr>
            <w:tcW w:w="6516" w:type="dxa"/>
          </w:tcPr>
          <w:p w14:paraId="37B1A34F" w14:textId="501F5C7A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F199F">
              <w:rPr>
                <w:rFonts w:ascii="Aptos" w:hAnsi="Aptos"/>
                <w:sz w:val="20"/>
                <w:szCs w:val="20"/>
              </w:rPr>
              <w:t>143905000-PM-02, Read and interpret financial documents, Level 5, 8 Credits.</w:t>
            </w:r>
          </w:p>
        </w:tc>
        <w:tc>
          <w:tcPr>
            <w:tcW w:w="1276" w:type="dxa"/>
            <w:vAlign w:val="center"/>
          </w:tcPr>
          <w:p w14:paraId="34D2CEF6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65A953A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C1B8E17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826CECA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3D7EB55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4D6BEE73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40A7920F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779B32F2" w14:textId="77777777" w:rsidR="00A31EFA" w:rsidRPr="003F199F" w:rsidRDefault="00A31EFA" w:rsidP="00A31EFA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A31EFA" w:rsidRPr="0006602B" w14:paraId="1B251234" w14:textId="77777777" w:rsidTr="00B73DF7">
        <w:trPr>
          <w:cantSplit/>
          <w:trHeight w:val="283"/>
        </w:trPr>
        <w:tc>
          <w:tcPr>
            <w:tcW w:w="6516" w:type="dxa"/>
          </w:tcPr>
          <w:p w14:paraId="15635734" w14:textId="47D42E3F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F199F">
              <w:rPr>
                <w:rFonts w:ascii="Aptos" w:hAnsi="Aptos"/>
                <w:sz w:val="20"/>
                <w:szCs w:val="20"/>
              </w:rPr>
              <w:t>143905000-PM-03, Maintain productive and effective work teams, Level 4, 4 Credits.</w:t>
            </w:r>
          </w:p>
        </w:tc>
        <w:tc>
          <w:tcPr>
            <w:tcW w:w="1276" w:type="dxa"/>
            <w:vAlign w:val="center"/>
          </w:tcPr>
          <w:p w14:paraId="1F15164C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7052220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AFAE829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6A95220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8C05864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260BA1BD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74885FC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2448E279" w14:textId="77777777" w:rsidR="00A31EFA" w:rsidRPr="003F199F" w:rsidRDefault="00A31EFA" w:rsidP="00A31EFA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A31EFA" w:rsidRPr="0006602B" w14:paraId="6918DC22" w14:textId="77777777" w:rsidTr="00B73DF7">
        <w:trPr>
          <w:cantSplit/>
          <w:trHeight w:val="283"/>
        </w:trPr>
        <w:tc>
          <w:tcPr>
            <w:tcW w:w="6516" w:type="dxa"/>
          </w:tcPr>
          <w:p w14:paraId="78380AFC" w14:textId="2101F7C4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F199F">
              <w:rPr>
                <w:rFonts w:ascii="Aptos" w:hAnsi="Aptos"/>
                <w:sz w:val="20"/>
                <w:szCs w:val="20"/>
              </w:rPr>
              <w:t>143905000-PM-04, Develop operational plans and manage performance levels, Level 5, 8 Credits.</w:t>
            </w:r>
          </w:p>
        </w:tc>
        <w:tc>
          <w:tcPr>
            <w:tcW w:w="1276" w:type="dxa"/>
            <w:vAlign w:val="center"/>
          </w:tcPr>
          <w:p w14:paraId="190A6B4C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FC2FEED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6BAAC68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274D13F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68C31F5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0B655634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49A8C655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6ACD829E" w14:textId="77777777" w:rsidR="00A31EFA" w:rsidRPr="003F199F" w:rsidRDefault="00A31EFA" w:rsidP="00A31EFA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A31EFA" w:rsidRPr="0006602B" w14:paraId="254837DC" w14:textId="77777777" w:rsidTr="00B73DF7">
        <w:trPr>
          <w:trHeight w:val="283"/>
        </w:trPr>
        <w:tc>
          <w:tcPr>
            <w:tcW w:w="6516" w:type="dxa"/>
          </w:tcPr>
          <w:p w14:paraId="79C2048D" w14:textId="63C1472D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F199F">
              <w:rPr>
                <w:rFonts w:ascii="Aptos" w:hAnsi="Aptos"/>
                <w:sz w:val="20"/>
                <w:szCs w:val="20"/>
              </w:rPr>
              <w:t>143905000-PM-05, Manage service level agreements, Level 6, 8 Credits.</w:t>
            </w:r>
          </w:p>
        </w:tc>
        <w:tc>
          <w:tcPr>
            <w:tcW w:w="1276" w:type="dxa"/>
            <w:vAlign w:val="center"/>
          </w:tcPr>
          <w:p w14:paraId="23358D43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878F684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396021E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CDBFC69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E6F14DF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468088DA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4C0EE4DE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726EF209" w14:textId="77777777" w:rsidR="00A31EFA" w:rsidRPr="003F199F" w:rsidRDefault="00A31EFA" w:rsidP="00A31EFA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A31EFA" w:rsidRPr="0006602B" w14:paraId="005A5869" w14:textId="77777777" w:rsidTr="00B73DF7">
        <w:trPr>
          <w:trHeight w:val="283"/>
        </w:trPr>
        <w:tc>
          <w:tcPr>
            <w:tcW w:w="6516" w:type="dxa"/>
          </w:tcPr>
          <w:p w14:paraId="5E93BEAC" w14:textId="5A15B5C4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F199F">
              <w:rPr>
                <w:rFonts w:ascii="Aptos" w:hAnsi="Aptos"/>
                <w:sz w:val="20"/>
                <w:szCs w:val="20"/>
              </w:rPr>
              <w:t>143905000-PM-06, Supervise personnel, Level 4, 6 Credits.</w:t>
            </w:r>
          </w:p>
        </w:tc>
        <w:tc>
          <w:tcPr>
            <w:tcW w:w="1276" w:type="dxa"/>
            <w:vAlign w:val="center"/>
          </w:tcPr>
          <w:p w14:paraId="6506BED3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ED38589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3B6AD4A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222C587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B00971E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60B25A40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353D28EF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065830F2" w14:textId="77777777" w:rsidR="00A31EFA" w:rsidRPr="003F199F" w:rsidRDefault="00A31EFA" w:rsidP="00A31EFA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A31EFA" w:rsidRPr="0006602B" w14:paraId="5CDFC6DC" w14:textId="77777777" w:rsidTr="00B73DF7">
        <w:trPr>
          <w:trHeight w:val="283"/>
        </w:trPr>
        <w:tc>
          <w:tcPr>
            <w:tcW w:w="6516" w:type="dxa"/>
          </w:tcPr>
          <w:p w14:paraId="24FE52DE" w14:textId="0F24B485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F199F">
              <w:rPr>
                <w:rFonts w:ascii="Aptos" w:hAnsi="Aptos"/>
                <w:sz w:val="20"/>
                <w:szCs w:val="20"/>
              </w:rPr>
              <w:t>143905000-PM-07, Attend to personnel planning, management and control, Level 5, 8 Credits.</w:t>
            </w:r>
          </w:p>
        </w:tc>
        <w:tc>
          <w:tcPr>
            <w:tcW w:w="1276" w:type="dxa"/>
            <w:vAlign w:val="center"/>
          </w:tcPr>
          <w:p w14:paraId="4BBDD442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C84C663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CBB98B6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3DE424D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0A2690D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51A4F2D6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4004D0C9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13CA8F15" w14:textId="77777777" w:rsidR="00A31EFA" w:rsidRPr="003F199F" w:rsidRDefault="00A31EFA" w:rsidP="00A31EFA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A31EFA" w:rsidRPr="0006602B" w14:paraId="19BC0694" w14:textId="77777777" w:rsidTr="00B73DF7">
        <w:trPr>
          <w:trHeight w:val="283"/>
        </w:trPr>
        <w:tc>
          <w:tcPr>
            <w:tcW w:w="6516" w:type="dxa"/>
          </w:tcPr>
          <w:p w14:paraId="0FDCC289" w14:textId="15B27928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F199F">
              <w:rPr>
                <w:rFonts w:ascii="Aptos" w:hAnsi="Aptos"/>
                <w:sz w:val="20"/>
                <w:szCs w:val="20"/>
              </w:rPr>
              <w:t>143905000-PM-08, Attend to industrial relations management and control, Level 5, 8 Credits.</w:t>
            </w:r>
          </w:p>
        </w:tc>
        <w:tc>
          <w:tcPr>
            <w:tcW w:w="1276" w:type="dxa"/>
            <w:vAlign w:val="center"/>
          </w:tcPr>
          <w:p w14:paraId="231FC8BB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56461F0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70DE9E9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BD3728C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9DE5C11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627EF814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3BFFF381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652D6657" w14:textId="77777777" w:rsidR="00A31EFA" w:rsidRPr="003F199F" w:rsidRDefault="00A31EFA" w:rsidP="00A31EFA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A31EFA" w:rsidRPr="0006602B" w14:paraId="2725211D" w14:textId="77777777" w:rsidTr="00B73DF7">
        <w:trPr>
          <w:trHeight w:val="283"/>
        </w:trPr>
        <w:tc>
          <w:tcPr>
            <w:tcW w:w="6516" w:type="dxa"/>
          </w:tcPr>
          <w:p w14:paraId="765C2F4F" w14:textId="7ADEA355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F199F">
              <w:rPr>
                <w:rFonts w:ascii="Aptos" w:hAnsi="Aptos"/>
                <w:sz w:val="20"/>
                <w:szCs w:val="20"/>
              </w:rPr>
              <w:t>143905000-PM-09, Attend to performance and training management and control, Level 5, 4 Credits.</w:t>
            </w:r>
          </w:p>
        </w:tc>
        <w:tc>
          <w:tcPr>
            <w:tcW w:w="1276" w:type="dxa"/>
            <w:vAlign w:val="center"/>
          </w:tcPr>
          <w:p w14:paraId="498FEDCC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1A28DF1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42C206E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BE4F98B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A4644AE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04C5925E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A8CDABE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78B08682" w14:textId="77777777" w:rsidR="00A31EFA" w:rsidRPr="003F199F" w:rsidRDefault="00A31EFA" w:rsidP="00A31EFA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A31EFA" w:rsidRPr="0006602B" w14:paraId="215EEB61" w14:textId="77777777" w:rsidTr="00B73DF7">
        <w:trPr>
          <w:trHeight w:val="283"/>
        </w:trPr>
        <w:tc>
          <w:tcPr>
            <w:tcW w:w="6516" w:type="dxa"/>
          </w:tcPr>
          <w:p w14:paraId="4CB1673B" w14:textId="4A2CEFBC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F199F">
              <w:rPr>
                <w:rFonts w:ascii="Aptos" w:hAnsi="Aptos"/>
                <w:sz w:val="20"/>
                <w:szCs w:val="20"/>
              </w:rPr>
              <w:t>143905000-PM-10, Administer supplier service level agreements, Level 6, 6 Credits.</w:t>
            </w:r>
          </w:p>
        </w:tc>
        <w:tc>
          <w:tcPr>
            <w:tcW w:w="1276" w:type="dxa"/>
            <w:vAlign w:val="center"/>
          </w:tcPr>
          <w:p w14:paraId="4CD22590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4F7EB11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601B847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B07521D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2E5DF9A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57BFF235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79BBBE3B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327DDB9D" w14:textId="77777777" w:rsidR="00A31EFA" w:rsidRPr="003F199F" w:rsidRDefault="00A31EFA" w:rsidP="00A31EFA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A31EFA" w:rsidRPr="0006602B" w14:paraId="1354B303" w14:textId="77777777" w:rsidTr="00B73DF7">
        <w:trPr>
          <w:trHeight w:val="283"/>
        </w:trPr>
        <w:tc>
          <w:tcPr>
            <w:tcW w:w="6516" w:type="dxa"/>
          </w:tcPr>
          <w:p w14:paraId="074953D7" w14:textId="38F5E2E1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F199F">
              <w:rPr>
                <w:rFonts w:ascii="Aptos" w:hAnsi="Aptos"/>
                <w:sz w:val="20"/>
                <w:szCs w:val="20"/>
              </w:rPr>
              <w:t>143905000-PM-11, Attend to customer/client/supplier communication, Level 6, 8 Credits.</w:t>
            </w:r>
          </w:p>
        </w:tc>
        <w:tc>
          <w:tcPr>
            <w:tcW w:w="1276" w:type="dxa"/>
            <w:vAlign w:val="center"/>
          </w:tcPr>
          <w:p w14:paraId="23221DAC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ED91CA8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A2D5CAF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9495E98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EBECFD2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2937ACFE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57F44FEF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52AB5E7D" w14:textId="77777777" w:rsidR="00A31EFA" w:rsidRPr="003F199F" w:rsidRDefault="00A31EFA" w:rsidP="00A31EFA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A31EFA" w:rsidRPr="0006602B" w14:paraId="624B48B9" w14:textId="77777777" w:rsidTr="00B73DF7">
        <w:trPr>
          <w:trHeight w:val="283"/>
        </w:trPr>
        <w:tc>
          <w:tcPr>
            <w:tcW w:w="6516" w:type="dxa"/>
          </w:tcPr>
          <w:p w14:paraId="567420FD" w14:textId="4C0D9493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F199F">
              <w:rPr>
                <w:rFonts w:ascii="Aptos" w:hAnsi="Aptos"/>
                <w:sz w:val="20"/>
                <w:szCs w:val="20"/>
              </w:rPr>
              <w:t>143905000-PM-12, Assure the output of the service delivery by agents, Level 6, 8 Credits.</w:t>
            </w:r>
          </w:p>
        </w:tc>
        <w:tc>
          <w:tcPr>
            <w:tcW w:w="1276" w:type="dxa"/>
            <w:vAlign w:val="center"/>
          </w:tcPr>
          <w:p w14:paraId="40226061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1D8343F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E59018B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79D153B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04439DA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546C0343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4EC5FB7B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1C4D7341" w14:textId="77777777" w:rsidR="00A31EFA" w:rsidRPr="003F199F" w:rsidRDefault="00A31EFA" w:rsidP="00A31EFA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A31EFA" w:rsidRPr="0006602B" w14:paraId="17119DA9" w14:textId="77777777" w:rsidTr="00B73DF7">
        <w:trPr>
          <w:trHeight w:val="283"/>
        </w:trPr>
        <w:tc>
          <w:tcPr>
            <w:tcW w:w="6516" w:type="dxa"/>
          </w:tcPr>
          <w:p w14:paraId="7D31BF50" w14:textId="4009A624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F199F">
              <w:rPr>
                <w:rFonts w:ascii="Aptos" w:hAnsi="Aptos"/>
                <w:sz w:val="20"/>
                <w:szCs w:val="20"/>
              </w:rPr>
              <w:lastRenderedPageBreak/>
              <w:t>143905000-PM-13, Evaluate MIS reports and ensure system efficiency, Level 5, 6 Credits.</w:t>
            </w:r>
          </w:p>
        </w:tc>
        <w:tc>
          <w:tcPr>
            <w:tcW w:w="1276" w:type="dxa"/>
            <w:vAlign w:val="center"/>
          </w:tcPr>
          <w:p w14:paraId="788565A8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099D924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92BFE57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7C9154A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8428EE1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7C6FFCCA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6F41D448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4B79B495" w14:textId="77777777" w:rsidR="00A31EFA" w:rsidRPr="003F199F" w:rsidRDefault="00A31EFA" w:rsidP="00A31EFA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A31EFA" w:rsidRPr="0006602B" w14:paraId="25EFB1D4" w14:textId="77777777" w:rsidTr="00B73DF7">
        <w:trPr>
          <w:trHeight w:val="283"/>
        </w:trPr>
        <w:tc>
          <w:tcPr>
            <w:tcW w:w="6516" w:type="dxa"/>
          </w:tcPr>
          <w:p w14:paraId="19DA1498" w14:textId="4D378BA5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F199F">
              <w:rPr>
                <w:rFonts w:ascii="Aptos" w:hAnsi="Aptos"/>
                <w:sz w:val="20"/>
                <w:szCs w:val="20"/>
              </w:rPr>
              <w:t>143905000-PM-14, Manage a customer contact process, Level 6, 8 Credits.</w:t>
            </w:r>
          </w:p>
        </w:tc>
        <w:tc>
          <w:tcPr>
            <w:tcW w:w="1276" w:type="dxa"/>
            <w:vAlign w:val="center"/>
          </w:tcPr>
          <w:p w14:paraId="5E54C789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577B513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C6A7FBC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CB2FD13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9A3C16F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0A4078CC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6666E9CC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15242016" w14:textId="77777777" w:rsidR="00A31EFA" w:rsidRPr="003F199F" w:rsidRDefault="00A31EFA" w:rsidP="00A31EFA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A31EFA" w:rsidRPr="0006602B" w14:paraId="6A6FAA40" w14:textId="77777777" w:rsidTr="00B73DF7">
        <w:trPr>
          <w:trHeight w:val="283"/>
        </w:trPr>
        <w:tc>
          <w:tcPr>
            <w:tcW w:w="6516" w:type="dxa"/>
          </w:tcPr>
          <w:p w14:paraId="7785D094" w14:textId="66F5073D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F199F">
              <w:rPr>
                <w:rFonts w:ascii="Aptos" w:hAnsi="Aptos"/>
                <w:sz w:val="20"/>
                <w:szCs w:val="20"/>
              </w:rPr>
              <w:t>143905000-PM-15, Manage process and technology improvement projects, Level 5, 4 Credits.</w:t>
            </w:r>
          </w:p>
        </w:tc>
        <w:tc>
          <w:tcPr>
            <w:tcW w:w="1276" w:type="dxa"/>
            <w:vAlign w:val="center"/>
          </w:tcPr>
          <w:p w14:paraId="639FB14E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061DAC7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512A4D0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74992F5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C97AF99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42385E51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07872C2F" w14:textId="77777777" w:rsidR="00A31EFA" w:rsidRPr="003F199F" w:rsidRDefault="00A31EFA" w:rsidP="00A31EFA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67B6C9FC" w14:textId="77777777" w:rsidR="00A31EFA" w:rsidRPr="003F199F" w:rsidRDefault="00A31EFA" w:rsidP="00A31EFA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754E2A" w:rsidRPr="0006602B" w14:paraId="47C103BE" w14:textId="77777777" w:rsidTr="00AF4970">
        <w:trPr>
          <w:trHeight w:val="283"/>
        </w:trPr>
        <w:tc>
          <w:tcPr>
            <w:tcW w:w="15163" w:type="dxa"/>
            <w:gridSpan w:val="9"/>
          </w:tcPr>
          <w:p w14:paraId="76FFA099" w14:textId="7D914FFE" w:rsidR="00754E2A" w:rsidRPr="003F199F" w:rsidRDefault="00754E2A" w:rsidP="00A31EFA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  <w:r w:rsidRPr="003F199F">
              <w:rPr>
                <w:rFonts w:ascii="Aptos" w:hAnsi="Aptos"/>
                <w:sz w:val="20"/>
                <w:szCs w:val="20"/>
              </w:rPr>
              <w:t>Total number of credits for Practical Skill Modules: 98.</w:t>
            </w:r>
          </w:p>
        </w:tc>
      </w:tr>
      <w:tr w:rsidR="00103F96" w:rsidRPr="0006602B" w14:paraId="6F01B184" w14:textId="77777777" w:rsidTr="008A7070">
        <w:trPr>
          <w:trHeight w:val="283"/>
        </w:trPr>
        <w:tc>
          <w:tcPr>
            <w:tcW w:w="15163" w:type="dxa"/>
            <w:gridSpan w:val="9"/>
            <w:shd w:val="clear" w:color="auto" w:fill="BFBFBF" w:themeFill="background1" w:themeFillShade="BF"/>
            <w:vAlign w:val="center"/>
          </w:tcPr>
          <w:p w14:paraId="38C4BFDF" w14:textId="6B69D7F9" w:rsidR="00103F96" w:rsidRPr="000A30A5" w:rsidRDefault="00564EC3" w:rsidP="006770C8">
            <w:pPr>
              <w:spacing w:line="276" w:lineRule="auto"/>
              <w:ind w:right="-13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Work Experience Modules</w:t>
            </w:r>
            <w:r w:rsidR="0075016E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5E6CCC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(insert/delete rows as per qualification)</w:t>
            </w:r>
            <w:r w:rsidR="00103F96"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</w:tr>
      <w:tr w:rsidR="006D4A06" w:rsidRPr="0006602B" w14:paraId="4F51D0D7" w14:textId="77777777" w:rsidTr="00D960A1">
        <w:trPr>
          <w:cantSplit/>
          <w:trHeight w:val="283"/>
        </w:trPr>
        <w:tc>
          <w:tcPr>
            <w:tcW w:w="6516" w:type="dxa"/>
          </w:tcPr>
          <w:p w14:paraId="2F03F72F" w14:textId="24F38F4C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F199F">
              <w:rPr>
                <w:rFonts w:ascii="Aptos" w:hAnsi="Aptos"/>
                <w:sz w:val="20"/>
                <w:szCs w:val="20"/>
              </w:rPr>
              <w:t>143905000-WM-01, Attend to standard financial control procedures in a contact centre environment, Level 6, 10 Credits.</w:t>
            </w:r>
          </w:p>
        </w:tc>
        <w:tc>
          <w:tcPr>
            <w:tcW w:w="1276" w:type="dxa"/>
            <w:vAlign w:val="center"/>
          </w:tcPr>
          <w:p w14:paraId="462EA502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67D1CE4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8C9FE2B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82878F5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3B537D4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6A2B9E46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663D09A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5E46705F" w14:textId="77777777" w:rsidR="006D4A06" w:rsidRPr="003F199F" w:rsidRDefault="006D4A06" w:rsidP="006D4A06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6D4A06" w:rsidRPr="0006602B" w14:paraId="0FF9C0C3" w14:textId="77777777" w:rsidTr="00D960A1">
        <w:trPr>
          <w:cantSplit/>
          <w:trHeight w:val="283"/>
        </w:trPr>
        <w:tc>
          <w:tcPr>
            <w:tcW w:w="6516" w:type="dxa"/>
          </w:tcPr>
          <w:p w14:paraId="10C5AA44" w14:textId="107AE0F2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F199F">
              <w:rPr>
                <w:rFonts w:ascii="Aptos" w:hAnsi="Aptos"/>
                <w:sz w:val="20"/>
                <w:szCs w:val="20"/>
              </w:rPr>
              <w:t>143905000-WM-02, Maintain productive and effective work teams for an operational unit in a contact centre, Level 4, 12 Credits.</w:t>
            </w:r>
          </w:p>
        </w:tc>
        <w:tc>
          <w:tcPr>
            <w:tcW w:w="1276" w:type="dxa"/>
            <w:vAlign w:val="center"/>
          </w:tcPr>
          <w:p w14:paraId="0A21A43C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7A647BF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11B3BD5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CD3453B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0139CA8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3B6DCA06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7DEC1EB8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6663712D" w14:textId="77777777" w:rsidR="006D4A06" w:rsidRPr="003F199F" w:rsidRDefault="006D4A06" w:rsidP="006D4A06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6D4A06" w:rsidRPr="0006602B" w14:paraId="71CCDB1C" w14:textId="77777777" w:rsidTr="00D960A1">
        <w:trPr>
          <w:cantSplit/>
          <w:trHeight w:val="283"/>
        </w:trPr>
        <w:tc>
          <w:tcPr>
            <w:tcW w:w="6516" w:type="dxa"/>
          </w:tcPr>
          <w:p w14:paraId="7B64C484" w14:textId="07C59060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F199F">
              <w:rPr>
                <w:rFonts w:ascii="Aptos" w:hAnsi="Aptos"/>
                <w:sz w:val="20"/>
                <w:szCs w:val="20"/>
              </w:rPr>
              <w:t>143905000-WM-03, Attend to operational target-and standard-setting processes in a contact centre environment, Level 5, 13 Credits.</w:t>
            </w:r>
          </w:p>
        </w:tc>
        <w:tc>
          <w:tcPr>
            <w:tcW w:w="1276" w:type="dxa"/>
            <w:vAlign w:val="center"/>
          </w:tcPr>
          <w:p w14:paraId="63D3E753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35E403B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1D2F28B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4AFB9E6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47BB2FB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688DF590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29127FDD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45C00000" w14:textId="77777777" w:rsidR="006D4A06" w:rsidRPr="003F199F" w:rsidRDefault="006D4A06" w:rsidP="006D4A06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6D4A06" w:rsidRPr="0006602B" w14:paraId="766D4B22" w14:textId="77777777" w:rsidTr="00D960A1">
        <w:trPr>
          <w:cantSplit/>
          <w:trHeight w:val="283"/>
        </w:trPr>
        <w:tc>
          <w:tcPr>
            <w:tcW w:w="6516" w:type="dxa"/>
          </w:tcPr>
          <w:p w14:paraId="5AFEBC94" w14:textId="5F4734FE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F199F">
              <w:rPr>
                <w:rFonts w:ascii="Aptos" w:hAnsi="Aptos"/>
                <w:sz w:val="20"/>
                <w:szCs w:val="20"/>
              </w:rPr>
              <w:t>143905000-WM-04, Attend to team leadership and first-line discipline for an operational unit in a contact centre at supervisory level, Level 4, 8 Credits.</w:t>
            </w:r>
          </w:p>
        </w:tc>
        <w:tc>
          <w:tcPr>
            <w:tcW w:w="1276" w:type="dxa"/>
            <w:vAlign w:val="center"/>
          </w:tcPr>
          <w:p w14:paraId="799559E5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1A6A81D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18C5F8A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13A067A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A174BE3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7AC72DEF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463A2E4C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410EF8D8" w14:textId="77777777" w:rsidR="006D4A06" w:rsidRPr="003F199F" w:rsidRDefault="006D4A06" w:rsidP="006D4A06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6D4A06" w:rsidRPr="0006602B" w14:paraId="656E70D0" w14:textId="77777777" w:rsidTr="00D960A1">
        <w:trPr>
          <w:trHeight w:val="283"/>
        </w:trPr>
        <w:tc>
          <w:tcPr>
            <w:tcW w:w="6516" w:type="dxa"/>
          </w:tcPr>
          <w:p w14:paraId="59E8614B" w14:textId="3C9166EB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F199F">
              <w:rPr>
                <w:rFonts w:ascii="Aptos" w:hAnsi="Aptos"/>
                <w:sz w:val="20"/>
                <w:szCs w:val="20"/>
              </w:rPr>
              <w:t>143905000-WM-05, Attend to personnel management processes in a contact centre environment within the delegated functions of line management, Level 5, 16 Credits.</w:t>
            </w:r>
          </w:p>
        </w:tc>
        <w:tc>
          <w:tcPr>
            <w:tcW w:w="1276" w:type="dxa"/>
            <w:vAlign w:val="center"/>
          </w:tcPr>
          <w:p w14:paraId="42E96385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E9BC707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92F05A1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BF799CC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14D41CAD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285CCC2D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0B119E16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3DEA6D43" w14:textId="77777777" w:rsidR="006D4A06" w:rsidRPr="003F199F" w:rsidRDefault="006D4A06" w:rsidP="006D4A06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6D4A06" w:rsidRPr="0006602B" w14:paraId="076FEB21" w14:textId="77777777" w:rsidTr="00D960A1">
        <w:trPr>
          <w:trHeight w:val="283"/>
        </w:trPr>
        <w:tc>
          <w:tcPr>
            <w:tcW w:w="6516" w:type="dxa"/>
          </w:tcPr>
          <w:p w14:paraId="58EAD4B8" w14:textId="1B15B3FF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F199F">
              <w:rPr>
                <w:rFonts w:ascii="Aptos" w:hAnsi="Aptos"/>
                <w:sz w:val="20"/>
                <w:szCs w:val="20"/>
              </w:rPr>
              <w:t>143905000-WM-06, Attend to customer and supplier relations management processes in a contact centre environment, Level 6, 16 Credits.</w:t>
            </w:r>
          </w:p>
        </w:tc>
        <w:tc>
          <w:tcPr>
            <w:tcW w:w="1276" w:type="dxa"/>
            <w:vAlign w:val="center"/>
          </w:tcPr>
          <w:p w14:paraId="43EF8C08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57DBEC0A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AFB335F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01EE8108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5D8C841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58872FDE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554448B7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37A671FE" w14:textId="77777777" w:rsidR="006D4A06" w:rsidRPr="003F199F" w:rsidRDefault="006D4A06" w:rsidP="006D4A06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6D4A06" w:rsidRPr="0006602B" w14:paraId="652F42F7" w14:textId="77777777" w:rsidTr="00D960A1">
        <w:trPr>
          <w:trHeight w:val="283"/>
        </w:trPr>
        <w:tc>
          <w:tcPr>
            <w:tcW w:w="6516" w:type="dxa"/>
          </w:tcPr>
          <w:p w14:paraId="6B9BF9E6" w14:textId="614BD96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F199F">
              <w:rPr>
                <w:rFonts w:ascii="Aptos" w:hAnsi="Aptos"/>
                <w:sz w:val="20"/>
                <w:szCs w:val="20"/>
              </w:rPr>
              <w:t>143905000-WM-07, Assure quality standards in a contact centre environment, Level 5, 16 Credits.</w:t>
            </w:r>
          </w:p>
        </w:tc>
        <w:tc>
          <w:tcPr>
            <w:tcW w:w="1276" w:type="dxa"/>
            <w:vAlign w:val="center"/>
          </w:tcPr>
          <w:p w14:paraId="59CECD23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6DA096CC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44C5FD34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A8F9FB6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2EEF191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53B6299B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0E6708BC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21C6DD94" w14:textId="77777777" w:rsidR="006D4A06" w:rsidRPr="003F199F" w:rsidRDefault="006D4A06" w:rsidP="006D4A06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6D4A06" w:rsidRPr="0006602B" w14:paraId="17CCB38C" w14:textId="77777777" w:rsidTr="00D960A1">
        <w:trPr>
          <w:trHeight w:val="283"/>
        </w:trPr>
        <w:tc>
          <w:tcPr>
            <w:tcW w:w="6516" w:type="dxa"/>
          </w:tcPr>
          <w:p w14:paraId="6128F384" w14:textId="76A445B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  <w:r w:rsidRPr="003F199F">
              <w:rPr>
                <w:rFonts w:ascii="Aptos" w:hAnsi="Aptos"/>
                <w:sz w:val="20"/>
                <w:szCs w:val="20"/>
              </w:rPr>
              <w:t>143905000-WM-08, Attend to process and technology efficiency management processes in a contact centre environment, Level 5, 16 Credits.</w:t>
            </w:r>
          </w:p>
        </w:tc>
        <w:tc>
          <w:tcPr>
            <w:tcW w:w="1276" w:type="dxa"/>
            <w:vAlign w:val="center"/>
          </w:tcPr>
          <w:p w14:paraId="7B12FD78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2292E1BA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7EA5D3B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75079744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6" w:type="dxa"/>
            <w:vAlign w:val="center"/>
          </w:tcPr>
          <w:p w14:paraId="3F430F34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37" w:type="dxa"/>
            <w:vAlign w:val="center"/>
          </w:tcPr>
          <w:p w14:paraId="0AAB0F57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347" w:type="dxa"/>
            <w:vAlign w:val="center"/>
          </w:tcPr>
          <w:p w14:paraId="5F784117" w14:textId="77777777" w:rsidR="006D4A06" w:rsidRPr="003F199F" w:rsidRDefault="006D4A06" w:rsidP="006D4A06">
            <w:pPr>
              <w:spacing w:line="276" w:lineRule="auto"/>
              <w:rPr>
                <w:rFonts w:ascii="Aptos" w:hAnsi="Aptos" w:cs="Arial"/>
                <w:sz w:val="20"/>
                <w:szCs w:val="20"/>
              </w:rPr>
            </w:pPr>
          </w:p>
        </w:tc>
        <w:tc>
          <w:tcPr>
            <w:tcW w:w="1343" w:type="dxa"/>
            <w:vAlign w:val="center"/>
          </w:tcPr>
          <w:p w14:paraId="2365E9F2" w14:textId="77777777" w:rsidR="006D4A06" w:rsidRPr="003F199F" w:rsidRDefault="006D4A06" w:rsidP="006D4A06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</w:p>
        </w:tc>
      </w:tr>
      <w:tr w:rsidR="006D4A06" w:rsidRPr="0006602B" w14:paraId="387142DA" w14:textId="77777777" w:rsidTr="00453930">
        <w:trPr>
          <w:trHeight w:val="283"/>
        </w:trPr>
        <w:tc>
          <w:tcPr>
            <w:tcW w:w="15163" w:type="dxa"/>
            <w:gridSpan w:val="9"/>
          </w:tcPr>
          <w:p w14:paraId="0EC86256" w14:textId="2CDC8F8A" w:rsidR="006D4A06" w:rsidRPr="003F199F" w:rsidRDefault="006D4A06" w:rsidP="006D4A06">
            <w:pPr>
              <w:spacing w:line="276" w:lineRule="auto"/>
              <w:ind w:right="-133"/>
              <w:rPr>
                <w:rFonts w:ascii="Aptos" w:hAnsi="Aptos" w:cs="Arial"/>
                <w:sz w:val="20"/>
                <w:szCs w:val="20"/>
              </w:rPr>
            </w:pPr>
            <w:r w:rsidRPr="003F199F">
              <w:rPr>
                <w:rFonts w:ascii="Aptos" w:hAnsi="Aptos"/>
                <w:sz w:val="20"/>
                <w:szCs w:val="20"/>
              </w:rPr>
              <w:t>Total number of credits for Work Experience Modules: 107.</w:t>
            </w:r>
          </w:p>
        </w:tc>
      </w:tr>
      <w:tr w:rsidR="00F82B32" w:rsidRPr="0006602B" w14:paraId="231C8A80" w14:textId="77777777" w:rsidTr="008A7070">
        <w:trPr>
          <w:trHeight w:val="283"/>
        </w:trPr>
        <w:tc>
          <w:tcPr>
            <w:tcW w:w="6516" w:type="dxa"/>
            <w:shd w:val="clear" w:color="auto" w:fill="000000" w:themeFill="text1"/>
            <w:vAlign w:val="center"/>
          </w:tcPr>
          <w:p w14:paraId="06E76CD4" w14:textId="50960F26" w:rsidR="00F82B32" w:rsidRPr="000A30A5" w:rsidRDefault="00F82B32" w:rsidP="006770C8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30A5">
              <w:rPr>
                <w:rFonts w:ascii="Arial" w:hAnsi="Arial" w:cs="Arial"/>
                <w:b/>
                <w:bCs/>
                <w:sz w:val="20"/>
                <w:szCs w:val="20"/>
              </w:rPr>
              <w:t>TOTALS</w:t>
            </w:r>
          </w:p>
        </w:tc>
        <w:tc>
          <w:tcPr>
            <w:tcW w:w="1276" w:type="dxa"/>
            <w:shd w:val="clear" w:color="auto" w:fill="000000" w:themeFill="text1"/>
            <w:vAlign w:val="center"/>
          </w:tcPr>
          <w:p w14:paraId="7746C4D3" w14:textId="6C66FC34" w:rsidR="00F82B32" w:rsidRPr="0006602B" w:rsidRDefault="00F82B32" w:rsidP="006770C8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681" w:type="dxa"/>
            <w:gridSpan w:val="5"/>
            <w:vAlign w:val="center"/>
          </w:tcPr>
          <w:p w14:paraId="775CF925" w14:textId="77777777" w:rsidR="00F82B32" w:rsidRPr="0006602B" w:rsidRDefault="00F82B32" w:rsidP="006770C8">
            <w:pPr>
              <w:spacing w:line="276" w:lineRule="auto"/>
              <w:rPr>
                <w:rFonts w:ascii="Arial" w:hAnsi="Arial" w:cs="Arial"/>
                <w:b/>
                <w:bCs/>
                <w:color w:val="FFFFFF" w:themeColor="background1"/>
              </w:rPr>
            </w:pPr>
          </w:p>
        </w:tc>
        <w:tc>
          <w:tcPr>
            <w:tcW w:w="1347" w:type="dxa"/>
            <w:shd w:val="clear" w:color="auto" w:fill="000000" w:themeFill="text1"/>
            <w:vAlign w:val="center"/>
          </w:tcPr>
          <w:p w14:paraId="44CEFA6D" w14:textId="77777777" w:rsidR="00F82B32" w:rsidRPr="0006602B" w:rsidRDefault="00F82B32" w:rsidP="006770C8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343" w:type="dxa"/>
            <w:shd w:val="clear" w:color="auto" w:fill="000000" w:themeFill="text1"/>
            <w:vAlign w:val="center"/>
          </w:tcPr>
          <w:p w14:paraId="5369F659" w14:textId="77777777" w:rsidR="00F82B32" w:rsidRPr="0006602B" w:rsidRDefault="00F82B32" w:rsidP="006770C8">
            <w:pPr>
              <w:spacing w:line="276" w:lineRule="auto"/>
              <w:ind w:right="-133"/>
              <w:rPr>
                <w:rFonts w:ascii="Arial" w:hAnsi="Arial" w:cs="Arial"/>
                <w:b/>
                <w:bCs/>
              </w:rPr>
            </w:pPr>
          </w:p>
        </w:tc>
      </w:tr>
    </w:tbl>
    <w:p w14:paraId="025E039C" w14:textId="77777777" w:rsidR="00D85926" w:rsidRDefault="00D85926" w:rsidP="00252B0D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lang w:eastAsia="en-ZA"/>
        </w:rPr>
      </w:pPr>
    </w:p>
    <w:p w14:paraId="55A2A628" w14:textId="77777777" w:rsidR="00D85926" w:rsidRDefault="00D85926">
      <w:pPr>
        <w:rPr>
          <w:rFonts w:ascii="Arial" w:eastAsia="Times New Roman" w:hAnsi="Arial" w:cs="Arial"/>
          <w:b/>
          <w:bCs/>
          <w:lang w:eastAsia="en-ZA"/>
        </w:rPr>
      </w:pPr>
      <w:r>
        <w:rPr>
          <w:rFonts w:ascii="Arial" w:eastAsia="Times New Roman" w:hAnsi="Arial" w:cs="Arial"/>
          <w:b/>
          <w:bCs/>
          <w:lang w:eastAsia="en-ZA"/>
        </w:rPr>
        <w:br w:type="page"/>
      </w:r>
    </w:p>
    <w:p w14:paraId="0CF71B1F" w14:textId="6BBD3B8E" w:rsidR="00252B0D" w:rsidRPr="00252B0D" w:rsidRDefault="00252B0D" w:rsidP="00252B0D">
      <w:pPr>
        <w:spacing w:before="100" w:beforeAutospacing="1" w:after="100" w:afterAutospacing="1" w:line="240" w:lineRule="auto"/>
        <w:outlineLvl w:val="2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lastRenderedPageBreak/>
        <w:t>Assessor Declaration</w:t>
      </w:r>
    </w:p>
    <w:p w14:paraId="7ED8355F" w14:textId="60B6446C" w:rsidR="00252B0D" w:rsidRPr="00252B0D" w:rsidRDefault="00252B0D" w:rsidP="000A30A5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lang w:eastAsia="en-ZA"/>
        </w:rPr>
      </w:pPr>
      <w:r w:rsidRPr="00252B0D">
        <w:rPr>
          <w:rFonts w:ascii="Arial" w:eastAsia="Times New Roman" w:hAnsi="Arial" w:cs="Arial"/>
          <w:lang w:eastAsia="en-ZA"/>
        </w:rPr>
        <w:t>I, the undersigned RPL Assessor</w:t>
      </w:r>
      <w:r>
        <w:rPr>
          <w:rFonts w:ascii="Arial" w:eastAsia="Times New Roman" w:hAnsi="Arial" w:cs="Arial"/>
          <w:lang w:eastAsia="en-ZA"/>
        </w:rPr>
        <w:t xml:space="preserve"> and registered </w:t>
      </w:r>
      <w:r w:rsidRPr="00252B0D">
        <w:rPr>
          <w:rFonts w:ascii="Arial" w:eastAsia="Times New Roman" w:hAnsi="Arial" w:cs="Arial"/>
          <w:lang w:eastAsia="en-ZA"/>
        </w:rPr>
        <w:t xml:space="preserve">Subject Matter Expert, confirm that the assessment matrix has been completed accurately and reflects my professional judgement of the candidate’s competence against the requirements of the registered </w:t>
      </w:r>
      <w:r>
        <w:rPr>
          <w:rFonts w:ascii="Arial" w:eastAsia="Times New Roman" w:hAnsi="Arial" w:cs="Arial"/>
          <w:lang w:eastAsia="en-ZA"/>
        </w:rPr>
        <w:t>O</w:t>
      </w:r>
      <w:r w:rsidRPr="00252B0D">
        <w:rPr>
          <w:rFonts w:ascii="Arial" w:eastAsia="Times New Roman" w:hAnsi="Arial" w:cs="Arial"/>
          <w:lang w:eastAsia="en-ZA"/>
        </w:rPr>
        <w:t xml:space="preserve">ccupational </w:t>
      </w:r>
      <w:r>
        <w:rPr>
          <w:rFonts w:ascii="Arial" w:eastAsia="Times New Roman" w:hAnsi="Arial" w:cs="Arial"/>
          <w:lang w:eastAsia="en-ZA"/>
        </w:rPr>
        <w:t>Q</w:t>
      </w:r>
      <w:r w:rsidRPr="00252B0D">
        <w:rPr>
          <w:rFonts w:ascii="Arial" w:eastAsia="Times New Roman" w:hAnsi="Arial" w:cs="Arial"/>
          <w:lang w:eastAsia="en-ZA"/>
        </w:rPr>
        <w:t>ualification. All decisions recorded are based on valid, authentic, current and sufficient evidence, supported by appropriate means of verification and documentary proof. I declare that the assessment was conducted fairly, transparently and in accordance with Services SETA and QCTO assessment requirements.</w:t>
      </w:r>
    </w:p>
    <w:p w14:paraId="06FBCA75" w14:textId="77777777" w:rsidR="0055119D" w:rsidRDefault="00252B0D" w:rsidP="0055119D">
      <w:pPr>
        <w:spacing w:before="240" w:line="240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Assessor/SME Name: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3483300A" w14:textId="46B77477" w:rsidR="0055119D" w:rsidRDefault="00252B0D" w:rsidP="0055119D">
      <w:pPr>
        <w:spacing w:before="240" w:line="240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Services SETA Constituent Registration No.:</w:t>
      </w:r>
      <w:r w:rsidRPr="00252B0D">
        <w:rPr>
          <w:rFonts w:ascii="Arial" w:eastAsia="Times New Roman" w:hAnsi="Arial" w:cs="Arial"/>
          <w:lang w:eastAsia="en-ZA"/>
        </w:rPr>
        <w:t xml:space="preserve"> 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7532C1AE" w14:textId="77777777" w:rsidR="0055119D" w:rsidRDefault="00252B0D" w:rsidP="0055119D">
      <w:pPr>
        <w:spacing w:before="240" w:line="240" w:lineRule="auto"/>
        <w:rPr>
          <w:rFonts w:ascii="Arial" w:eastAsia="Times New Roman" w:hAnsi="Arial" w:cs="Arial"/>
          <w:b/>
          <w:bCs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Signature: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_________________________________________________</w:t>
      </w:r>
      <w:r w:rsidRPr="00252B0D">
        <w:rPr>
          <w:rFonts w:ascii="Arial" w:eastAsia="Times New Roman" w:hAnsi="Arial" w:cs="Arial"/>
          <w:lang w:eastAsia="en-ZA"/>
        </w:rPr>
        <w:br/>
      </w:r>
    </w:p>
    <w:p w14:paraId="478477CB" w14:textId="27D6C43B" w:rsidR="00252B0D" w:rsidRPr="00252B0D" w:rsidRDefault="00252B0D" w:rsidP="0055119D">
      <w:pPr>
        <w:spacing w:before="240" w:line="240" w:lineRule="auto"/>
        <w:rPr>
          <w:rFonts w:ascii="Arial" w:eastAsia="Times New Roman" w:hAnsi="Arial" w:cs="Arial"/>
          <w:lang w:eastAsia="en-ZA"/>
        </w:rPr>
      </w:pPr>
      <w:r w:rsidRPr="00252B0D">
        <w:rPr>
          <w:rFonts w:ascii="Arial" w:eastAsia="Times New Roman" w:hAnsi="Arial" w:cs="Arial"/>
          <w:b/>
          <w:bCs/>
          <w:lang w:eastAsia="en-ZA"/>
        </w:rPr>
        <w:t>Date:</w:t>
      </w:r>
      <w:r w:rsidRPr="00252B0D">
        <w:rPr>
          <w:rFonts w:ascii="Arial" w:eastAsia="Times New Roman" w:hAnsi="Arial" w:cs="Arial"/>
          <w:lang w:eastAsia="en-ZA"/>
        </w:rPr>
        <w:t xml:space="preserve"> _____________________________________________________</w:t>
      </w:r>
    </w:p>
    <w:p w14:paraId="0C06CFDF" w14:textId="77777777" w:rsidR="00446468" w:rsidRDefault="00446468" w:rsidP="00446468">
      <w:pPr>
        <w:spacing w:line="360" w:lineRule="auto"/>
        <w:rPr>
          <w:rFonts w:ascii="Arial" w:hAnsi="Arial" w:cs="Arial"/>
        </w:rPr>
      </w:pPr>
    </w:p>
    <w:p w14:paraId="703B9EDC" w14:textId="77777777" w:rsidR="00243E87" w:rsidRPr="009C3D60" w:rsidRDefault="00243E87" w:rsidP="00D145A7">
      <w:pPr>
        <w:spacing w:line="276" w:lineRule="auto"/>
        <w:rPr>
          <w:rFonts w:ascii="Arial" w:hAnsi="Arial" w:cs="Arial"/>
          <w:b/>
          <w:bCs/>
        </w:rPr>
      </w:pPr>
    </w:p>
    <w:p w14:paraId="69F814CD" w14:textId="6B290F8E" w:rsidR="00F0662C" w:rsidRPr="007C31C5" w:rsidRDefault="00F0662C" w:rsidP="00D145A7">
      <w:pPr>
        <w:spacing w:line="276" w:lineRule="auto"/>
        <w:rPr>
          <w:rFonts w:ascii="Arial" w:hAnsi="Arial" w:cs="Arial"/>
        </w:rPr>
      </w:pPr>
    </w:p>
    <w:sectPr w:rsidR="00F0662C" w:rsidRPr="007C31C5" w:rsidSect="009336D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077" w:right="820" w:bottom="1843" w:left="851" w:header="39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A7C394" w14:textId="77777777" w:rsidR="00EC6213" w:rsidRDefault="00EC6213" w:rsidP="00213C69">
      <w:pPr>
        <w:spacing w:after="0" w:line="240" w:lineRule="auto"/>
      </w:pPr>
      <w:r>
        <w:separator/>
      </w:r>
    </w:p>
  </w:endnote>
  <w:endnote w:type="continuationSeparator" w:id="0">
    <w:p w14:paraId="0B0C8CAE" w14:textId="77777777" w:rsidR="00EC6213" w:rsidRDefault="00EC6213" w:rsidP="00213C69">
      <w:pPr>
        <w:spacing w:after="0" w:line="240" w:lineRule="auto"/>
      </w:pPr>
      <w:r>
        <w:continuationSeparator/>
      </w:r>
    </w:p>
  </w:endnote>
  <w:endnote w:type="continuationNotice" w:id="1">
    <w:p w14:paraId="213284F1" w14:textId="77777777" w:rsidR="00EC6213" w:rsidRDefault="00EC62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8C956" w14:textId="77777777" w:rsidR="008B5AF5" w:rsidRDefault="008B5A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5ACA2" w14:textId="374F53D5" w:rsidR="00164964" w:rsidRPr="00597EFA" w:rsidRDefault="00164964" w:rsidP="001C2A90">
    <w:pPr>
      <w:pStyle w:val="Footer"/>
      <w:ind w:right="-709"/>
      <w:jc w:val="right"/>
      <w:rPr>
        <w:rFonts w:ascii="Arial" w:hAnsi="Arial" w:cs="Arial"/>
        <w:color w:val="404040" w:themeColor="text1" w:themeTint="BF"/>
        <w:sz w:val="16"/>
        <w:szCs w:val="16"/>
      </w:rPr>
    </w:pPr>
    <w:r w:rsidRPr="00597EFA">
      <w:rPr>
        <w:rFonts w:ascii="Arial" w:hAnsi="Arial" w:cs="Arial"/>
        <w:color w:val="404040" w:themeColor="text1" w:themeTint="BF"/>
        <w:sz w:val="16"/>
        <w:szCs w:val="16"/>
      </w:rPr>
      <w:t>Version: 0</w:t>
    </w:r>
    <w:r>
      <w:rPr>
        <w:rFonts w:ascii="Arial" w:hAnsi="Arial" w:cs="Arial"/>
        <w:color w:val="404040" w:themeColor="text1" w:themeTint="BF"/>
        <w:sz w:val="16"/>
        <w:szCs w:val="16"/>
      </w:rPr>
      <w:t>1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>_</w:t>
    </w:r>
    <w:r w:rsidR="008A7070">
      <w:rPr>
        <w:rFonts w:ascii="Arial" w:hAnsi="Arial" w:cs="Arial"/>
        <w:color w:val="404040" w:themeColor="text1" w:themeTint="BF"/>
        <w:sz w:val="16"/>
        <w:szCs w:val="16"/>
      </w:rPr>
      <w:t>Dec</w:t>
    </w:r>
    <w:r w:rsidRPr="00597EFA">
      <w:rPr>
        <w:rFonts w:ascii="Arial" w:hAnsi="Arial" w:cs="Arial"/>
        <w:color w:val="404040" w:themeColor="text1" w:themeTint="BF"/>
        <w:sz w:val="16"/>
        <w:szCs w:val="16"/>
      </w:rPr>
      <w:t xml:space="preserve"> 2025</w:t>
    </w:r>
  </w:p>
  <w:p w14:paraId="66AC8802" w14:textId="31CAD34B" w:rsidR="00164964" w:rsidRPr="00597EFA" w:rsidRDefault="009336D0" w:rsidP="001C2A90">
    <w:pPr>
      <w:pStyle w:val="Footer"/>
      <w:ind w:right="-709"/>
      <w:jc w:val="right"/>
      <w:rPr>
        <w:color w:val="404040" w:themeColor="text1" w:themeTint="BF"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60E0C9D" wp14:editId="59A9753D">
              <wp:simplePos x="0" y="0"/>
              <wp:positionH relativeFrom="page">
                <wp:posOffset>-1905</wp:posOffset>
              </wp:positionH>
              <wp:positionV relativeFrom="paragraph">
                <wp:posOffset>148802</wp:posOffset>
              </wp:positionV>
              <wp:extent cx="10694035" cy="274955"/>
              <wp:effectExtent l="0" t="0" r="0" b="0"/>
              <wp:wrapNone/>
              <wp:docPr id="1503620206" name="Group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035" cy="274955"/>
                        <a:chOff x="0" y="0"/>
                        <a:chExt cx="10694035" cy="274955"/>
                      </a:xfrm>
                    </wpg:grpSpPr>
                    <pic:pic xmlns:pic="http://schemas.openxmlformats.org/drawingml/2006/picture">
                      <pic:nvPicPr>
                        <pic:cNvPr id="673241675" name="Picture 10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236585" cy="27495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953323839" name="Picture 555524349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6394"/>
                        <a:stretch/>
                      </pic:blipFill>
                      <pic:spPr bwMode="auto">
                        <a:xfrm>
                          <a:off x="5467350" y="0"/>
                          <a:ext cx="5226685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86070338" name="Picture 1546522054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372110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72403382" name="Picture 107259088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/>
                        <a:srcRect l="37013" r="49155" b="-8"/>
                        <a:stretch/>
                      </pic:blipFill>
                      <pic:spPr bwMode="auto">
                        <a:xfrm>
                          <a:off x="4781550" y="0"/>
                          <a:ext cx="1136650" cy="27495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E57011B" id="Group 9" o:spid="_x0000_s1026" style="position:absolute;margin-left:-.15pt;margin-top:11.7pt;width:842.05pt;height:21.65pt;z-index:-251658240;mso-position-horizontal-relative:page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">
                <v:imagedata r:id="rId2" o:title=""/>
              </v:shape>
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">
                <v:imagedata r:id="rId2" o:title="" cropleft="23851f"/>
              </v:shape>
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">
                <v:imagedata r:id="rId2" o:title="" cropbottom="-5f" cropleft="24257f" cropright="32214f"/>
              </v:shape>
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">
                <v:imagedata r:id="rId2" o:title="" cropbottom="-5f" cropleft="24257f" cropright="32214f"/>
              </v:shape>
              <w10:wrap anchorx="page"/>
            </v:group>
          </w:pict>
        </mc:Fallback>
      </mc:AlternateContent>
    </w:r>
    <w:r w:rsidR="00164964" w:rsidRPr="00597EFA">
      <w:rPr>
        <w:rFonts w:ascii="Arial" w:hAnsi="Arial" w:cs="Arial"/>
        <w:color w:val="404040" w:themeColor="text1" w:themeTint="BF"/>
        <w:sz w:val="16"/>
        <w:szCs w:val="16"/>
      </w:rPr>
      <w:t>Next Review: Q3 2025/26</w:t>
    </w:r>
  </w:p>
  <w:p w14:paraId="1D02CDC4" w14:textId="05B5FD80" w:rsidR="00F17F63" w:rsidRDefault="00F17F6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-211150621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781300677"/>
          <w:docPartObj>
            <w:docPartGallery w:val="Page Numbers (Top of Page)"/>
            <w:docPartUnique/>
          </w:docPartObj>
        </w:sdtPr>
        <w:sdtEndPr/>
        <w:sdtContent>
          <w:p w14:paraId="256166D7" w14:textId="6BB4390D" w:rsidR="008140FB" w:rsidRDefault="008140FB" w:rsidP="008140FB">
            <w:pPr>
              <w:pStyle w:val="Footer"/>
              <w:ind w:right="-709"/>
              <w:jc w:val="right"/>
              <w:rPr>
                <w:rFonts w:ascii="Arial" w:hAnsi="Arial" w:cs="Arial"/>
                <w:b/>
                <w:bCs/>
              </w:rPr>
            </w:pPr>
          </w:p>
          <w:p w14:paraId="7524207D" w14:textId="77777777" w:rsidR="009336D0" w:rsidRPr="00597EFA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</w:pP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Version: 0</w:t>
            </w:r>
            <w:r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1</w: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_Nov 2025</w:t>
            </w:r>
          </w:p>
          <w:p w14:paraId="28D5CCC2" w14:textId="36033B06" w:rsidR="000A7FE9" w:rsidRDefault="009336D0" w:rsidP="009336D0">
            <w:pPr>
              <w:pStyle w:val="Footer"/>
              <w:ind w:right="-709"/>
              <w:jc w:val="right"/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0" layoutInCell="1" allowOverlap="1" wp14:anchorId="325BDE81" wp14:editId="34C3E15D">
                      <wp:simplePos x="0" y="0"/>
                      <wp:positionH relativeFrom="margin">
                        <wp:posOffset>-537845</wp:posOffset>
                      </wp:positionH>
                      <wp:positionV relativeFrom="paragraph">
                        <wp:posOffset>146262</wp:posOffset>
                      </wp:positionV>
                      <wp:extent cx="10694035" cy="274955"/>
                      <wp:effectExtent l="0" t="0" r="0" b="0"/>
                      <wp:wrapNone/>
                      <wp:docPr id="1358036089" name="Group 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94035" cy="274955"/>
                                <a:chOff x="0" y="0"/>
                                <a:chExt cx="10694035" cy="27495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917030039" name="Picture 1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236585" cy="27495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55630104" name="Picture 55552434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6394"/>
                                <a:stretch/>
                              </pic:blipFill>
                              <pic:spPr bwMode="auto">
                                <a:xfrm>
                                  <a:off x="5467350" y="0"/>
                                  <a:ext cx="5226685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314493613" name="Picture 154652205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372110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41391968" name="Picture 1072590880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"/>
                                <a:srcRect l="37013" r="49155" b="-8"/>
                                <a:stretch/>
                              </pic:blipFill>
                              <pic:spPr bwMode="auto">
                                <a:xfrm>
                                  <a:off x="4781550" y="0"/>
                                  <a:ext cx="1136650" cy="27495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0108EDA" id="Group 9" o:spid="_x0000_s1026" style="position:absolute;margin-left:-42.35pt;margin-top:11.5pt;width:842.05pt;height:21.65pt;z-index:-251659264;mso-position-horizontal-relative:margin" coordsize="106940,2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0" o:spid="_x0000_s1027" type="#_x0000_t75" style="position:absolute;width:82365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">
                        <v:imagedata r:id="rId2" o:title=""/>
                      </v:shape>
                      <v:shape id="Picture 555524349" o:spid="_x0000_s1028" type="#_x0000_t75" style="position:absolute;left:54673;width:522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">
                        <v:imagedata r:id="rId2" o:title="" cropleft="23851f"/>
                      </v:shape>
                      <v:shape id="Picture 1546522054" o:spid="_x0000_s1029" type="#_x0000_t75" style="position:absolute;left:37211;width:11366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">
                        <v:imagedata r:id="rId2" o:title="" cropbottom="-5f" cropleft="24257f" cropright="32214f"/>
                      </v:shape>
                      <v:shape id="Picture 1072590880" o:spid="_x0000_s1030" type="#_x0000_t75" style="position:absolute;left:47815;width:11367;height:27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">
                        <v:imagedata r:id="rId2" o:title="" cropbottom="-5f" cropleft="24257f" cropright="32214f"/>
                      </v:shape>
                      <w10:wrap anchorx="margin"/>
                    </v:group>
                  </w:pict>
                </mc:Fallback>
              </mc:AlternateContent>
            </w:r>
            <w:r w:rsidRPr="00597EFA">
              <w:rPr>
                <w:rFonts w:ascii="Arial" w:hAnsi="Arial" w:cs="Arial"/>
                <w:color w:val="404040" w:themeColor="text1" w:themeTint="BF"/>
                <w:sz w:val="16"/>
                <w:szCs w:val="16"/>
              </w:rPr>
              <w:t>Next Review: Q3 2025/26</w:t>
            </w:r>
          </w:p>
        </w:sdtContent>
      </w:sdt>
    </w:sdtContent>
  </w:sdt>
  <w:p w14:paraId="7C570B5D" w14:textId="642936CB" w:rsidR="009A474D" w:rsidRPr="000A7FE9" w:rsidRDefault="009A474D" w:rsidP="000A7FE9">
    <w:pPr>
      <w:pStyle w:val="Footer"/>
      <w:jc w:val="righ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C50C5" w14:textId="77777777" w:rsidR="00EC6213" w:rsidRDefault="00EC6213" w:rsidP="00213C69">
      <w:pPr>
        <w:spacing w:after="0" w:line="240" w:lineRule="auto"/>
      </w:pPr>
      <w:r>
        <w:separator/>
      </w:r>
    </w:p>
  </w:footnote>
  <w:footnote w:type="continuationSeparator" w:id="0">
    <w:p w14:paraId="301BE605" w14:textId="77777777" w:rsidR="00EC6213" w:rsidRDefault="00EC6213" w:rsidP="00213C69">
      <w:pPr>
        <w:spacing w:after="0" w:line="240" w:lineRule="auto"/>
      </w:pPr>
      <w:r>
        <w:continuationSeparator/>
      </w:r>
    </w:p>
  </w:footnote>
  <w:footnote w:type="continuationNotice" w:id="1">
    <w:p w14:paraId="6C9928AB" w14:textId="77777777" w:rsidR="00EC6213" w:rsidRDefault="00EC62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97DA4" w14:textId="77777777" w:rsidR="008B5AF5" w:rsidRDefault="008B5A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F5EBE" w14:textId="56FB0DD8" w:rsidR="00F17F63" w:rsidRDefault="008B5AF5" w:rsidP="008B5AF5">
    <w:pPr>
      <w:pStyle w:val="Header"/>
      <w:jc w:val="center"/>
    </w:pPr>
    <w:r>
      <w:rPr>
        <w:rFonts w:ascii="Arial" w:hAnsi="Arial" w:cs="Arial"/>
        <w:sz w:val="16"/>
        <w:szCs w:val="16"/>
      </w:rPr>
      <w:t xml:space="preserve">Controlled Document </w:t>
    </w:r>
    <w:r w:rsidR="0048708B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065C5B5" wp14:editId="550397CD">
              <wp:simplePos x="0" y="0"/>
              <wp:positionH relativeFrom="page">
                <wp:align>right</wp:align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1498027342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326722748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80981739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321ED79" id="Group 7" o:spid="_x0000_s1026" style="position:absolute;margin-left:790.9pt;margin-top:-19.5pt;width:842.1pt;height:27.75pt;z-index:251659264;mso-position-horizontal:right;mso-position-horizontal-relative:page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">
                <v:imagedata r:id="rId2" o:title="A black and orange rectangle&#10;&#10;Description automatically generated" cropbottom="49826f"/>
              </v:shape>
              <w10:wrap type="square" anchorx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207EA" w14:textId="01F3FE99" w:rsidR="00175D18" w:rsidRDefault="001852D2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087AE69D" wp14:editId="47481E6C">
              <wp:simplePos x="0" y="0"/>
              <wp:positionH relativeFrom="margin">
                <wp:posOffset>-538480</wp:posOffset>
              </wp:positionH>
              <wp:positionV relativeFrom="paragraph">
                <wp:posOffset>-247650</wp:posOffset>
              </wp:positionV>
              <wp:extent cx="10694670" cy="352425"/>
              <wp:effectExtent l="0" t="0" r="0" b="9525"/>
              <wp:wrapSquare wrapText="bothSides"/>
              <wp:docPr id="36054344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4670" cy="352425"/>
                        <a:chOff x="0" y="0"/>
                        <a:chExt cx="10694670" cy="352425"/>
                      </a:xfrm>
                    </wpg:grpSpPr>
                    <pic:pic xmlns:pic="http://schemas.openxmlformats.org/drawingml/2006/picture">
                      <pic:nvPicPr>
                        <pic:cNvPr id="1049412430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287655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691735462" name="image2.png" descr="A black and orange rectangle&#10;&#10;Description automatically generated"/>
                        <pic:cNvPicPr/>
                      </pic:nvPicPr>
                      <pic:blipFill rotWithShape="1">
                        <a:blip r:embed="rId1"/>
                        <a:srcRect b="76028"/>
                        <a:stretch/>
                      </pic:blipFill>
                      <pic:spPr bwMode="auto">
                        <a:xfrm>
                          <a:off x="0" y="0"/>
                          <a:ext cx="7818120" cy="3524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10281E7" id="Group 7" o:spid="_x0000_s1026" style="position:absolute;margin-left:-42.4pt;margin-top:-19.5pt;width:842.1pt;height:27.75pt;z-index:251656192;mso-position-horizontal-relative:margin" coordsize="106946,35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2.png" o:spid="_x0000_s1027" type="#_x0000_t75" alt="A black and orange rectangle&#10;&#10;Description automatically generated" style="position:absolute;left:28765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">
                <v:imagedata r:id="rId2" o:title="A black and orange rectangle&#10;&#10;Description automatically generated" cropbottom="49826f"/>
              </v:shape>
              <v:shape id="image2.png" o:spid="_x0000_s1028" type="#_x0000_t75" alt="A black and orange rectangle&#10;&#10;Description automatically generated" style="position:absolute;width:78181;height:35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">
                <v:imagedata r:id="rId2" o:title="A black and orange rectangle&#10;&#10;Description automatically generated" cropbottom="49826f"/>
              </v:shape>
              <w10:wrap type="square"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A65FE"/>
    <w:multiLevelType w:val="hybridMultilevel"/>
    <w:tmpl w:val="30664776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3E460BC"/>
    <w:multiLevelType w:val="hybridMultilevel"/>
    <w:tmpl w:val="9C24B582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DD3382"/>
    <w:multiLevelType w:val="hybridMultilevel"/>
    <w:tmpl w:val="C5C6E3F6"/>
    <w:lvl w:ilvl="0" w:tplc="5E12408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1B8C7339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BF07DF4"/>
    <w:multiLevelType w:val="hybridMultilevel"/>
    <w:tmpl w:val="7C0C7E96"/>
    <w:lvl w:ilvl="0" w:tplc="1C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1C146171"/>
    <w:multiLevelType w:val="hybridMultilevel"/>
    <w:tmpl w:val="B8062F78"/>
    <w:lvl w:ilvl="0" w:tplc="6D2A6BD2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1CFF1EDC"/>
    <w:multiLevelType w:val="hybridMultilevel"/>
    <w:tmpl w:val="4CEC7F8A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15875CA"/>
    <w:multiLevelType w:val="multilevel"/>
    <w:tmpl w:val="E08C187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FA366E"/>
    <w:multiLevelType w:val="hybridMultilevel"/>
    <w:tmpl w:val="982C7EC0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2C3062DE"/>
    <w:multiLevelType w:val="multilevel"/>
    <w:tmpl w:val="2A5673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10" w15:restartNumberingAfterBreak="0">
    <w:nsid w:val="316B155F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18B5701"/>
    <w:multiLevelType w:val="hybridMultilevel"/>
    <w:tmpl w:val="FE943074"/>
    <w:lvl w:ilvl="0" w:tplc="5E1240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AF30ED"/>
    <w:multiLevelType w:val="hybridMultilevel"/>
    <w:tmpl w:val="5A3AFC34"/>
    <w:lvl w:ilvl="0" w:tplc="1C090001">
      <w:start w:val="1"/>
      <w:numFmt w:val="bullet"/>
      <w:lvlText w:val=""/>
      <w:lvlJc w:val="left"/>
      <w:pPr>
        <w:ind w:left="1231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95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7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9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1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3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5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7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91" w:hanging="360"/>
      </w:pPr>
      <w:rPr>
        <w:rFonts w:ascii="Wingdings" w:hAnsi="Wingdings" w:hint="default"/>
      </w:rPr>
    </w:lvl>
  </w:abstractNum>
  <w:abstractNum w:abstractNumId="13" w15:restartNumberingAfterBreak="0">
    <w:nsid w:val="379C2D24"/>
    <w:multiLevelType w:val="hybridMultilevel"/>
    <w:tmpl w:val="EC760E7E"/>
    <w:lvl w:ilvl="0" w:tplc="363CF4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752DC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DE29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1CC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648A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4276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049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A44A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8CBA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A8D64F2"/>
    <w:multiLevelType w:val="hybridMultilevel"/>
    <w:tmpl w:val="C99C141C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DA5600"/>
    <w:multiLevelType w:val="hybridMultilevel"/>
    <w:tmpl w:val="04CE8B5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6" w15:restartNumberingAfterBreak="0">
    <w:nsid w:val="3CF83A8B"/>
    <w:multiLevelType w:val="hybridMultilevel"/>
    <w:tmpl w:val="39E42B8C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408E517F"/>
    <w:multiLevelType w:val="hybridMultilevel"/>
    <w:tmpl w:val="5F96525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 w15:restartNumberingAfterBreak="0">
    <w:nsid w:val="42C9665B"/>
    <w:multiLevelType w:val="hybridMultilevel"/>
    <w:tmpl w:val="14A682F6"/>
    <w:lvl w:ilvl="0" w:tplc="04F47DD0">
      <w:numFmt w:val="bullet"/>
      <w:lvlText w:val=""/>
      <w:lvlJc w:val="left"/>
      <w:pPr>
        <w:ind w:left="927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486222F7"/>
    <w:multiLevelType w:val="hybridMultilevel"/>
    <w:tmpl w:val="1BECA9C8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50B62913"/>
    <w:multiLevelType w:val="hybridMultilevel"/>
    <w:tmpl w:val="F60A912C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86B4256"/>
    <w:multiLevelType w:val="hybridMultilevel"/>
    <w:tmpl w:val="3D44D8AC"/>
    <w:lvl w:ilvl="0" w:tplc="04F47DD0">
      <w:numFmt w:val="bullet"/>
      <w:lvlText w:val=""/>
      <w:lvlJc w:val="left"/>
      <w:pPr>
        <w:ind w:left="1494" w:hanging="360"/>
      </w:pPr>
      <w:rPr>
        <w:rFonts w:ascii="Arial" w:eastAsia="Arial" w:hAnsi="Arial" w:cs="Aria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8B31B50"/>
    <w:multiLevelType w:val="hybridMultilevel"/>
    <w:tmpl w:val="7662E8C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5D9269B9"/>
    <w:multiLevelType w:val="hybridMultilevel"/>
    <w:tmpl w:val="4472437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E5240A6"/>
    <w:multiLevelType w:val="hybridMultilevel"/>
    <w:tmpl w:val="B33EF9DC"/>
    <w:lvl w:ilvl="0" w:tplc="22C8DDEE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5" w15:restartNumberingAfterBreak="0">
    <w:nsid w:val="607F3718"/>
    <w:multiLevelType w:val="hybridMultilevel"/>
    <w:tmpl w:val="80D25814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6" w15:restartNumberingAfterBreak="0">
    <w:nsid w:val="61B94BA7"/>
    <w:multiLevelType w:val="hybridMultilevel"/>
    <w:tmpl w:val="18DC156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29E2320"/>
    <w:multiLevelType w:val="hybridMultilevel"/>
    <w:tmpl w:val="8676DED2"/>
    <w:lvl w:ilvl="0" w:tplc="1C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991548"/>
    <w:multiLevelType w:val="multilevel"/>
    <w:tmpl w:val="2A8A49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5054ECB"/>
    <w:multiLevelType w:val="hybridMultilevel"/>
    <w:tmpl w:val="09705FAC"/>
    <w:lvl w:ilvl="0" w:tplc="6868E30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654" w:hanging="360"/>
      </w:pPr>
    </w:lvl>
    <w:lvl w:ilvl="2" w:tplc="1C09001B" w:tentative="1">
      <w:start w:val="1"/>
      <w:numFmt w:val="lowerRoman"/>
      <w:lvlText w:val="%3."/>
      <w:lvlJc w:val="right"/>
      <w:pPr>
        <w:ind w:left="1374" w:hanging="180"/>
      </w:pPr>
    </w:lvl>
    <w:lvl w:ilvl="3" w:tplc="1C09000F" w:tentative="1">
      <w:start w:val="1"/>
      <w:numFmt w:val="decimal"/>
      <w:lvlText w:val="%4."/>
      <w:lvlJc w:val="left"/>
      <w:pPr>
        <w:ind w:left="2094" w:hanging="360"/>
      </w:pPr>
    </w:lvl>
    <w:lvl w:ilvl="4" w:tplc="1C090019" w:tentative="1">
      <w:start w:val="1"/>
      <w:numFmt w:val="lowerLetter"/>
      <w:lvlText w:val="%5."/>
      <w:lvlJc w:val="left"/>
      <w:pPr>
        <w:ind w:left="2814" w:hanging="360"/>
      </w:pPr>
    </w:lvl>
    <w:lvl w:ilvl="5" w:tplc="1C09001B" w:tentative="1">
      <w:start w:val="1"/>
      <w:numFmt w:val="lowerRoman"/>
      <w:lvlText w:val="%6."/>
      <w:lvlJc w:val="right"/>
      <w:pPr>
        <w:ind w:left="3534" w:hanging="180"/>
      </w:pPr>
    </w:lvl>
    <w:lvl w:ilvl="6" w:tplc="1C09000F" w:tentative="1">
      <w:start w:val="1"/>
      <w:numFmt w:val="decimal"/>
      <w:lvlText w:val="%7."/>
      <w:lvlJc w:val="left"/>
      <w:pPr>
        <w:ind w:left="4254" w:hanging="360"/>
      </w:pPr>
    </w:lvl>
    <w:lvl w:ilvl="7" w:tplc="1C090019" w:tentative="1">
      <w:start w:val="1"/>
      <w:numFmt w:val="lowerLetter"/>
      <w:lvlText w:val="%8."/>
      <w:lvlJc w:val="left"/>
      <w:pPr>
        <w:ind w:left="4974" w:hanging="360"/>
      </w:pPr>
    </w:lvl>
    <w:lvl w:ilvl="8" w:tplc="1C0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0" w15:restartNumberingAfterBreak="0">
    <w:nsid w:val="675F7D94"/>
    <w:multiLevelType w:val="hybridMultilevel"/>
    <w:tmpl w:val="0BD2BC62"/>
    <w:lvl w:ilvl="0" w:tplc="86A04A40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A77308"/>
    <w:multiLevelType w:val="hybridMultilevel"/>
    <w:tmpl w:val="A378A670"/>
    <w:lvl w:ilvl="0" w:tplc="1C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25E50C5"/>
    <w:multiLevelType w:val="hybridMultilevel"/>
    <w:tmpl w:val="9A368EDC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3" w15:restartNumberingAfterBreak="0">
    <w:nsid w:val="77A122E7"/>
    <w:multiLevelType w:val="hybridMultilevel"/>
    <w:tmpl w:val="C05296A8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4" w15:restartNumberingAfterBreak="0">
    <w:nsid w:val="7C1749A2"/>
    <w:multiLevelType w:val="hybridMultilevel"/>
    <w:tmpl w:val="3E82590E"/>
    <w:lvl w:ilvl="0" w:tplc="08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314645914">
    <w:abstractNumId w:val="2"/>
  </w:num>
  <w:num w:numId="2" w16cid:durableId="1978563538">
    <w:abstractNumId w:val="8"/>
  </w:num>
  <w:num w:numId="3" w16cid:durableId="349113405">
    <w:abstractNumId w:val="12"/>
  </w:num>
  <w:num w:numId="4" w16cid:durableId="589387648">
    <w:abstractNumId w:val="10"/>
  </w:num>
  <w:num w:numId="5" w16cid:durableId="637999579">
    <w:abstractNumId w:val="24"/>
  </w:num>
  <w:num w:numId="6" w16cid:durableId="21102706">
    <w:abstractNumId w:val="4"/>
  </w:num>
  <w:num w:numId="7" w16cid:durableId="1666739071">
    <w:abstractNumId w:val="5"/>
  </w:num>
  <w:num w:numId="8" w16cid:durableId="1224606331">
    <w:abstractNumId w:val="22"/>
  </w:num>
  <w:num w:numId="9" w16cid:durableId="1624506461">
    <w:abstractNumId w:val="32"/>
  </w:num>
  <w:num w:numId="10" w16cid:durableId="2087343079">
    <w:abstractNumId w:val="6"/>
  </w:num>
  <w:num w:numId="11" w16cid:durableId="126975948">
    <w:abstractNumId w:val="0"/>
  </w:num>
  <w:num w:numId="12" w16cid:durableId="364529137">
    <w:abstractNumId w:val="16"/>
  </w:num>
  <w:num w:numId="13" w16cid:durableId="15270606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0428523">
    <w:abstractNumId w:val="30"/>
  </w:num>
  <w:num w:numId="15" w16cid:durableId="700402222">
    <w:abstractNumId w:val="23"/>
  </w:num>
  <w:num w:numId="16" w16cid:durableId="1628655497">
    <w:abstractNumId w:val="26"/>
  </w:num>
  <w:num w:numId="17" w16cid:durableId="1246768852">
    <w:abstractNumId w:val="25"/>
  </w:num>
  <w:num w:numId="18" w16cid:durableId="819155188">
    <w:abstractNumId w:val="15"/>
  </w:num>
  <w:num w:numId="19" w16cid:durableId="2000503499">
    <w:abstractNumId w:val="19"/>
  </w:num>
  <w:num w:numId="20" w16cid:durableId="1030758985">
    <w:abstractNumId w:val="34"/>
  </w:num>
  <w:num w:numId="21" w16cid:durableId="1566525094">
    <w:abstractNumId w:val="17"/>
  </w:num>
  <w:num w:numId="22" w16cid:durableId="1089930071">
    <w:abstractNumId w:val="33"/>
  </w:num>
  <w:num w:numId="23" w16cid:durableId="1463962566">
    <w:abstractNumId w:val="14"/>
  </w:num>
  <w:num w:numId="24" w16cid:durableId="181475614">
    <w:abstractNumId w:val="1"/>
  </w:num>
  <w:num w:numId="25" w16cid:durableId="582303698">
    <w:abstractNumId w:val="9"/>
  </w:num>
  <w:num w:numId="26" w16cid:durableId="651063625">
    <w:abstractNumId w:val="3"/>
  </w:num>
  <w:num w:numId="27" w16cid:durableId="754859924">
    <w:abstractNumId w:val="20"/>
  </w:num>
  <w:num w:numId="28" w16cid:durableId="1060522280">
    <w:abstractNumId w:val="13"/>
  </w:num>
  <w:num w:numId="29" w16cid:durableId="2137136969">
    <w:abstractNumId w:val="31"/>
  </w:num>
  <w:num w:numId="30" w16cid:durableId="1689863889">
    <w:abstractNumId w:val="18"/>
  </w:num>
  <w:num w:numId="31" w16cid:durableId="1663923813">
    <w:abstractNumId w:val="21"/>
  </w:num>
  <w:num w:numId="32" w16cid:durableId="619336064">
    <w:abstractNumId w:val="27"/>
  </w:num>
  <w:num w:numId="33" w16cid:durableId="102699867">
    <w:abstractNumId w:val="11"/>
  </w:num>
  <w:num w:numId="34" w16cid:durableId="1506552575">
    <w:abstractNumId w:val="7"/>
  </w:num>
  <w:num w:numId="35" w16cid:durableId="626199964">
    <w:abstractNumId w:val="28"/>
  </w:num>
  <w:num w:numId="36" w16cid:durableId="9536877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0E49"/>
    <w:rsid w:val="000000C4"/>
    <w:rsid w:val="0000058B"/>
    <w:rsid w:val="000019DC"/>
    <w:rsid w:val="00001C4B"/>
    <w:rsid w:val="000024C5"/>
    <w:rsid w:val="0000281F"/>
    <w:rsid w:val="0000298E"/>
    <w:rsid w:val="00003976"/>
    <w:rsid w:val="0000414A"/>
    <w:rsid w:val="00004361"/>
    <w:rsid w:val="000046E8"/>
    <w:rsid w:val="00004952"/>
    <w:rsid w:val="00004F98"/>
    <w:rsid w:val="000051C8"/>
    <w:rsid w:val="00005A2B"/>
    <w:rsid w:val="00006056"/>
    <w:rsid w:val="000060DC"/>
    <w:rsid w:val="00006111"/>
    <w:rsid w:val="00006AD0"/>
    <w:rsid w:val="00006B3A"/>
    <w:rsid w:val="00006DC7"/>
    <w:rsid w:val="00006E4C"/>
    <w:rsid w:val="00006EBA"/>
    <w:rsid w:val="0000754B"/>
    <w:rsid w:val="00007935"/>
    <w:rsid w:val="000100F3"/>
    <w:rsid w:val="000107F7"/>
    <w:rsid w:val="00010B77"/>
    <w:rsid w:val="00010BF3"/>
    <w:rsid w:val="00010D9E"/>
    <w:rsid w:val="00010E16"/>
    <w:rsid w:val="00010E5C"/>
    <w:rsid w:val="00011761"/>
    <w:rsid w:val="00011EA7"/>
    <w:rsid w:val="00011EDD"/>
    <w:rsid w:val="00011F77"/>
    <w:rsid w:val="00012134"/>
    <w:rsid w:val="00012247"/>
    <w:rsid w:val="00012683"/>
    <w:rsid w:val="00013582"/>
    <w:rsid w:val="000136DF"/>
    <w:rsid w:val="00013834"/>
    <w:rsid w:val="0001385E"/>
    <w:rsid w:val="0001392F"/>
    <w:rsid w:val="00013956"/>
    <w:rsid w:val="00014123"/>
    <w:rsid w:val="000142E8"/>
    <w:rsid w:val="000146A4"/>
    <w:rsid w:val="00014789"/>
    <w:rsid w:val="000147C4"/>
    <w:rsid w:val="00014810"/>
    <w:rsid w:val="000148AF"/>
    <w:rsid w:val="0001492A"/>
    <w:rsid w:val="00014CAF"/>
    <w:rsid w:val="0001505C"/>
    <w:rsid w:val="000156DF"/>
    <w:rsid w:val="0001592C"/>
    <w:rsid w:val="00015BD5"/>
    <w:rsid w:val="00016339"/>
    <w:rsid w:val="000167E9"/>
    <w:rsid w:val="00016A52"/>
    <w:rsid w:val="000200F7"/>
    <w:rsid w:val="00021044"/>
    <w:rsid w:val="00021094"/>
    <w:rsid w:val="000214E2"/>
    <w:rsid w:val="000214F1"/>
    <w:rsid w:val="00021560"/>
    <w:rsid w:val="00021E05"/>
    <w:rsid w:val="00022261"/>
    <w:rsid w:val="000228BD"/>
    <w:rsid w:val="00022EB4"/>
    <w:rsid w:val="00022F10"/>
    <w:rsid w:val="0002300F"/>
    <w:rsid w:val="000230FE"/>
    <w:rsid w:val="00023942"/>
    <w:rsid w:val="0002403D"/>
    <w:rsid w:val="00024AD2"/>
    <w:rsid w:val="00024E42"/>
    <w:rsid w:val="00024E75"/>
    <w:rsid w:val="000251BE"/>
    <w:rsid w:val="00025206"/>
    <w:rsid w:val="000255D3"/>
    <w:rsid w:val="00025864"/>
    <w:rsid w:val="00025C07"/>
    <w:rsid w:val="0002697B"/>
    <w:rsid w:val="00026F4C"/>
    <w:rsid w:val="000277CB"/>
    <w:rsid w:val="0003002A"/>
    <w:rsid w:val="00030132"/>
    <w:rsid w:val="00030AE8"/>
    <w:rsid w:val="000312ED"/>
    <w:rsid w:val="000313F6"/>
    <w:rsid w:val="000316A2"/>
    <w:rsid w:val="000317F5"/>
    <w:rsid w:val="000329D8"/>
    <w:rsid w:val="00032A70"/>
    <w:rsid w:val="00032EC1"/>
    <w:rsid w:val="0003300D"/>
    <w:rsid w:val="000330CF"/>
    <w:rsid w:val="000332F9"/>
    <w:rsid w:val="00033356"/>
    <w:rsid w:val="0003347A"/>
    <w:rsid w:val="00033537"/>
    <w:rsid w:val="0003378F"/>
    <w:rsid w:val="00033AF8"/>
    <w:rsid w:val="00033CF1"/>
    <w:rsid w:val="0003424B"/>
    <w:rsid w:val="0003426C"/>
    <w:rsid w:val="00034619"/>
    <w:rsid w:val="00034749"/>
    <w:rsid w:val="00034D2D"/>
    <w:rsid w:val="00034FA0"/>
    <w:rsid w:val="000354AC"/>
    <w:rsid w:val="00036B59"/>
    <w:rsid w:val="00036FE3"/>
    <w:rsid w:val="00037287"/>
    <w:rsid w:val="00037768"/>
    <w:rsid w:val="0003781C"/>
    <w:rsid w:val="00037A32"/>
    <w:rsid w:val="00037D7F"/>
    <w:rsid w:val="00037E4D"/>
    <w:rsid w:val="000402FD"/>
    <w:rsid w:val="00040BC0"/>
    <w:rsid w:val="0004103C"/>
    <w:rsid w:val="0004188E"/>
    <w:rsid w:val="0004194C"/>
    <w:rsid w:val="000419EF"/>
    <w:rsid w:val="000420C9"/>
    <w:rsid w:val="000420ED"/>
    <w:rsid w:val="00042AB4"/>
    <w:rsid w:val="00043562"/>
    <w:rsid w:val="00043A0A"/>
    <w:rsid w:val="00043CA8"/>
    <w:rsid w:val="00043EF9"/>
    <w:rsid w:val="000446CE"/>
    <w:rsid w:val="000447D4"/>
    <w:rsid w:val="000449E2"/>
    <w:rsid w:val="00045035"/>
    <w:rsid w:val="00045096"/>
    <w:rsid w:val="00045B34"/>
    <w:rsid w:val="00046453"/>
    <w:rsid w:val="0004690D"/>
    <w:rsid w:val="00046EC5"/>
    <w:rsid w:val="00046F50"/>
    <w:rsid w:val="000475C9"/>
    <w:rsid w:val="0004789F"/>
    <w:rsid w:val="00047CF4"/>
    <w:rsid w:val="000501CE"/>
    <w:rsid w:val="00050318"/>
    <w:rsid w:val="00050D64"/>
    <w:rsid w:val="00050F72"/>
    <w:rsid w:val="000513AC"/>
    <w:rsid w:val="000521E1"/>
    <w:rsid w:val="000527CA"/>
    <w:rsid w:val="000535F0"/>
    <w:rsid w:val="00053B41"/>
    <w:rsid w:val="00053E37"/>
    <w:rsid w:val="00053FF3"/>
    <w:rsid w:val="000540B6"/>
    <w:rsid w:val="000543A6"/>
    <w:rsid w:val="000545B0"/>
    <w:rsid w:val="00054A5E"/>
    <w:rsid w:val="00054AB2"/>
    <w:rsid w:val="00055400"/>
    <w:rsid w:val="00055735"/>
    <w:rsid w:val="0005582F"/>
    <w:rsid w:val="00055DAE"/>
    <w:rsid w:val="00056639"/>
    <w:rsid w:val="00056865"/>
    <w:rsid w:val="000568F9"/>
    <w:rsid w:val="00056B1B"/>
    <w:rsid w:val="00056F14"/>
    <w:rsid w:val="0005740C"/>
    <w:rsid w:val="000574C3"/>
    <w:rsid w:val="00060870"/>
    <w:rsid w:val="00060972"/>
    <w:rsid w:val="00060BA6"/>
    <w:rsid w:val="00060BDF"/>
    <w:rsid w:val="00060DE6"/>
    <w:rsid w:val="00061217"/>
    <w:rsid w:val="00061689"/>
    <w:rsid w:val="000619D6"/>
    <w:rsid w:val="00061B1D"/>
    <w:rsid w:val="00061CF8"/>
    <w:rsid w:val="00061D1E"/>
    <w:rsid w:val="0006296B"/>
    <w:rsid w:val="00062980"/>
    <w:rsid w:val="00062A2F"/>
    <w:rsid w:val="000633C3"/>
    <w:rsid w:val="00063B27"/>
    <w:rsid w:val="00063DB9"/>
    <w:rsid w:val="00063DE4"/>
    <w:rsid w:val="000648EB"/>
    <w:rsid w:val="00064ADF"/>
    <w:rsid w:val="00064DA3"/>
    <w:rsid w:val="000650B1"/>
    <w:rsid w:val="00065105"/>
    <w:rsid w:val="000654DD"/>
    <w:rsid w:val="000655AF"/>
    <w:rsid w:val="000655C7"/>
    <w:rsid w:val="00065FF4"/>
    <w:rsid w:val="0006602B"/>
    <w:rsid w:val="000662A8"/>
    <w:rsid w:val="00066751"/>
    <w:rsid w:val="00066A34"/>
    <w:rsid w:val="00066B33"/>
    <w:rsid w:val="00066C33"/>
    <w:rsid w:val="00066C3D"/>
    <w:rsid w:val="00066C53"/>
    <w:rsid w:val="00066D78"/>
    <w:rsid w:val="00067124"/>
    <w:rsid w:val="00067246"/>
    <w:rsid w:val="00067291"/>
    <w:rsid w:val="00067526"/>
    <w:rsid w:val="00067D7C"/>
    <w:rsid w:val="00070122"/>
    <w:rsid w:val="00070720"/>
    <w:rsid w:val="00070D23"/>
    <w:rsid w:val="00070D3B"/>
    <w:rsid w:val="00070EFB"/>
    <w:rsid w:val="00071422"/>
    <w:rsid w:val="00071D0C"/>
    <w:rsid w:val="00072195"/>
    <w:rsid w:val="0007243B"/>
    <w:rsid w:val="0007288D"/>
    <w:rsid w:val="00072B17"/>
    <w:rsid w:val="00072FCF"/>
    <w:rsid w:val="000733E2"/>
    <w:rsid w:val="0007373E"/>
    <w:rsid w:val="00073C26"/>
    <w:rsid w:val="00074098"/>
    <w:rsid w:val="000746AF"/>
    <w:rsid w:val="00074739"/>
    <w:rsid w:val="00074CBF"/>
    <w:rsid w:val="00074F31"/>
    <w:rsid w:val="00075584"/>
    <w:rsid w:val="000759FA"/>
    <w:rsid w:val="00075DCC"/>
    <w:rsid w:val="00076A83"/>
    <w:rsid w:val="00076A9D"/>
    <w:rsid w:val="00076B33"/>
    <w:rsid w:val="00076B3E"/>
    <w:rsid w:val="0007704D"/>
    <w:rsid w:val="0007744A"/>
    <w:rsid w:val="00077684"/>
    <w:rsid w:val="00080621"/>
    <w:rsid w:val="00080695"/>
    <w:rsid w:val="00080735"/>
    <w:rsid w:val="0008135A"/>
    <w:rsid w:val="00082250"/>
    <w:rsid w:val="00082346"/>
    <w:rsid w:val="00082547"/>
    <w:rsid w:val="0008273C"/>
    <w:rsid w:val="0008309C"/>
    <w:rsid w:val="00083705"/>
    <w:rsid w:val="00083870"/>
    <w:rsid w:val="00083A48"/>
    <w:rsid w:val="00083F0F"/>
    <w:rsid w:val="00083F12"/>
    <w:rsid w:val="0008474B"/>
    <w:rsid w:val="00084AF8"/>
    <w:rsid w:val="00084DE3"/>
    <w:rsid w:val="000851B8"/>
    <w:rsid w:val="00085CD8"/>
    <w:rsid w:val="00086228"/>
    <w:rsid w:val="0008674D"/>
    <w:rsid w:val="00086A10"/>
    <w:rsid w:val="00086CFD"/>
    <w:rsid w:val="00087524"/>
    <w:rsid w:val="00087D07"/>
    <w:rsid w:val="00087FC2"/>
    <w:rsid w:val="00090150"/>
    <w:rsid w:val="000904B3"/>
    <w:rsid w:val="00090509"/>
    <w:rsid w:val="00090AB4"/>
    <w:rsid w:val="00091444"/>
    <w:rsid w:val="00091541"/>
    <w:rsid w:val="0009232E"/>
    <w:rsid w:val="000926A6"/>
    <w:rsid w:val="0009270D"/>
    <w:rsid w:val="00092C46"/>
    <w:rsid w:val="000931FF"/>
    <w:rsid w:val="00093388"/>
    <w:rsid w:val="0009357B"/>
    <w:rsid w:val="00093649"/>
    <w:rsid w:val="0009394A"/>
    <w:rsid w:val="00093B9E"/>
    <w:rsid w:val="00093DA0"/>
    <w:rsid w:val="000944FE"/>
    <w:rsid w:val="0009493D"/>
    <w:rsid w:val="00094A07"/>
    <w:rsid w:val="00094C99"/>
    <w:rsid w:val="00095659"/>
    <w:rsid w:val="00095777"/>
    <w:rsid w:val="00095A56"/>
    <w:rsid w:val="00095A81"/>
    <w:rsid w:val="0009655B"/>
    <w:rsid w:val="0009672A"/>
    <w:rsid w:val="00096FA7"/>
    <w:rsid w:val="000974AF"/>
    <w:rsid w:val="00097B36"/>
    <w:rsid w:val="000A0395"/>
    <w:rsid w:val="000A0457"/>
    <w:rsid w:val="000A0687"/>
    <w:rsid w:val="000A0B6F"/>
    <w:rsid w:val="000A0C88"/>
    <w:rsid w:val="000A0EB0"/>
    <w:rsid w:val="000A1322"/>
    <w:rsid w:val="000A1401"/>
    <w:rsid w:val="000A1530"/>
    <w:rsid w:val="000A1780"/>
    <w:rsid w:val="000A1A4E"/>
    <w:rsid w:val="000A2246"/>
    <w:rsid w:val="000A284D"/>
    <w:rsid w:val="000A294C"/>
    <w:rsid w:val="000A2E22"/>
    <w:rsid w:val="000A2EA9"/>
    <w:rsid w:val="000A30A5"/>
    <w:rsid w:val="000A3104"/>
    <w:rsid w:val="000A3B29"/>
    <w:rsid w:val="000A4101"/>
    <w:rsid w:val="000A414A"/>
    <w:rsid w:val="000A45F5"/>
    <w:rsid w:val="000A47F1"/>
    <w:rsid w:val="000A4D47"/>
    <w:rsid w:val="000A549A"/>
    <w:rsid w:val="000A6063"/>
    <w:rsid w:val="000A64A8"/>
    <w:rsid w:val="000A655F"/>
    <w:rsid w:val="000A67E4"/>
    <w:rsid w:val="000A6B44"/>
    <w:rsid w:val="000A7071"/>
    <w:rsid w:val="000A7205"/>
    <w:rsid w:val="000A7332"/>
    <w:rsid w:val="000A7D0A"/>
    <w:rsid w:val="000A7E5F"/>
    <w:rsid w:val="000A7FE9"/>
    <w:rsid w:val="000B0302"/>
    <w:rsid w:val="000B0683"/>
    <w:rsid w:val="000B0B2F"/>
    <w:rsid w:val="000B0B9D"/>
    <w:rsid w:val="000B1023"/>
    <w:rsid w:val="000B1130"/>
    <w:rsid w:val="000B1EA0"/>
    <w:rsid w:val="000B1F07"/>
    <w:rsid w:val="000B1FC3"/>
    <w:rsid w:val="000B20AB"/>
    <w:rsid w:val="000B254B"/>
    <w:rsid w:val="000B3154"/>
    <w:rsid w:val="000B3A23"/>
    <w:rsid w:val="000B412A"/>
    <w:rsid w:val="000B41E8"/>
    <w:rsid w:val="000B451E"/>
    <w:rsid w:val="000B45FF"/>
    <w:rsid w:val="000B4BB4"/>
    <w:rsid w:val="000B52B1"/>
    <w:rsid w:val="000B546B"/>
    <w:rsid w:val="000B5717"/>
    <w:rsid w:val="000B5946"/>
    <w:rsid w:val="000B6C62"/>
    <w:rsid w:val="000B7473"/>
    <w:rsid w:val="000B7AE1"/>
    <w:rsid w:val="000B7E5A"/>
    <w:rsid w:val="000C0075"/>
    <w:rsid w:val="000C02C9"/>
    <w:rsid w:val="000C0B9F"/>
    <w:rsid w:val="000C0D83"/>
    <w:rsid w:val="000C13A5"/>
    <w:rsid w:val="000C183D"/>
    <w:rsid w:val="000C1970"/>
    <w:rsid w:val="000C19E0"/>
    <w:rsid w:val="000C1C88"/>
    <w:rsid w:val="000C22DD"/>
    <w:rsid w:val="000C2561"/>
    <w:rsid w:val="000C2789"/>
    <w:rsid w:val="000C28E5"/>
    <w:rsid w:val="000C2F90"/>
    <w:rsid w:val="000C2FA0"/>
    <w:rsid w:val="000C381F"/>
    <w:rsid w:val="000C40A3"/>
    <w:rsid w:val="000C4910"/>
    <w:rsid w:val="000C4A18"/>
    <w:rsid w:val="000C4C17"/>
    <w:rsid w:val="000C4CD5"/>
    <w:rsid w:val="000C5233"/>
    <w:rsid w:val="000C5B6E"/>
    <w:rsid w:val="000C5F1C"/>
    <w:rsid w:val="000C6316"/>
    <w:rsid w:val="000C63DA"/>
    <w:rsid w:val="000C645F"/>
    <w:rsid w:val="000C6869"/>
    <w:rsid w:val="000C7193"/>
    <w:rsid w:val="000C7BD7"/>
    <w:rsid w:val="000D0132"/>
    <w:rsid w:val="000D0744"/>
    <w:rsid w:val="000D0CA4"/>
    <w:rsid w:val="000D0CE3"/>
    <w:rsid w:val="000D105A"/>
    <w:rsid w:val="000D1E28"/>
    <w:rsid w:val="000D2902"/>
    <w:rsid w:val="000D2C28"/>
    <w:rsid w:val="000D2C41"/>
    <w:rsid w:val="000D2E74"/>
    <w:rsid w:val="000D302D"/>
    <w:rsid w:val="000D313D"/>
    <w:rsid w:val="000D3A02"/>
    <w:rsid w:val="000D3DBB"/>
    <w:rsid w:val="000D414A"/>
    <w:rsid w:val="000D46A9"/>
    <w:rsid w:val="000D4835"/>
    <w:rsid w:val="000D4C6A"/>
    <w:rsid w:val="000D4F16"/>
    <w:rsid w:val="000D4F37"/>
    <w:rsid w:val="000D511E"/>
    <w:rsid w:val="000D516A"/>
    <w:rsid w:val="000D55F3"/>
    <w:rsid w:val="000D572D"/>
    <w:rsid w:val="000D61B4"/>
    <w:rsid w:val="000D632C"/>
    <w:rsid w:val="000D689E"/>
    <w:rsid w:val="000D68AB"/>
    <w:rsid w:val="000D6AD2"/>
    <w:rsid w:val="000D6AF4"/>
    <w:rsid w:val="000D6D4A"/>
    <w:rsid w:val="000D6DEF"/>
    <w:rsid w:val="000D7011"/>
    <w:rsid w:val="000D7134"/>
    <w:rsid w:val="000D79BD"/>
    <w:rsid w:val="000D7AF5"/>
    <w:rsid w:val="000D7D46"/>
    <w:rsid w:val="000D7FD5"/>
    <w:rsid w:val="000E121C"/>
    <w:rsid w:val="000E210A"/>
    <w:rsid w:val="000E27F1"/>
    <w:rsid w:val="000E2AD2"/>
    <w:rsid w:val="000E2AD4"/>
    <w:rsid w:val="000E3008"/>
    <w:rsid w:val="000E332B"/>
    <w:rsid w:val="000E368C"/>
    <w:rsid w:val="000E3948"/>
    <w:rsid w:val="000E3AEE"/>
    <w:rsid w:val="000E41FF"/>
    <w:rsid w:val="000E45BC"/>
    <w:rsid w:val="000E4A01"/>
    <w:rsid w:val="000E4CC8"/>
    <w:rsid w:val="000E4DAB"/>
    <w:rsid w:val="000E568A"/>
    <w:rsid w:val="000E5B42"/>
    <w:rsid w:val="000E5FF1"/>
    <w:rsid w:val="000E62D2"/>
    <w:rsid w:val="000E6486"/>
    <w:rsid w:val="000E68DC"/>
    <w:rsid w:val="000E6BCA"/>
    <w:rsid w:val="000E78C6"/>
    <w:rsid w:val="000E78CD"/>
    <w:rsid w:val="000E79AC"/>
    <w:rsid w:val="000E7A79"/>
    <w:rsid w:val="000F0135"/>
    <w:rsid w:val="000F0531"/>
    <w:rsid w:val="000F0577"/>
    <w:rsid w:val="000F070D"/>
    <w:rsid w:val="000F12D8"/>
    <w:rsid w:val="000F1D9B"/>
    <w:rsid w:val="000F1F4F"/>
    <w:rsid w:val="000F1F6E"/>
    <w:rsid w:val="000F2128"/>
    <w:rsid w:val="000F23DD"/>
    <w:rsid w:val="000F2E5D"/>
    <w:rsid w:val="000F3817"/>
    <w:rsid w:val="000F39C3"/>
    <w:rsid w:val="000F3E96"/>
    <w:rsid w:val="000F3F01"/>
    <w:rsid w:val="000F4043"/>
    <w:rsid w:val="000F45DA"/>
    <w:rsid w:val="000F48D9"/>
    <w:rsid w:val="000F4A2F"/>
    <w:rsid w:val="000F4FC4"/>
    <w:rsid w:val="000F52B9"/>
    <w:rsid w:val="000F5431"/>
    <w:rsid w:val="000F5466"/>
    <w:rsid w:val="000F5981"/>
    <w:rsid w:val="000F5A63"/>
    <w:rsid w:val="000F62BD"/>
    <w:rsid w:val="000F67DA"/>
    <w:rsid w:val="000F7814"/>
    <w:rsid w:val="000F7862"/>
    <w:rsid w:val="000F795A"/>
    <w:rsid w:val="000F7970"/>
    <w:rsid w:val="000F7DDC"/>
    <w:rsid w:val="0010069A"/>
    <w:rsid w:val="00100736"/>
    <w:rsid w:val="00101298"/>
    <w:rsid w:val="001013CB"/>
    <w:rsid w:val="00101ABA"/>
    <w:rsid w:val="0010248C"/>
    <w:rsid w:val="0010251C"/>
    <w:rsid w:val="001026EA"/>
    <w:rsid w:val="001029E9"/>
    <w:rsid w:val="00102EF9"/>
    <w:rsid w:val="00103175"/>
    <w:rsid w:val="00103A1A"/>
    <w:rsid w:val="00103CB0"/>
    <w:rsid w:val="00103F96"/>
    <w:rsid w:val="00104117"/>
    <w:rsid w:val="00104979"/>
    <w:rsid w:val="00104C40"/>
    <w:rsid w:val="00104CE3"/>
    <w:rsid w:val="00104EF4"/>
    <w:rsid w:val="00104FF8"/>
    <w:rsid w:val="001050CA"/>
    <w:rsid w:val="0010561D"/>
    <w:rsid w:val="0010567F"/>
    <w:rsid w:val="00105CAD"/>
    <w:rsid w:val="00106345"/>
    <w:rsid w:val="001066B7"/>
    <w:rsid w:val="00106C06"/>
    <w:rsid w:val="00107153"/>
    <w:rsid w:val="00107B0F"/>
    <w:rsid w:val="00107E8D"/>
    <w:rsid w:val="001108C7"/>
    <w:rsid w:val="00110A88"/>
    <w:rsid w:val="00110D44"/>
    <w:rsid w:val="001110F8"/>
    <w:rsid w:val="001111D9"/>
    <w:rsid w:val="001111F0"/>
    <w:rsid w:val="001118CE"/>
    <w:rsid w:val="00111CBC"/>
    <w:rsid w:val="00111ED0"/>
    <w:rsid w:val="001125D4"/>
    <w:rsid w:val="0011277D"/>
    <w:rsid w:val="00112ABC"/>
    <w:rsid w:val="00112DA6"/>
    <w:rsid w:val="00112E52"/>
    <w:rsid w:val="00113094"/>
    <w:rsid w:val="00113383"/>
    <w:rsid w:val="001137D4"/>
    <w:rsid w:val="00113828"/>
    <w:rsid w:val="00113F07"/>
    <w:rsid w:val="0011451C"/>
    <w:rsid w:val="0011473A"/>
    <w:rsid w:val="00114996"/>
    <w:rsid w:val="00114BAD"/>
    <w:rsid w:val="001151B8"/>
    <w:rsid w:val="0011527E"/>
    <w:rsid w:val="001156F2"/>
    <w:rsid w:val="0011578D"/>
    <w:rsid w:val="0011589A"/>
    <w:rsid w:val="00115FF6"/>
    <w:rsid w:val="001164FA"/>
    <w:rsid w:val="00116702"/>
    <w:rsid w:val="0011709F"/>
    <w:rsid w:val="00117298"/>
    <w:rsid w:val="001173F9"/>
    <w:rsid w:val="0011779E"/>
    <w:rsid w:val="001178CF"/>
    <w:rsid w:val="001178FD"/>
    <w:rsid w:val="00117E0B"/>
    <w:rsid w:val="00117F99"/>
    <w:rsid w:val="00120324"/>
    <w:rsid w:val="00120A3E"/>
    <w:rsid w:val="0012126C"/>
    <w:rsid w:val="001213EC"/>
    <w:rsid w:val="001219ED"/>
    <w:rsid w:val="00121B90"/>
    <w:rsid w:val="00122496"/>
    <w:rsid w:val="0012276F"/>
    <w:rsid w:val="0012324A"/>
    <w:rsid w:val="001235C1"/>
    <w:rsid w:val="00123A10"/>
    <w:rsid w:val="00123D88"/>
    <w:rsid w:val="001240DF"/>
    <w:rsid w:val="001241EB"/>
    <w:rsid w:val="001242D9"/>
    <w:rsid w:val="001254D7"/>
    <w:rsid w:val="00125690"/>
    <w:rsid w:val="0012593B"/>
    <w:rsid w:val="0012596F"/>
    <w:rsid w:val="001259B4"/>
    <w:rsid w:val="00125A58"/>
    <w:rsid w:val="00125FA0"/>
    <w:rsid w:val="001260C7"/>
    <w:rsid w:val="00126184"/>
    <w:rsid w:val="0012662C"/>
    <w:rsid w:val="0012699E"/>
    <w:rsid w:val="00127BDE"/>
    <w:rsid w:val="00127BE0"/>
    <w:rsid w:val="00130237"/>
    <w:rsid w:val="00130684"/>
    <w:rsid w:val="001312E7"/>
    <w:rsid w:val="00131351"/>
    <w:rsid w:val="001314DC"/>
    <w:rsid w:val="0013163A"/>
    <w:rsid w:val="00131836"/>
    <w:rsid w:val="00132986"/>
    <w:rsid w:val="001329FA"/>
    <w:rsid w:val="00132F1A"/>
    <w:rsid w:val="00133645"/>
    <w:rsid w:val="00133AF2"/>
    <w:rsid w:val="00133F0B"/>
    <w:rsid w:val="0013402B"/>
    <w:rsid w:val="00134254"/>
    <w:rsid w:val="0013447A"/>
    <w:rsid w:val="001347A1"/>
    <w:rsid w:val="00134C35"/>
    <w:rsid w:val="00134EE3"/>
    <w:rsid w:val="001356F4"/>
    <w:rsid w:val="00135883"/>
    <w:rsid w:val="00135920"/>
    <w:rsid w:val="001361C9"/>
    <w:rsid w:val="001365F9"/>
    <w:rsid w:val="00136A3D"/>
    <w:rsid w:val="00137135"/>
    <w:rsid w:val="00140897"/>
    <w:rsid w:val="00140E4C"/>
    <w:rsid w:val="0014116A"/>
    <w:rsid w:val="00141512"/>
    <w:rsid w:val="00141997"/>
    <w:rsid w:val="00142369"/>
    <w:rsid w:val="00142CC3"/>
    <w:rsid w:val="00142D06"/>
    <w:rsid w:val="00143141"/>
    <w:rsid w:val="0014326F"/>
    <w:rsid w:val="001435B9"/>
    <w:rsid w:val="00143A60"/>
    <w:rsid w:val="00143D6A"/>
    <w:rsid w:val="00144680"/>
    <w:rsid w:val="00144CB1"/>
    <w:rsid w:val="00144D2C"/>
    <w:rsid w:val="00145066"/>
    <w:rsid w:val="001455C5"/>
    <w:rsid w:val="00145BCF"/>
    <w:rsid w:val="00146BC3"/>
    <w:rsid w:val="00147E0E"/>
    <w:rsid w:val="0015011A"/>
    <w:rsid w:val="00150172"/>
    <w:rsid w:val="00150CDE"/>
    <w:rsid w:val="001514ED"/>
    <w:rsid w:val="001528EF"/>
    <w:rsid w:val="001535D8"/>
    <w:rsid w:val="001537C2"/>
    <w:rsid w:val="00154AD4"/>
    <w:rsid w:val="00154B61"/>
    <w:rsid w:val="00154C41"/>
    <w:rsid w:val="00154E41"/>
    <w:rsid w:val="001551D9"/>
    <w:rsid w:val="00155C1A"/>
    <w:rsid w:val="00155E37"/>
    <w:rsid w:val="0015614C"/>
    <w:rsid w:val="0015621B"/>
    <w:rsid w:val="00156575"/>
    <w:rsid w:val="00156BB6"/>
    <w:rsid w:val="001573BC"/>
    <w:rsid w:val="001575CB"/>
    <w:rsid w:val="00157BF9"/>
    <w:rsid w:val="00157C71"/>
    <w:rsid w:val="00157F12"/>
    <w:rsid w:val="0016022B"/>
    <w:rsid w:val="00160934"/>
    <w:rsid w:val="001617FE"/>
    <w:rsid w:val="0016246C"/>
    <w:rsid w:val="00162902"/>
    <w:rsid w:val="0016290C"/>
    <w:rsid w:val="00162B43"/>
    <w:rsid w:val="00162B4F"/>
    <w:rsid w:val="00162FA5"/>
    <w:rsid w:val="001632DB"/>
    <w:rsid w:val="00163333"/>
    <w:rsid w:val="00163420"/>
    <w:rsid w:val="0016358A"/>
    <w:rsid w:val="00163E33"/>
    <w:rsid w:val="00163EA1"/>
    <w:rsid w:val="001641DF"/>
    <w:rsid w:val="00164964"/>
    <w:rsid w:val="00164990"/>
    <w:rsid w:val="0016538C"/>
    <w:rsid w:val="00165A7E"/>
    <w:rsid w:val="00166028"/>
    <w:rsid w:val="001661E0"/>
    <w:rsid w:val="001666B0"/>
    <w:rsid w:val="00166C95"/>
    <w:rsid w:val="00166E1D"/>
    <w:rsid w:val="001670FA"/>
    <w:rsid w:val="00167331"/>
    <w:rsid w:val="00167537"/>
    <w:rsid w:val="001677B0"/>
    <w:rsid w:val="00167C41"/>
    <w:rsid w:val="00167FBB"/>
    <w:rsid w:val="001706F2"/>
    <w:rsid w:val="00170890"/>
    <w:rsid w:val="00170AA7"/>
    <w:rsid w:val="00170BA7"/>
    <w:rsid w:val="00170C63"/>
    <w:rsid w:val="00170C89"/>
    <w:rsid w:val="001714AF"/>
    <w:rsid w:val="001715F2"/>
    <w:rsid w:val="00171784"/>
    <w:rsid w:val="00171CC5"/>
    <w:rsid w:val="00172060"/>
    <w:rsid w:val="0017215B"/>
    <w:rsid w:val="00172193"/>
    <w:rsid w:val="001721EE"/>
    <w:rsid w:val="00172703"/>
    <w:rsid w:val="00172ADD"/>
    <w:rsid w:val="00172EBA"/>
    <w:rsid w:val="00172F05"/>
    <w:rsid w:val="00173313"/>
    <w:rsid w:val="00173A6E"/>
    <w:rsid w:val="00174416"/>
    <w:rsid w:val="00174484"/>
    <w:rsid w:val="001748C2"/>
    <w:rsid w:val="00174996"/>
    <w:rsid w:val="00174CF6"/>
    <w:rsid w:val="001759EE"/>
    <w:rsid w:val="00175B02"/>
    <w:rsid w:val="00175B94"/>
    <w:rsid w:val="00175D18"/>
    <w:rsid w:val="00175DC3"/>
    <w:rsid w:val="00176037"/>
    <w:rsid w:val="001760A5"/>
    <w:rsid w:val="00176174"/>
    <w:rsid w:val="00176335"/>
    <w:rsid w:val="00176677"/>
    <w:rsid w:val="00176682"/>
    <w:rsid w:val="0017689A"/>
    <w:rsid w:val="001768AE"/>
    <w:rsid w:val="00176CAC"/>
    <w:rsid w:val="0017717F"/>
    <w:rsid w:val="001777DC"/>
    <w:rsid w:val="00177C51"/>
    <w:rsid w:val="0018004E"/>
    <w:rsid w:val="0018005E"/>
    <w:rsid w:val="00180342"/>
    <w:rsid w:val="00180396"/>
    <w:rsid w:val="001804AD"/>
    <w:rsid w:val="00180C17"/>
    <w:rsid w:val="001811B3"/>
    <w:rsid w:val="001811CC"/>
    <w:rsid w:val="001818F0"/>
    <w:rsid w:val="00181D9F"/>
    <w:rsid w:val="00181F44"/>
    <w:rsid w:val="00182069"/>
    <w:rsid w:val="001822F5"/>
    <w:rsid w:val="00182D52"/>
    <w:rsid w:val="00182EC7"/>
    <w:rsid w:val="001830F8"/>
    <w:rsid w:val="0018313B"/>
    <w:rsid w:val="001834F4"/>
    <w:rsid w:val="00183C4E"/>
    <w:rsid w:val="0018418A"/>
    <w:rsid w:val="001844BA"/>
    <w:rsid w:val="00184F25"/>
    <w:rsid w:val="0018503B"/>
    <w:rsid w:val="001852D2"/>
    <w:rsid w:val="001854AF"/>
    <w:rsid w:val="001861D0"/>
    <w:rsid w:val="00186459"/>
    <w:rsid w:val="001867A0"/>
    <w:rsid w:val="001874D3"/>
    <w:rsid w:val="00187C96"/>
    <w:rsid w:val="00190959"/>
    <w:rsid w:val="00190A53"/>
    <w:rsid w:val="00191640"/>
    <w:rsid w:val="00191758"/>
    <w:rsid w:val="0019199E"/>
    <w:rsid w:val="00191FC3"/>
    <w:rsid w:val="00192744"/>
    <w:rsid w:val="00192AFE"/>
    <w:rsid w:val="00192B6E"/>
    <w:rsid w:val="0019311C"/>
    <w:rsid w:val="00193467"/>
    <w:rsid w:val="001937E9"/>
    <w:rsid w:val="00193B1E"/>
    <w:rsid w:val="00193C4F"/>
    <w:rsid w:val="001941C4"/>
    <w:rsid w:val="00194B9D"/>
    <w:rsid w:val="00195112"/>
    <w:rsid w:val="00195671"/>
    <w:rsid w:val="00195775"/>
    <w:rsid w:val="001959CE"/>
    <w:rsid w:val="00195B17"/>
    <w:rsid w:val="00195C03"/>
    <w:rsid w:val="00195C59"/>
    <w:rsid w:val="0019633F"/>
    <w:rsid w:val="00196640"/>
    <w:rsid w:val="001966C8"/>
    <w:rsid w:val="00196C38"/>
    <w:rsid w:val="00196C3C"/>
    <w:rsid w:val="00196D86"/>
    <w:rsid w:val="00196EE2"/>
    <w:rsid w:val="001A05D6"/>
    <w:rsid w:val="001A0ED4"/>
    <w:rsid w:val="001A0F24"/>
    <w:rsid w:val="001A0FFD"/>
    <w:rsid w:val="001A11A1"/>
    <w:rsid w:val="001A1913"/>
    <w:rsid w:val="001A19F2"/>
    <w:rsid w:val="001A1D31"/>
    <w:rsid w:val="001A29E4"/>
    <w:rsid w:val="001A2BCA"/>
    <w:rsid w:val="001A331C"/>
    <w:rsid w:val="001A3673"/>
    <w:rsid w:val="001A36A0"/>
    <w:rsid w:val="001A3869"/>
    <w:rsid w:val="001A392C"/>
    <w:rsid w:val="001A4044"/>
    <w:rsid w:val="001A41EC"/>
    <w:rsid w:val="001A458A"/>
    <w:rsid w:val="001A4AC9"/>
    <w:rsid w:val="001A58CB"/>
    <w:rsid w:val="001A5932"/>
    <w:rsid w:val="001A5CEB"/>
    <w:rsid w:val="001A5D33"/>
    <w:rsid w:val="001A609C"/>
    <w:rsid w:val="001A6416"/>
    <w:rsid w:val="001A66ED"/>
    <w:rsid w:val="001A6AD8"/>
    <w:rsid w:val="001A6AFD"/>
    <w:rsid w:val="001A6CBD"/>
    <w:rsid w:val="001A6D88"/>
    <w:rsid w:val="001A77DC"/>
    <w:rsid w:val="001A7852"/>
    <w:rsid w:val="001A79EC"/>
    <w:rsid w:val="001A7C8A"/>
    <w:rsid w:val="001A7CD0"/>
    <w:rsid w:val="001B0433"/>
    <w:rsid w:val="001B0B64"/>
    <w:rsid w:val="001B0BE3"/>
    <w:rsid w:val="001B0DC1"/>
    <w:rsid w:val="001B1066"/>
    <w:rsid w:val="001B1366"/>
    <w:rsid w:val="001B1553"/>
    <w:rsid w:val="001B18E5"/>
    <w:rsid w:val="001B1BEA"/>
    <w:rsid w:val="001B201A"/>
    <w:rsid w:val="001B241E"/>
    <w:rsid w:val="001B2746"/>
    <w:rsid w:val="001B2760"/>
    <w:rsid w:val="001B2AA3"/>
    <w:rsid w:val="001B2AAD"/>
    <w:rsid w:val="001B34E5"/>
    <w:rsid w:val="001B38A8"/>
    <w:rsid w:val="001B3FAB"/>
    <w:rsid w:val="001B41AA"/>
    <w:rsid w:val="001B471D"/>
    <w:rsid w:val="001B595B"/>
    <w:rsid w:val="001B5EE9"/>
    <w:rsid w:val="001B6111"/>
    <w:rsid w:val="001B6235"/>
    <w:rsid w:val="001B6576"/>
    <w:rsid w:val="001B6A8A"/>
    <w:rsid w:val="001B6F2A"/>
    <w:rsid w:val="001B75D8"/>
    <w:rsid w:val="001B7650"/>
    <w:rsid w:val="001B7681"/>
    <w:rsid w:val="001C1039"/>
    <w:rsid w:val="001C10C9"/>
    <w:rsid w:val="001C144F"/>
    <w:rsid w:val="001C16AD"/>
    <w:rsid w:val="001C1A56"/>
    <w:rsid w:val="001C2056"/>
    <w:rsid w:val="001C20C8"/>
    <w:rsid w:val="001C240E"/>
    <w:rsid w:val="001C2596"/>
    <w:rsid w:val="001C2889"/>
    <w:rsid w:val="001C295F"/>
    <w:rsid w:val="001C2A90"/>
    <w:rsid w:val="001C2C32"/>
    <w:rsid w:val="001C342F"/>
    <w:rsid w:val="001C373F"/>
    <w:rsid w:val="001C3BD7"/>
    <w:rsid w:val="001C3CEF"/>
    <w:rsid w:val="001C3D65"/>
    <w:rsid w:val="001C4173"/>
    <w:rsid w:val="001C4834"/>
    <w:rsid w:val="001C494B"/>
    <w:rsid w:val="001C4DD8"/>
    <w:rsid w:val="001C524F"/>
    <w:rsid w:val="001C52ED"/>
    <w:rsid w:val="001C5ABE"/>
    <w:rsid w:val="001C6621"/>
    <w:rsid w:val="001C6C98"/>
    <w:rsid w:val="001C6D05"/>
    <w:rsid w:val="001C6F8D"/>
    <w:rsid w:val="001C7214"/>
    <w:rsid w:val="001C782E"/>
    <w:rsid w:val="001C7849"/>
    <w:rsid w:val="001C796C"/>
    <w:rsid w:val="001C7E12"/>
    <w:rsid w:val="001C7F5B"/>
    <w:rsid w:val="001D0105"/>
    <w:rsid w:val="001D0471"/>
    <w:rsid w:val="001D0685"/>
    <w:rsid w:val="001D1008"/>
    <w:rsid w:val="001D12FA"/>
    <w:rsid w:val="001D14B8"/>
    <w:rsid w:val="001D1643"/>
    <w:rsid w:val="001D1DD1"/>
    <w:rsid w:val="001D1FAF"/>
    <w:rsid w:val="001D2714"/>
    <w:rsid w:val="001D299F"/>
    <w:rsid w:val="001D3071"/>
    <w:rsid w:val="001D37ED"/>
    <w:rsid w:val="001D3ADD"/>
    <w:rsid w:val="001D4208"/>
    <w:rsid w:val="001D452F"/>
    <w:rsid w:val="001D461D"/>
    <w:rsid w:val="001D4F89"/>
    <w:rsid w:val="001D5512"/>
    <w:rsid w:val="001D594A"/>
    <w:rsid w:val="001D5D12"/>
    <w:rsid w:val="001D60DE"/>
    <w:rsid w:val="001D615C"/>
    <w:rsid w:val="001D6767"/>
    <w:rsid w:val="001D67A2"/>
    <w:rsid w:val="001D764E"/>
    <w:rsid w:val="001D7D24"/>
    <w:rsid w:val="001E089B"/>
    <w:rsid w:val="001E0923"/>
    <w:rsid w:val="001E1006"/>
    <w:rsid w:val="001E11C0"/>
    <w:rsid w:val="001E17F5"/>
    <w:rsid w:val="001E190E"/>
    <w:rsid w:val="001E2535"/>
    <w:rsid w:val="001E2ACA"/>
    <w:rsid w:val="001E2D4D"/>
    <w:rsid w:val="001E3588"/>
    <w:rsid w:val="001E3C7F"/>
    <w:rsid w:val="001E3D37"/>
    <w:rsid w:val="001E3F2B"/>
    <w:rsid w:val="001E40EA"/>
    <w:rsid w:val="001E4A9A"/>
    <w:rsid w:val="001E4C5A"/>
    <w:rsid w:val="001E4F2D"/>
    <w:rsid w:val="001E5501"/>
    <w:rsid w:val="001E5737"/>
    <w:rsid w:val="001E5E65"/>
    <w:rsid w:val="001E5FC1"/>
    <w:rsid w:val="001E68C1"/>
    <w:rsid w:val="001E6EE2"/>
    <w:rsid w:val="001E729A"/>
    <w:rsid w:val="001E7553"/>
    <w:rsid w:val="001E79D8"/>
    <w:rsid w:val="001E7B6C"/>
    <w:rsid w:val="001E7CB8"/>
    <w:rsid w:val="001E7D7A"/>
    <w:rsid w:val="001F0419"/>
    <w:rsid w:val="001F046A"/>
    <w:rsid w:val="001F04B3"/>
    <w:rsid w:val="001F04B6"/>
    <w:rsid w:val="001F0755"/>
    <w:rsid w:val="001F08F9"/>
    <w:rsid w:val="001F0B2D"/>
    <w:rsid w:val="001F0B8D"/>
    <w:rsid w:val="001F0EBB"/>
    <w:rsid w:val="001F0F85"/>
    <w:rsid w:val="001F1010"/>
    <w:rsid w:val="001F1639"/>
    <w:rsid w:val="001F19F5"/>
    <w:rsid w:val="001F1B79"/>
    <w:rsid w:val="001F2522"/>
    <w:rsid w:val="001F2AE3"/>
    <w:rsid w:val="001F3A39"/>
    <w:rsid w:val="001F3BF7"/>
    <w:rsid w:val="001F45EE"/>
    <w:rsid w:val="001F4943"/>
    <w:rsid w:val="001F4E97"/>
    <w:rsid w:val="001F51CA"/>
    <w:rsid w:val="001F5403"/>
    <w:rsid w:val="001F57F5"/>
    <w:rsid w:val="001F593B"/>
    <w:rsid w:val="001F5958"/>
    <w:rsid w:val="001F5D3D"/>
    <w:rsid w:val="001F5E1B"/>
    <w:rsid w:val="001F6B5B"/>
    <w:rsid w:val="001F6C30"/>
    <w:rsid w:val="001F6E68"/>
    <w:rsid w:val="001F7518"/>
    <w:rsid w:val="00200B90"/>
    <w:rsid w:val="00200DF5"/>
    <w:rsid w:val="00201255"/>
    <w:rsid w:val="002018F4"/>
    <w:rsid w:val="00201D78"/>
    <w:rsid w:val="00201DF8"/>
    <w:rsid w:val="00202B96"/>
    <w:rsid w:val="00202F85"/>
    <w:rsid w:val="00203450"/>
    <w:rsid w:val="00204A93"/>
    <w:rsid w:val="00205596"/>
    <w:rsid w:val="0020574E"/>
    <w:rsid w:val="00205A6C"/>
    <w:rsid w:val="0020605F"/>
    <w:rsid w:val="002066AA"/>
    <w:rsid w:val="00206F3D"/>
    <w:rsid w:val="00207460"/>
    <w:rsid w:val="00207B68"/>
    <w:rsid w:val="0021007A"/>
    <w:rsid w:val="002101E6"/>
    <w:rsid w:val="00210F08"/>
    <w:rsid w:val="002111E0"/>
    <w:rsid w:val="0021123E"/>
    <w:rsid w:val="002113C0"/>
    <w:rsid w:val="00211CDE"/>
    <w:rsid w:val="00211D59"/>
    <w:rsid w:val="00211F3A"/>
    <w:rsid w:val="00212161"/>
    <w:rsid w:val="00212283"/>
    <w:rsid w:val="00212FE0"/>
    <w:rsid w:val="002130AC"/>
    <w:rsid w:val="002132B7"/>
    <w:rsid w:val="00213390"/>
    <w:rsid w:val="00213517"/>
    <w:rsid w:val="00213C69"/>
    <w:rsid w:val="00213EA5"/>
    <w:rsid w:val="00214494"/>
    <w:rsid w:val="002144AC"/>
    <w:rsid w:val="00214B6F"/>
    <w:rsid w:val="00214CF7"/>
    <w:rsid w:val="002151CD"/>
    <w:rsid w:val="0021625A"/>
    <w:rsid w:val="002166AA"/>
    <w:rsid w:val="002166EF"/>
    <w:rsid w:val="002169FA"/>
    <w:rsid w:val="00216E64"/>
    <w:rsid w:val="002176B7"/>
    <w:rsid w:val="00217D48"/>
    <w:rsid w:val="00217E8B"/>
    <w:rsid w:val="00220591"/>
    <w:rsid w:val="0022094D"/>
    <w:rsid w:val="002215ED"/>
    <w:rsid w:val="002217EF"/>
    <w:rsid w:val="00221D26"/>
    <w:rsid w:val="00222123"/>
    <w:rsid w:val="002224BB"/>
    <w:rsid w:val="00222B16"/>
    <w:rsid w:val="00223831"/>
    <w:rsid w:val="00223BA8"/>
    <w:rsid w:val="00223CD1"/>
    <w:rsid w:val="00223DC3"/>
    <w:rsid w:val="00223EAC"/>
    <w:rsid w:val="00224829"/>
    <w:rsid w:val="00224CAA"/>
    <w:rsid w:val="002254B9"/>
    <w:rsid w:val="00225792"/>
    <w:rsid w:val="00225D09"/>
    <w:rsid w:val="002260F1"/>
    <w:rsid w:val="00226769"/>
    <w:rsid w:val="00226A64"/>
    <w:rsid w:val="00230005"/>
    <w:rsid w:val="002302FC"/>
    <w:rsid w:val="002306C6"/>
    <w:rsid w:val="00231215"/>
    <w:rsid w:val="002315E9"/>
    <w:rsid w:val="00231802"/>
    <w:rsid w:val="002319DE"/>
    <w:rsid w:val="00231B0C"/>
    <w:rsid w:val="00231CBC"/>
    <w:rsid w:val="00232019"/>
    <w:rsid w:val="0023253F"/>
    <w:rsid w:val="002328E0"/>
    <w:rsid w:val="002328F6"/>
    <w:rsid w:val="00232A4C"/>
    <w:rsid w:val="00232C7A"/>
    <w:rsid w:val="002331CC"/>
    <w:rsid w:val="0023388C"/>
    <w:rsid w:val="002339B3"/>
    <w:rsid w:val="00233B07"/>
    <w:rsid w:val="00233CAD"/>
    <w:rsid w:val="002346F1"/>
    <w:rsid w:val="002348A3"/>
    <w:rsid w:val="00234B98"/>
    <w:rsid w:val="00234CDF"/>
    <w:rsid w:val="00234F95"/>
    <w:rsid w:val="002355BD"/>
    <w:rsid w:val="00235C94"/>
    <w:rsid w:val="00235D0D"/>
    <w:rsid w:val="00236605"/>
    <w:rsid w:val="002366F0"/>
    <w:rsid w:val="00236994"/>
    <w:rsid w:val="00236DFD"/>
    <w:rsid w:val="0023717F"/>
    <w:rsid w:val="00237C05"/>
    <w:rsid w:val="002401AA"/>
    <w:rsid w:val="0024044C"/>
    <w:rsid w:val="002405A8"/>
    <w:rsid w:val="0024087A"/>
    <w:rsid w:val="00240F65"/>
    <w:rsid w:val="00240FAB"/>
    <w:rsid w:val="0024152A"/>
    <w:rsid w:val="00241543"/>
    <w:rsid w:val="0024194D"/>
    <w:rsid w:val="00242649"/>
    <w:rsid w:val="002430AA"/>
    <w:rsid w:val="002433F7"/>
    <w:rsid w:val="00243717"/>
    <w:rsid w:val="002439B6"/>
    <w:rsid w:val="00243E64"/>
    <w:rsid w:val="00243E87"/>
    <w:rsid w:val="002440BE"/>
    <w:rsid w:val="002441FB"/>
    <w:rsid w:val="00245C26"/>
    <w:rsid w:val="002461CF"/>
    <w:rsid w:val="00246AA0"/>
    <w:rsid w:val="002472FB"/>
    <w:rsid w:val="0024734B"/>
    <w:rsid w:val="00247944"/>
    <w:rsid w:val="00247F0E"/>
    <w:rsid w:val="00250253"/>
    <w:rsid w:val="00250A2D"/>
    <w:rsid w:val="00250ABD"/>
    <w:rsid w:val="00251691"/>
    <w:rsid w:val="00251AA9"/>
    <w:rsid w:val="002520E0"/>
    <w:rsid w:val="0025224D"/>
    <w:rsid w:val="0025237F"/>
    <w:rsid w:val="00252462"/>
    <w:rsid w:val="00252AB5"/>
    <w:rsid w:val="00252B0D"/>
    <w:rsid w:val="0025307F"/>
    <w:rsid w:val="002530D0"/>
    <w:rsid w:val="00253447"/>
    <w:rsid w:val="002534E1"/>
    <w:rsid w:val="00253F2B"/>
    <w:rsid w:val="00254020"/>
    <w:rsid w:val="0025414B"/>
    <w:rsid w:val="002541A3"/>
    <w:rsid w:val="00254CE3"/>
    <w:rsid w:val="002554BF"/>
    <w:rsid w:val="002558B7"/>
    <w:rsid w:val="00255A98"/>
    <w:rsid w:val="00255C6A"/>
    <w:rsid w:val="0025618D"/>
    <w:rsid w:val="002569E3"/>
    <w:rsid w:val="00256E02"/>
    <w:rsid w:val="002573F2"/>
    <w:rsid w:val="00257787"/>
    <w:rsid w:val="00257815"/>
    <w:rsid w:val="00257F84"/>
    <w:rsid w:val="002604D9"/>
    <w:rsid w:val="0026080D"/>
    <w:rsid w:val="00260B2E"/>
    <w:rsid w:val="00260BDB"/>
    <w:rsid w:val="00260BE9"/>
    <w:rsid w:val="00261007"/>
    <w:rsid w:val="002614B0"/>
    <w:rsid w:val="0026188D"/>
    <w:rsid w:val="00261AC4"/>
    <w:rsid w:val="00261CCC"/>
    <w:rsid w:val="00261D02"/>
    <w:rsid w:val="00261FC5"/>
    <w:rsid w:val="002621A4"/>
    <w:rsid w:val="00262551"/>
    <w:rsid w:val="00263413"/>
    <w:rsid w:val="00263B86"/>
    <w:rsid w:val="00263D68"/>
    <w:rsid w:val="0026417A"/>
    <w:rsid w:val="002643FF"/>
    <w:rsid w:val="002649B9"/>
    <w:rsid w:val="00264DAB"/>
    <w:rsid w:val="002654F5"/>
    <w:rsid w:val="0026573B"/>
    <w:rsid w:val="00266187"/>
    <w:rsid w:val="00266559"/>
    <w:rsid w:val="00266583"/>
    <w:rsid w:val="002671C0"/>
    <w:rsid w:val="00267BD0"/>
    <w:rsid w:val="00267C90"/>
    <w:rsid w:val="00270AA8"/>
    <w:rsid w:val="00270CC2"/>
    <w:rsid w:val="002716AB"/>
    <w:rsid w:val="00271C8C"/>
    <w:rsid w:val="00272502"/>
    <w:rsid w:val="00272D13"/>
    <w:rsid w:val="00273697"/>
    <w:rsid w:val="0027386D"/>
    <w:rsid w:val="00273BFC"/>
    <w:rsid w:val="00273DF5"/>
    <w:rsid w:val="002740C7"/>
    <w:rsid w:val="002743C3"/>
    <w:rsid w:val="00274416"/>
    <w:rsid w:val="002744D7"/>
    <w:rsid w:val="00274740"/>
    <w:rsid w:val="00275009"/>
    <w:rsid w:val="00275247"/>
    <w:rsid w:val="00275500"/>
    <w:rsid w:val="0027595C"/>
    <w:rsid w:val="00275BA1"/>
    <w:rsid w:val="0027603D"/>
    <w:rsid w:val="002763D3"/>
    <w:rsid w:val="002765E2"/>
    <w:rsid w:val="002766AF"/>
    <w:rsid w:val="002766CE"/>
    <w:rsid w:val="00276EE2"/>
    <w:rsid w:val="00276FA4"/>
    <w:rsid w:val="0027716F"/>
    <w:rsid w:val="002772EC"/>
    <w:rsid w:val="002776ED"/>
    <w:rsid w:val="00277E20"/>
    <w:rsid w:val="00277E28"/>
    <w:rsid w:val="00280310"/>
    <w:rsid w:val="00280314"/>
    <w:rsid w:val="002806BE"/>
    <w:rsid w:val="00280D91"/>
    <w:rsid w:val="00280EFE"/>
    <w:rsid w:val="00281072"/>
    <w:rsid w:val="002811DF"/>
    <w:rsid w:val="0028129F"/>
    <w:rsid w:val="0028198C"/>
    <w:rsid w:val="00281DED"/>
    <w:rsid w:val="002822C1"/>
    <w:rsid w:val="0028264F"/>
    <w:rsid w:val="00282A97"/>
    <w:rsid w:val="002834CF"/>
    <w:rsid w:val="00283679"/>
    <w:rsid w:val="00283BF4"/>
    <w:rsid w:val="002840E0"/>
    <w:rsid w:val="002842B5"/>
    <w:rsid w:val="00284492"/>
    <w:rsid w:val="002848E3"/>
    <w:rsid w:val="002851E7"/>
    <w:rsid w:val="00285230"/>
    <w:rsid w:val="002853E9"/>
    <w:rsid w:val="00285C0E"/>
    <w:rsid w:val="00285FFD"/>
    <w:rsid w:val="002861BA"/>
    <w:rsid w:val="002862F3"/>
    <w:rsid w:val="00286601"/>
    <w:rsid w:val="00286810"/>
    <w:rsid w:val="00286E87"/>
    <w:rsid w:val="002873F3"/>
    <w:rsid w:val="00287411"/>
    <w:rsid w:val="002874F6"/>
    <w:rsid w:val="00287809"/>
    <w:rsid w:val="00290054"/>
    <w:rsid w:val="0029005A"/>
    <w:rsid w:val="00290076"/>
    <w:rsid w:val="002901EE"/>
    <w:rsid w:val="002902E1"/>
    <w:rsid w:val="00290378"/>
    <w:rsid w:val="0029045E"/>
    <w:rsid w:val="00290616"/>
    <w:rsid w:val="00290941"/>
    <w:rsid w:val="0029116E"/>
    <w:rsid w:val="00291C7C"/>
    <w:rsid w:val="00292068"/>
    <w:rsid w:val="002925D5"/>
    <w:rsid w:val="00292B18"/>
    <w:rsid w:val="00292D38"/>
    <w:rsid w:val="00293B38"/>
    <w:rsid w:val="00293DDC"/>
    <w:rsid w:val="00293F9D"/>
    <w:rsid w:val="002943F5"/>
    <w:rsid w:val="00294AC9"/>
    <w:rsid w:val="00294DEC"/>
    <w:rsid w:val="002954F1"/>
    <w:rsid w:val="00295D2C"/>
    <w:rsid w:val="002964A9"/>
    <w:rsid w:val="002965AE"/>
    <w:rsid w:val="0029676D"/>
    <w:rsid w:val="00296E04"/>
    <w:rsid w:val="00297D78"/>
    <w:rsid w:val="00297E9F"/>
    <w:rsid w:val="00297ED9"/>
    <w:rsid w:val="002A0369"/>
    <w:rsid w:val="002A03B6"/>
    <w:rsid w:val="002A0496"/>
    <w:rsid w:val="002A0643"/>
    <w:rsid w:val="002A0951"/>
    <w:rsid w:val="002A1B71"/>
    <w:rsid w:val="002A1D6F"/>
    <w:rsid w:val="002A1F4D"/>
    <w:rsid w:val="002A2042"/>
    <w:rsid w:val="002A2149"/>
    <w:rsid w:val="002A2210"/>
    <w:rsid w:val="002A26CA"/>
    <w:rsid w:val="002A2A16"/>
    <w:rsid w:val="002A2B58"/>
    <w:rsid w:val="002A2FB6"/>
    <w:rsid w:val="002A30D1"/>
    <w:rsid w:val="002A318B"/>
    <w:rsid w:val="002A3A62"/>
    <w:rsid w:val="002A3B72"/>
    <w:rsid w:val="002A41E4"/>
    <w:rsid w:val="002A428E"/>
    <w:rsid w:val="002A44A6"/>
    <w:rsid w:val="002A46C9"/>
    <w:rsid w:val="002A487C"/>
    <w:rsid w:val="002A4A0B"/>
    <w:rsid w:val="002A4F55"/>
    <w:rsid w:val="002A524F"/>
    <w:rsid w:val="002A5A1F"/>
    <w:rsid w:val="002A5CA7"/>
    <w:rsid w:val="002A5D74"/>
    <w:rsid w:val="002A5E4D"/>
    <w:rsid w:val="002A5F79"/>
    <w:rsid w:val="002A605F"/>
    <w:rsid w:val="002A61D6"/>
    <w:rsid w:val="002A68F8"/>
    <w:rsid w:val="002A6D88"/>
    <w:rsid w:val="002A7EC5"/>
    <w:rsid w:val="002B0042"/>
    <w:rsid w:val="002B02B6"/>
    <w:rsid w:val="002B04AC"/>
    <w:rsid w:val="002B0EE5"/>
    <w:rsid w:val="002B1322"/>
    <w:rsid w:val="002B1325"/>
    <w:rsid w:val="002B146B"/>
    <w:rsid w:val="002B1BAB"/>
    <w:rsid w:val="002B1EC8"/>
    <w:rsid w:val="002B25CA"/>
    <w:rsid w:val="002B28F1"/>
    <w:rsid w:val="002B2D16"/>
    <w:rsid w:val="002B2E1B"/>
    <w:rsid w:val="002B325C"/>
    <w:rsid w:val="002B4CB9"/>
    <w:rsid w:val="002B4D42"/>
    <w:rsid w:val="002B51C4"/>
    <w:rsid w:val="002B5263"/>
    <w:rsid w:val="002B53CE"/>
    <w:rsid w:val="002B6536"/>
    <w:rsid w:val="002B655A"/>
    <w:rsid w:val="002B6DD4"/>
    <w:rsid w:val="002B6F8C"/>
    <w:rsid w:val="002B7239"/>
    <w:rsid w:val="002B72E2"/>
    <w:rsid w:val="002B72E6"/>
    <w:rsid w:val="002B7448"/>
    <w:rsid w:val="002B792C"/>
    <w:rsid w:val="002B7FE8"/>
    <w:rsid w:val="002C001F"/>
    <w:rsid w:val="002C03CA"/>
    <w:rsid w:val="002C0524"/>
    <w:rsid w:val="002C1301"/>
    <w:rsid w:val="002C1465"/>
    <w:rsid w:val="002C1868"/>
    <w:rsid w:val="002C2265"/>
    <w:rsid w:val="002C2581"/>
    <w:rsid w:val="002C26FF"/>
    <w:rsid w:val="002C36E6"/>
    <w:rsid w:val="002C4608"/>
    <w:rsid w:val="002C4F5B"/>
    <w:rsid w:val="002C53F9"/>
    <w:rsid w:val="002C575E"/>
    <w:rsid w:val="002C65EC"/>
    <w:rsid w:val="002C70AB"/>
    <w:rsid w:val="002C7404"/>
    <w:rsid w:val="002C7A9D"/>
    <w:rsid w:val="002C7CCF"/>
    <w:rsid w:val="002C7D20"/>
    <w:rsid w:val="002D006C"/>
    <w:rsid w:val="002D04EA"/>
    <w:rsid w:val="002D0850"/>
    <w:rsid w:val="002D1585"/>
    <w:rsid w:val="002D15D4"/>
    <w:rsid w:val="002D1947"/>
    <w:rsid w:val="002D20F4"/>
    <w:rsid w:val="002D2951"/>
    <w:rsid w:val="002D2C00"/>
    <w:rsid w:val="002D2CF9"/>
    <w:rsid w:val="002D2D49"/>
    <w:rsid w:val="002D2D5F"/>
    <w:rsid w:val="002D2DE2"/>
    <w:rsid w:val="002D2E21"/>
    <w:rsid w:val="002D3794"/>
    <w:rsid w:val="002D3830"/>
    <w:rsid w:val="002D3955"/>
    <w:rsid w:val="002D3BE7"/>
    <w:rsid w:val="002D3F19"/>
    <w:rsid w:val="002D46C3"/>
    <w:rsid w:val="002D4782"/>
    <w:rsid w:val="002D491A"/>
    <w:rsid w:val="002D5391"/>
    <w:rsid w:val="002D5689"/>
    <w:rsid w:val="002D5813"/>
    <w:rsid w:val="002D5A5D"/>
    <w:rsid w:val="002D5EDB"/>
    <w:rsid w:val="002D63A9"/>
    <w:rsid w:val="002D6653"/>
    <w:rsid w:val="002D6BBE"/>
    <w:rsid w:val="002D6D09"/>
    <w:rsid w:val="002D6F0F"/>
    <w:rsid w:val="002D6FA5"/>
    <w:rsid w:val="002D72E5"/>
    <w:rsid w:val="002D73B5"/>
    <w:rsid w:val="002D74BF"/>
    <w:rsid w:val="002D7AEC"/>
    <w:rsid w:val="002E04E3"/>
    <w:rsid w:val="002E0684"/>
    <w:rsid w:val="002E0D96"/>
    <w:rsid w:val="002E0EA3"/>
    <w:rsid w:val="002E0F9C"/>
    <w:rsid w:val="002E0FFD"/>
    <w:rsid w:val="002E13A4"/>
    <w:rsid w:val="002E1502"/>
    <w:rsid w:val="002E1B0B"/>
    <w:rsid w:val="002E1E9A"/>
    <w:rsid w:val="002E2475"/>
    <w:rsid w:val="002E2600"/>
    <w:rsid w:val="002E309F"/>
    <w:rsid w:val="002E3897"/>
    <w:rsid w:val="002E4946"/>
    <w:rsid w:val="002E4C65"/>
    <w:rsid w:val="002E4E6A"/>
    <w:rsid w:val="002E4F39"/>
    <w:rsid w:val="002E510F"/>
    <w:rsid w:val="002E5D08"/>
    <w:rsid w:val="002E5D61"/>
    <w:rsid w:val="002E615E"/>
    <w:rsid w:val="002E722F"/>
    <w:rsid w:val="002E74FD"/>
    <w:rsid w:val="002E75DE"/>
    <w:rsid w:val="002E7795"/>
    <w:rsid w:val="002E77C3"/>
    <w:rsid w:val="002E7953"/>
    <w:rsid w:val="002E7F63"/>
    <w:rsid w:val="002F001F"/>
    <w:rsid w:val="002F02BA"/>
    <w:rsid w:val="002F046D"/>
    <w:rsid w:val="002F0B74"/>
    <w:rsid w:val="002F1363"/>
    <w:rsid w:val="002F1945"/>
    <w:rsid w:val="002F23BB"/>
    <w:rsid w:val="002F2C17"/>
    <w:rsid w:val="002F3126"/>
    <w:rsid w:val="002F4080"/>
    <w:rsid w:val="002F42EA"/>
    <w:rsid w:val="002F4370"/>
    <w:rsid w:val="002F4524"/>
    <w:rsid w:val="002F54EA"/>
    <w:rsid w:val="002F5656"/>
    <w:rsid w:val="002F5BF6"/>
    <w:rsid w:val="002F6381"/>
    <w:rsid w:val="002F6449"/>
    <w:rsid w:val="002F65A8"/>
    <w:rsid w:val="002F6620"/>
    <w:rsid w:val="002F671D"/>
    <w:rsid w:val="002F6BA2"/>
    <w:rsid w:val="002F6BCF"/>
    <w:rsid w:val="002F7249"/>
    <w:rsid w:val="002F7B01"/>
    <w:rsid w:val="0030039E"/>
    <w:rsid w:val="00300A7E"/>
    <w:rsid w:val="00301767"/>
    <w:rsid w:val="00302941"/>
    <w:rsid w:val="00302BCD"/>
    <w:rsid w:val="00302DF5"/>
    <w:rsid w:val="00303025"/>
    <w:rsid w:val="0030372C"/>
    <w:rsid w:val="00303AE6"/>
    <w:rsid w:val="00304465"/>
    <w:rsid w:val="00305046"/>
    <w:rsid w:val="0030504B"/>
    <w:rsid w:val="003053AC"/>
    <w:rsid w:val="00305406"/>
    <w:rsid w:val="003055D1"/>
    <w:rsid w:val="0030584A"/>
    <w:rsid w:val="003059B1"/>
    <w:rsid w:val="00306261"/>
    <w:rsid w:val="00306502"/>
    <w:rsid w:val="0030657B"/>
    <w:rsid w:val="003067BC"/>
    <w:rsid w:val="003071C2"/>
    <w:rsid w:val="0030778D"/>
    <w:rsid w:val="003102D9"/>
    <w:rsid w:val="0031049E"/>
    <w:rsid w:val="0031057F"/>
    <w:rsid w:val="00310E9F"/>
    <w:rsid w:val="00310F1D"/>
    <w:rsid w:val="0031103C"/>
    <w:rsid w:val="00311462"/>
    <w:rsid w:val="003117EA"/>
    <w:rsid w:val="00311E2C"/>
    <w:rsid w:val="003128BE"/>
    <w:rsid w:val="0031293B"/>
    <w:rsid w:val="00312A5E"/>
    <w:rsid w:val="003133B4"/>
    <w:rsid w:val="00313B06"/>
    <w:rsid w:val="003154F9"/>
    <w:rsid w:val="003156CD"/>
    <w:rsid w:val="00315899"/>
    <w:rsid w:val="0031599B"/>
    <w:rsid w:val="00315C82"/>
    <w:rsid w:val="00315F28"/>
    <w:rsid w:val="0031651F"/>
    <w:rsid w:val="00316A35"/>
    <w:rsid w:val="00316F7C"/>
    <w:rsid w:val="0031711D"/>
    <w:rsid w:val="00317562"/>
    <w:rsid w:val="00317BB9"/>
    <w:rsid w:val="0032080A"/>
    <w:rsid w:val="00320F15"/>
    <w:rsid w:val="0032102A"/>
    <w:rsid w:val="00321875"/>
    <w:rsid w:val="00321A28"/>
    <w:rsid w:val="00321EF8"/>
    <w:rsid w:val="00321FFB"/>
    <w:rsid w:val="0032283D"/>
    <w:rsid w:val="00322850"/>
    <w:rsid w:val="00322C29"/>
    <w:rsid w:val="00322C4B"/>
    <w:rsid w:val="003234F7"/>
    <w:rsid w:val="003237E8"/>
    <w:rsid w:val="00324226"/>
    <w:rsid w:val="00324243"/>
    <w:rsid w:val="0032451B"/>
    <w:rsid w:val="00324A58"/>
    <w:rsid w:val="00324AF2"/>
    <w:rsid w:val="00324D36"/>
    <w:rsid w:val="00324E35"/>
    <w:rsid w:val="00325019"/>
    <w:rsid w:val="00325063"/>
    <w:rsid w:val="0032536A"/>
    <w:rsid w:val="003254D4"/>
    <w:rsid w:val="00325832"/>
    <w:rsid w:val="00325E23"/>
    <w:rsid w:val="00326352"/>
    <w:rsid w:val="00326C9F"/>
    <w:rsid w:val="00326FAE"/>
    <w:rsid w:val="003272F4"/>
    <w:rsid w:val="003276D7"/>
    <w:rsid w:val="00327796"/>
    <w:rsid w:val="0033063A"/>
    <w:rsid w:val="00330664"/>
    <w:rsid w:val="0033069E"/>
    <w:rsid w:val="00330BF4"/>
    <w:rsid w:val="00330E04"/>
    <w:rsid w:val="00330F4C"/>
    <w:rsid w:val="00331559"/>
    <w:rsid w:val="003316FC"/>
    <w:rsid w:val="00331972"/>
    <w:rsid w:val="003319AA"/>
    <w:rsid w:val="00331BBF"/>
    <w:rsid w:val="00331C30"/>
    <w:rsid w:val="00331C80"/>
    <w:rsid w:val="00331D09"/>
    <w:rsid w:val="003328A3"/>
    <w:rsid w:val="00332A1B"/>
    <w:rsid w:val="003333AC"/>
    <w:rsid w:val="00333CE3"/>
    <w:rsid w:val="00333DA6"/>
    <w:rsid w:val="0033506D"/>
    <w:rsid w:val="0033529F"/>
    <w:rsid w:val="0033564C"/>
    <w:rsid w:val="003357A6"/>
    <w:rsid w:val="00335FD3"/>
    <w:rsid w:val="0033619B"/>
    <w:rsid w:val="00336657"/>
    <w:rsid w:val="00336D4A"/>
    <w:rsid w:val="00336F93"/>
    <w:rsid w:val="00337377"/>
    <w:rsid w:val="003377F5"/>
    <w:rsid w:val="00337852"/>
    <w:rsid w:val="00337CF8"/>
    <w:rsid w:val="00337CFC"/>
    <w:rsid w:val="00337E89"/>
    <w:rsid w:val="00340419"/>
    <w:rsid w:val="003407C4"/>
    <w:rsid w:val="00340CA5"/>
    <w:rsid w:val="0034123E"/>
    <w:rsid w:val="00341770"/>
    <w:rsid w:val="00341831"/>
    <w:rsid w:val="00341C46"/>
    <w:rsid w:val="00341C7C"/>
    <w:rsid w:val="0034225D"/>
    <w:rsid w:val="003423E0"/>
    <w:rsid w:val="00342666"/>
    <w:rsid w:val="003428C3"/>
    <w:rsid w:val="0034329B"/>
    <w:rsid w:val="00343F57"/>
    <w:rsid w:val="00344360"/>
    <w:rsid w:val="0034449A"/>
    <w:rsid w:val="0034460B"/>
    <w:rsid w:val="00344813"/>
    <w:rsid w:val="0034494D"/>
    <w:rsid w:val="00344B0E"/>
    <w:rsid w:val="00344C27"/>
    <w:rsid w:val="003451B1"/>
    <w:rsid w:val="00345808"/>
    <w:rsid w:val="00345D14"/>
    <w:rsid w:val="00345D3B"/>
    <w:rsid w:val="00345E75"/>
    <w:rsid w:val="003464B2"/>
    <w:rsid w:val="0034660D"/>
    <w:rsid w:val="003469A5"/>
    <w:rsid w:val="00346AEB"/>
    <w:rsid w:val="0034733F"/>
    <w:rsid w:val="00347A2F"/>
    <w:rsid w:val="00347CBD"/>
    <w:rsid w:val="0035005A"/>
    <w:rsid w:val="003500FE"/>
    <w:rsid w:val="00350925"/>
    <w:rsid w:val="00350D4A"/>
    <w:rsid w:val="00351374"/>
    <w:rsid w:val="003516BB"/>
    <w:rsid w:val="00351769"/>
    <w:rsid w:val="0035283C"/>
    <w:rsid w:val="00352FE1"/>
    <w:rsid w:val="00353769"/>
    <w:rsid w:val="0035383B"/>
    <w:rsid w:val="00353B0C"/>
    <w:rsid w:val="00354137"/>
    <w:rsid w:val="0035468F"/>
    <w:rsid w:val="003548FF"/>
    <w:rsid w:val="00354914"/>
    <w:rsid w:val="00354A16"/>
    <w:rsid w:val="00354AB6"/>
    <w:rsid w:val="00354DBD"/>
    <w:rsid w:val="00354EC3"/>
    <w:rsid w:val="0035536F"/>
    <w:rsid w:val="003557EB"/>
    <w:rsid w:val="003559FD"/>
    <w:rsid w:val="003562D2"/>
    <w:rsid w:val="00356C84"/>
    <w:rsid w:val="00356CE2"/>
    <w:rsid w:val="00356EDB"/>
    <w:rsid w:val="00357211"/>
    <w:rsid w:val="003579AB"/>
    <w:rsid w:val="00357DC8"/>
    <w:rsid w:val="00360268"/>
    <w:rsid w:val="003602FB"/>
    <w:rsid w:val="00360311"/>
    <w:rsid w:val="003603BF"/>
    <w:rsid w:val="00360C06"/>
    <w:rsid w:val="00361035"/>
    <w:rsid w:val="0036196D"/>
    <w:rsid w:val="00362025"/>
    <w:rsid w:val="00362267"/>
    <w:rsid w:val="003623D5"/>
    <w:rsid w:val="00362485"/>
    <w:rsid w:val="00362840"/>
    <w:rsid w:val="003628C0"/>
    <w:rsid w:val="003637A2"/>
    <w:rsid w:val="003638A0"/>
    <w:rsid w:val="003639AD"/>
    <w:rsid w:val="00363A26"/>
    <w:rsid w:val="00363BE3"/>
    <w:rsid w:val="00363C4F"/>
    <w:rsid w:val="00364103"/>
    <w:rsid w:val="003643C7"/>
    <w:rsid w:val="00364493"/>
    <w:rsid w:val="00364567"/>
    <w:rsid w:val="00364A5E"/>
    <w:rsid w:val="00364B46"/>
    <w:rsid w:val="00364E72"/>
    <w:rsid w:val="00365BA4"/>
    <w:rsid w:val="00365C77"/>
    <w:rsid w:val="00366775"/>
    <w:rsid w:val="00366A94"/>
    <w:rsid w:val="00367447"/>
    <w:rsid w:val="003677FA"/>
    <w:rsid w:val="00367D7A"/>
    <w:rsid w:val="00367D9F"/>
    <w:rsid w:val="0037004E"/>
    <w:rsid w:val="003704A4"/>
    <w:rsid w:val="003707CD"/>
    <w:rsid w:val="00370F12"/>
    <w:rsid w:val="003712CF"/>
    <w:rsid w:val="00371603"/>
    <w:rsid w:val="00371BBF"/>
    <w:rsid w:val="00371C90"/>
    <w:rsid w:val="00371D1D"/>
    <w:rsid w:val="00372245"/>
    <w:rsid w:val="00372397"/>
    <w:rsid w:val="0037261D"/>
    <w:rsid w:val="00372E28"/>
    <w:rsid w:val="00373699"/>
    <w:rsid w:val="00373AB6"/>
    <w:rsid w:val="003747E4"/>
    <w:rsid w:val="00374964"/>
    <w:rsid w:val="0037499D"/>
    <w:rsid w:val="00375006"/>
    <w:rsid w:val="0037505D"/>
    <w:rsid w:val="003751E2"/>
    <w:rsid w:val="00375752"/>
    <w:rsid w:val="00375917"/>
    <w:rsid w:val="0037592D"/>
    <w:rsid w:val="00376051"/>
    <w:rsid w:val="003763E8"/>
    <w:rsid w:val="00376468"/>
    <w:rsid w:val="003766A1"/>
    <w:rsid w:val="00376A26"/>
    <w:rsid w:val="00376B0F"/>
    <w:rsid w:val="00376EA9"/>
    <w:rsid w:val="0037703D"/>
    <w:rsid w:val="00377291"/>
    <w:rsid w:val="00377BB6"/>
    <w:rsid w:val="00380702"/>
    <w:rsid w:val="00380735"/>
    <w:rsid w:val="00380808"/>
    <w:rsid w:val="00380BA1"/>
    <w:rsid w:val="00380BE3"/>
    <w:rsid w:val="00380CBE"/>
    <w:rsid w:val="00380CCB"/>
    <w:rsid w:val="00380E3C"/>
    <w:rsid w:val="00380EFE"/>
    <w:rsid w:val="003815C0"/>
    <w:rsid w:val="003816E8"/>
    <w:rsid w:val="00381778"/>
    <w:rsid w:val="003818B4"/>
    <w:rsid w:val="00381A5F"/>
    <w:rsid w:val="00381BC6"/>
    <w:rsid w:val="00382A4E"/>
    <w:rsid w:val="00382BFF"/>
    <w:rsid w:val="00382D3C"/>
    <w:rsid w:val="00383A61"/>
    <w:rsid w:val="00383C78"/>
    <w:rsid w:val="00383E34"/>
    <w:rsid w:val="003841C0"/>
    <w:rsid w:val="00384404"/>
    <w:rsid w:val="00384A0C"/>
    <w:rsid w:val="00384E1D"/>
    <w:rsid w:val="00385296"/>
    <w:rsid w:val="003858E9"/>
    <w:rsid w:val="00385B37"/>
    <w:rsid w:val="00385C95"/>
    <w:rsid w:val="003867BB"/>
    <w:rsid w:val="003867F6"/>
    <w:rsid w:val="00386C2D"/>
    <w:rsid w:val="00386C4D"/>
    <w:rsid w:val="00386D5C"/>
    <w:rsid w:val="00387271"/>
    <w:rsid w:val="003872BB"/>
    <w:rsid w:val="003876CD"/>
    <w:rsid w:val="0038786A"/>
    <w:rsid w:val="003878FE"/>
    <w:rsid w:val="00387F73"/>
    <w:rsid w:val="0039013D"/>
    <w:rsid w:val="0039032F"/>
    <w:rsid w:val="003906A6"/>
    <w:rsid w:val="003908F5"/>
    <w:rsid w:val="00390982"/>
    <w:rsid w:val="00390AEE"/>
    <w:rsid w:val="00390CD4"/>
    <w:rsid w:val="00391285"/>
    <w:rsid w:val="00391BE9"/>
    <w:rsid w:val="00391E19"/>
    <w:rsid w:val="0039230E"/>
    <w:rsid w:val="00392770"/>
    <w:rsid w:val="003927B7"/>
    <w:rsid w:val="00392CEF"/>
    <w:rsid w:val="00393052"/>
    <w:rsid w:val="00393749"/>
    <w:rsid w:val="00393C69"/>
    <w:rsid w:val="00393D85"/>
    <w:rsid w:val="003942DF"/>
    <w:rsid w:val="00394325"/>
    <w:rsid w:val="0039485A"/>
    <w:rsid w:val="003949E3"/>
    <w:rsid w:val="00394C00"/>
    <w:rsid w:val="003950DE"/>
    <w:rsid w:val="003952F8"/>
    <w:rsid w:val="003957AE"/>
    <w:rsid w:val="00395FA0"/>
    <w:rsid w:val="00396952"/>
    <w:rsid w:val="0039695B"/>
    <w:rsid w:val="00396ED5"/>
    <w:rsid w:val="003975E4"/>
    <w:rsid w:val="00397B17"/>
    <w:rsid w:val="00397CCC"/>
    <w:rsid w:val="003A000E"/>
    <w:rsid w:val="003A0314"/>
    <w:rsid w:val="003A040E"/>
    <w:rsid w:val="003A17C8"/>
    <w:rsid w:val="003A1A77"/>
    <w:rsid w:val="003A1C94"/>
    <w:rsid w:val="003A1E8F"/>
    <w:rsid w:val="003A1E9A"/>
    <w:rsid w:val="003A26E0"/>
    <w:rsid w:val="003A38BA"/>
    <w:rsid w:val="003A39E6"/>
    <w:rsid w:val="003A4377"/>
    <w:rsid w:val="003A45B0"/>
    <w:rsid w:val="003A4CB2"/>
    <w:rsid w:val="003A5ACC"/>
    <w:rsid w:val="003A6144"/>
    <w:rsid w:val="003A680D"/>
    <w:rsid w:val="003A76A7"/>
    <w:rsid w:val="003A77EE"/>
    <w:rsid w:val="003A7EBE"/>
    <w:rsid w:val="003B02A6"/>
    <w:rsid w:val="003B0A1C"/>
    <w:rsid w:val="003B0B21"/>
    <w:rsid w:val="003B0C84"/>
    <w:rsid w:val="003B0FC8"/>
    <w:rsid w:val="003B11D0"/>
    <w:rsid w:val="003B18C5"/>
    <w:rsid w:val="003B1C2B"/>
    <w:rsid w:val="003B2489"/>
    <w:rsid w:val="003B35D8"/>
    <w:rsid w:val="003B392A"/>
    <w:rsid w:val="003B397C"/>
    <w:rsid w:val="003B3F02"/>
    <w:rsid w:val="003B3F47"/>
    <w:rsid w:val="003B413D"/>
    <w:rsid w:val="003B45EA"/>
    <w:rsid w:val="003B4889"/>
    <w:rsid w:val="003B4C48"/>
    <w:rsid w:val="003B5324"/>
    <w:rsid w:val="003B5337"/>
    <w:rsid w:val="003B5C7F"/>
    <w:rsid w:val="003B5EB1"/>
    <w:rsid w:val="003B60A1"/>
    <w:rsid w:val="003B681C"/>
    <w:rsid w:val="003B740C"/>
    <w:rsid w:val="003C01A2"/>
    <w:rsid w:val="003C081B"/>
    <w:rsid w:val="003C0E4D"/>
    <w:rsid w:val="003C132B"/>
    <w:rsid w:val="003C14B4"/>
    <w:rsid w:val="003C1874"/>
    <w:rsid w:val="003C19EF"/>
    <w:rsid w:val="003C1BD2"/>
    <w:rsid w:val="003C1CCF"/>
    <w:rsid w:val="003C1D1C"/>
    <w:rsid w:val="003C2131"/>
    <w:rsid w:val="003C2A91"/>
    <w:rsid w:val="003C2B38"/>
    <w:rsid w:val="003C2BEE"/>
    <w:rsid w:val="003C2C40"/>
    <w:rsid w:val="003C2D41"/>
    <w:rsid w:val="003C4A7A"/>
    <w:rsid w:val="003C4AB8"/>
    <w:rsid w:val="003C595C"/>
    <w:rsid w:val="003C5F51"/>
    <w:rsid w:val="003C616F"/>
    <w:rsid w:val="003C688E"/>
    <w:rsid w:val="003C6A75"/>
    <w:rsid w:val="003C6BBF"/>
    <w:rsid w:val="003C7CC9"/>
    <w:rsid w:val="003C7F7D"/>
    <w:rsid w:val="003D03B5"/>
    <w:rsid w:val="003D0486"/>
    <w:rsid w:val="003D070A"/>
    <w:rsid w:val="003D0F1D"/>
    <w:rsid w:val="003D10EF"/>
    <w:rsid w:val="003D1253"/>
    <w:rsid w:val="003D174F"/>
    <w:rsid w:val="003D1DD8"/>
    <w:rsid w:val="003D1F8D"/>
    <w:rsid w:val="003D22D8"/>
    <w:rsid w:val="003D2576"/>
    <w:rsid w:val="003D2760"/>
    <w:rsid w:val="003D282C"/>
    <w:rsid w:val="003D2CB4"/>
    <w:rsid w:val="003D3432"/>
    <w:rsid w:val="003D3A08"/>
    <w:rsid w:val="003D3B3C"/>
    <w:rsid w:val="003D40F1"/>
    <w:rsid w:val="003D47AC"/>
    <w:rsid w:val="003D4F81"/>
    <w:rsid w:val="003D5099"/>
    <w:rsid w:val="003D5656"/>
    <w:rsid w:val="003D567D"/>
    <w:rsid w:val="003D5E0A"/>
    <w:rsid w:val="003D5FD9"/>
    <w:rsid w:val="003D5FFB"/>
    <w:rsid w:val="003D6108"/>
    <w:rsid w:val="003D61BB"/>
    <w:rsid w:val="003D6318"/>
    <w:rsid w:val="003D6426"/>
    <w:rsid w:val="003D6F3F"/>
    <w:rsid w:val="003D7037"/>
    <w:rsid w:val="003D74B0"/>
    <w:rsid w:val="003D7ABA"/>
    <w:rsid w:val="003D7FBD"/>
    <w:rsid w:val="003E0226"/>
    <w:rsid w:val="003E0F6B"/>
    <w:rsid w:val="003E13BB"/>
    <w:rsid w:val="003E1D44"/>
    <w:rsid w:val="003E2306"/>
    <w:rsid w:val="003E23F1"/>
    <w:rsid w:val="003E25D4"/>
    <w:rsid w:val="003E26E8"/>
    <w:rsid w:val="003E27D9"/>
    <w:rsid w:val="003E2ADD"/>
    <w:rsid w:val="003E2BDC"/>
    <w:rsid w:val="003E2C7F"/>
    <w:rsid w:val="003E326B"/>
    <w:rsid w:val="003E3467"/>
    <w:rsid w:val="003E34F2"/>
    <w:rsid w:val="003E3CC3"/>
    <w:rsid w:val="003E3DCA"/>
    <w:rsid w:val="003E3FE4"/>
    <w:rsid w:val="003E4043"/>
    <w:rsid w:val="003E4157"/>
    <w:rsid w:val="003E44ED"/>
    <w:rsid w:val="003E456D"/>
    <w:rsid w:val="003E4996"/>
    <w:rsid w:val="003E4C49"/>
    <w:rsid w:val="003E4D57"/>
    <w:rsid w:val="003E565E"/>
    <w:rsid w:val="003E5D1B"/>
    <w:rsid w:val="003E6037"/>
    <w:rsid w:val="003E6E62"/>
    <w:rsid w:val="003E6F4D"/>
    <w:rsid w:val="003E72B2"/>
    <w:rsid w:val="003E7865"/>
    <w:rsid w:val="003E7B4F"/>
    <w:rsid w:val="003E7C43"/>
    <w:rsid w:val="003F0008"/>
    <w:rsid w:val="003F1382"/>
    <w:rsid w:val="003F1961"/>
    <w:rsid w:val="003F1963"/>
    <w:rsid w:val="003F199F"/>
    <w:rsid w:val="003F1E11"/>
    <w:rsid w:val="003F2043"/>
    <w:rsid w:val="003F20F7"/>
    <w:rsid w:val="003F2FBD"/>
    <w:rsid w:val="003F35BA"/>
    <w:rsid w:val="003F3647"/>
    <w:rsid w:val="003F36CE"/>
    <w:rsid w:val="003F3B0A"/>
    <w:rsid w:val="003F4251"/>
    <w:rsid w:val="003F4262"/>
    <w:rsid w:val="003F4AF3"/>
    <w:rsid w:val="003F4CFF"/>
    <w:rsid w:val="003F522B"/>
    <w:rsid w:val="003F5840"/>
    <w:rsid w:val="003F5C20"/>
    <w:rsid w:val="003F6127"/>
    <w:rsid w:val="003F6449"/>
    <w:rsid w:val="003F76C5"/>
    <w:rsid w:val="003F7C01"/>
    <w:rsid w:val="003F7D68"/>
    <w:rsid w:val="00400067"/>
    <w:rsid w:val="00400552"/>
    <w:rsid w:val="00400BFB"/>
    <w:rsid w:val="00400D77"/>
    <w:rsid w:val="004015BF"/>
    <w:rsid w:val="004017B0"/>
    <w:rsid w:val="00401829"/>
    <w:rsid w:val="00401B4E"/>
    <w:rsid w:val="00401E46"/>
    <w:rsid w:val="00401EC3"/>
    <w:rsid w:val="00402027"/>
    <w:rsid w:val="0040219A"/>
    <w:rsid w:val="004021FE"/>
    <w:rsid w:val="00402551"/>
    <w:rsid w:val="0040266E"/>
    <w:rsid w:val="0040295B"/>
    <w:rsid w:val="00402BD3"/>
    <w:rsid w:val="00403889"/>
    <w:rsid w:val="004042E6"/>
    <w:rsid w:val="004045F6"/>
    <w:rsid w:val="00404B00"/>
    <w:rsid w:val="00405327"/>
    <w:rsid w:val="00405749"/>
    <w:rsid w:val="00405CF1"/>
    <w:rsid w:val="00406126"/>
    <w:rsid w:val="0040624E"/>
    <w:rsid w:val="0040638C"/>
    <w:rsid w:val="00407C02"/>
    <w:rsid w:val="00407C1E"/>
    <w:rsid w:val="00407D92"/>
    <w:rsid w:val="0041023C"/>
    <w:rsid w:val="004102C2"/>
    <w:rsid w:val="0041037D"/>
    <w:rsid w:val="0041077C"/>
    <w:rsid w:val="0041105A"/>
    <w:rsid w:val="00411AF0"/>
    <w:rsid w:val="004125F7"/>
    <w:rsid w:val="00412B2B"/>
    <w:rsid w:val="00412C4A"/>
    <w:rsid w:val="00413357"/>
    <w:rsid w:val="00413477"/>
    <w:rsid w:val="00413732"/>
    <w:rsid w:val="00413BBF"/>
    <w:rsid w:val="00414546"/>
    <w:rsid w:val="00414B69"/>
    <w:rsid w:val="00414BA0"/>
    <w:rsid w:val="00414C2F"/>
    <w:rsid w:val="00414C99"/>
    <w:rsid w:val="00414F3B"/>
    <w:rsid w:val="0041508A"/>
    <w:rsid w:val="00415310"/>
    <w:rsid w:val="0041572B"/>
    <w:rsid w:val="00415A56"/>
    <w:rsid w:val="00415BE9"/>
    <w:rsid w:val="00416AC0"/>
    <w:rsid w:val="00417202"/>
    <w:rsid w:val="00417307"/>
    <w:rsid w:val="00417658"/>
    <w:rsid w:val="0042073C"/>
    <w:rsid w:val="00420DFE"/>
    <w:rsid w:val="004214AB"/>
    <w:rsid w:val="004216C1"/>
    <w:rsid w:val="00421DB2"/>
    <w:rsid w:val="00422032"/>
    <w:rsid w:val="00422790"/>
    <w:rsid w:val="00422F20"/>
    <w:rsid w:val="00422FDD"/>
    <w:rsid w:val="0042325C"/>
    <w:rsid w:val="0042407F"/>
    <w:rsid w:val="004241A6"/>
    <w:rsid w:val="004242A5"/>
    <w:rsid w:val="00424A03"/>
    <w:rsid w:val="00424FDC"/>
    <w:rsid w:val="00425159"/>
    <w:rsid w:val="004256F3"/>
    <w:rsid w:val="00425D21"/>
    <w:rsid w:val="00426074"/>
    <w:rsid w:val="00426645"/>
    <w:rsid w:val="004266E8"/>
    <w:rsid w:val="004267C7"/>
    <w:rsid w:val="00426D07"/>
    <w:rsid w:val="00426DDD"/>
    <w:rsid w:val="00426EEA"/>
    <w:rsid w:val="0042702B"/>
    <w:rsid w:val="004270E5"/>
    <w:rsid w:val="00427264"/>
    <w:rsid w:val="004273EC"/>
    <w:rsid w:val="00427474"/>
    <w:rsid w:val="004300B5"/>
    <w:rsid w:val="00430326"/>
    <w:rsid w:val="00430335"/>
    <w:rsid w:val="00430CDB"/>
    <w:rsid w:val="00430EEA"/>
    <w:rsid w:val="00431012"/>
    <w:rsid w:val="004311B5"/>
    <w:rsid w:val="004318AC"/>
    <w:rsid w:val="00431B5B"/>
    <w:rsid w:val="00431F00"/>
    <w:rsid w:val="00432727"/>
    <w:rsid w:val="004328E9"/>
    <w:rsid w:val="00432A84"/>
    <w:rsid w:val="00432F4F"/>
    <w:rsid w:val="004330C9"/>
    <w:rsid w:val="0043313D"/>
    <w:rsid w:val="00433B85"/>
    <w:rsid w:val="004342EA"/>
    <w:rsid w:val="00434694"/>
    <w:rsid w:val="00434D53"/>
    <w:rsid w:val="00435089"/>
    <w:rsid w:val="0043521E"/>
    <w:rsid w:val="00435936"/>
    <w:rsid w:val="00435B52"/>
    <w:rsid w:val="00435BB2"/>
    <w:rsid w:val="00435C46"/>
    <w:rsid w:val="00436084"/>
    <w:rsid w:val="0043656D"/>
    <w:rsid w:val="00436F56"/>
    <w:rsid w:val="00436F82"/>
    <w:rsid w:val="0043710C"/>
    <w:rsid w:val="004372D3"/>
    <w:rsid w:val="00437487"/>
    <w:rsid w:val="004400C1"/>
    <w:rsid w:val="004400DA"/>
    <w:rsid w:val="004404A3"/>
    <w:rsid w:val="004404D5"/>
    <w:rsid w:val="00440E9F"/>
    <w:rsid w:val="00441367"/>
    <w:rsid w:val="004413D9"/>
    <w:rsid w:val="00441A14"/>
    <w:rsid w:val="00441A6F"/>
    <w:rsid w:val="004420B0"/>
    <w:rsid w:val="004425F0"/>
    <w:rsid w:val="004426DA"/>
    <w:rsid w:val="004427F0"/>
    <w:rsid w:val="00442F0A"/>
    <w:rsid w:val="0044311C"/>
    <w:rsid w:val="004432C7"/>
    <w:rsid w:val="004435E6"/>
    <w:rsid w:val="004435FE"/>
    <w:rsid w:val="00443C83"/>
    <w:rsid w:val="00443C96"/>
    <w:rsid w:val="00444136"/>
    <w:rsid w:val="00444491"/>
    <w:rsid w:val="00444582"/>
    <w:rsid w:val="00444B31"/>
    <w:rsid w:val="004454E3"/>
    <w:rsid w:val="00445683"/>
    <w:rsid w:val="004459B5"/>
    <w:rsid w:val="00445CDB"/>
    <w:rsid w:val="00445DFC"/>
    <w:rsid w:val="004462E2"/>
    <w:rsid w:val="00446468"/>
    <w:rsid w:val="0044662E"/>
    <w:rsid w:val="00446829"/>
    <w:rsid w:val="004469E1"/>
    <w:rsid w:val="00446A33"/>
    <w:rsid w:val="00446CA6"/>
    <w:rsid w:val="00446FCA"/>
    <w:rsid w:val="004476D1"/>
    <w:rsid w:val="004477CA"/>
    <w:rsid w:val="00447E35"/>
    <w:rsid w:val="00447FB5"/>
    <w:rsid w:val="00450442"/>
    <w:rsid w:val="004505D7"/>
    <w:rsid w:val="0045101A"/>
    <w:rsid w:val="00451D1E"/>
    <w:rsid w:val="00451FCA"/>
    <w:rsid w:val="0045203E"/>
    <w:rsid w:val="00452931"/>
    <w:rsid w:val="00453488"/>
    <w:rsid w:val="004534AD"/>
    <w:rsid w:val="004535B3"/>
    <w:rsid w:val="00453A84"/>
    <w:rsid w:val="00454308"/>
    <w:rsid w:val="00454420"/>
    <w:rsid w:val="00454FE6"/>
    <w:rsid w:val="004569EE"/>
    <w:rsid w:val="00456F51"/>
    <w:rsid w:val="0045702D"/>
    <w:rsid w:val="0045751E"/>
    <w:rsid w:val="004576E2"/>
    <w:rsid w:val="004576E5"/>
    <w:rsid w:val="004578B8"/>
    <w:rsid w:val="00460680"/>
    <w:rsid w:val="00460CB6"/>
    <w:rsid w:val="00460FEE"/>
    <w:rsid w:val="00461156"/>
    <w:rsid w:val="00461245"/>
    <w:rsid w:val="00461263"/>
    <w:rsid w:val="00461311"/>
    <w:rsid w:val="0046182A"/>
    <w:rsid w:val="0046186C"/>
    <w:rsid w:val="00461BE4"/>
    <w:rsid w:val="00461F99"/>
    <w:rsid w:val="00461FA8"/>
    <w:rsid w:val="0046277F"/>
    <w:rsid w:val="004627B0"/>
    <w:rsid w:val="004628CA"/>
    <w:rsid w:val="00462F28"/>
    <w:rsid w:val="00462FED"/>
    <w:rsid w:val="00463163"/>
    <w:rsid w:val="00463254"/>
    <w:rsid w:val="004634E4"/>
    <w:rsid w:val="004639D9"/>
    <w:rsid w:val="0046439E"/>
    <w:rsid w:val="004645A2"/>
    <w:rsid w:val="00464626"/>
    <w:rsid w:val="004647B9"/>
    <w:rsid w:val="00464F9C"/>
    <w:rsid w:val="00465B6C"/>
    <w:rsid w:val="00465C43"/>
    <w:rsid w:val="00466205"/>
    <w:rsid w:val="004662A5"/>
    <w:rsid w:val="004670E1"/>
    <w:rsid w:val="00467A88"/>
    <w:rsid w:val="00467BFE"/>
    <w:rsid w:val="00467E9C"/>
    <w:rsid w:val="004700E3"/>
    <w:rsid w:val="004701EC"/>
    <w:rsid w:val="004708EB"/>
    <w:rsid w:val="004709E6"/>
    <w:rsid w:val="00470C82"/>
    <w:rsid w:val="00471E17"/>
    <w:rsid w:val="004723B3"/>
    <w:rsid w:val="004723F2"/>
    <w:rsid w:val="00472A4F"/>
    <w:rsid w:val="0047370F"/>
    <w:rsid w:val="00473D21"/>
    <w:rsid w:val="00473E34"/>
    <w:rsid w:val="004742C3"/>
    <w:rsid w:val="00474366"/>
    <w:rsid w:val="0047532C"/>
    <w:rsid w:val="0047546B"/>
    <w:rsid w:val="00476B9C"/>
    <w:rsid w:val="00476F11"/>
    <w:rsid w:val="00476F40"/>
    <w:rsid w:val="004770C1"/>
    <w:rsid w:val="00477E8A"/>
    <w:rsid w:val="00480144"/>
    <w:rsid w:val="004805DD"/>
    <w:rsid w:val="00481476"/>
    <w:rsid w:val="00481A4F"/>
    <w:rsid w:val="00481C60"/>
    <w:rsid w:val="00481E10"/>
    <w:rsid w:val="004820CD"/>
    <w:rsid w:val="00482178"/>
    <w:rsid w:val="00482E6E"/>
    <w:rsid w:val="00482EA6"/>
    <w:rsid w:val="00482EB4"/>
    <w:rsid w:val="00482F58"/>
    <w:rsid w:val="00483348"/>
    <w:rsid w:val="004839D7"/>
    <w:rsid w:val="00483E63"/>
    <w:rsid w:val="00484482"/>
    <w:rsid w:val="004844CF"/>
    <w:rsid w:val="00484A4B"/>
    <w:rsid w:val="00484AEA"/>
    <w:rsid w:val="00484F8D"/>
    <w:rsid w:val="00485101"/>
    <w:rsid w:val="00485221"/>
    <w:rsid w:val="004857AC"/>
    <w:rsid w:val="00486662"/>
    <w:rsid w:val="00486880"/>
    <w:rsid w:val="0048708B"/>
    <w:rsid w:val="0048716C"/>
    <w:rsid w:val="0048719D"/>
    <w:rsid w:val="0048731B"/>
    <w:rsid w:val="0048748B"/>
    <w:rsid w:val="00487814"/>
    <w:rsid w:val="00487AFC"/>
    <w:rsid w:val="00487B7A"/>
    <w:rsid w:val="00487DCE"/>
    <w:rsid w:val="00487FCA"/>
    <w:rsid w:val="00490172"/>
    <w:rsid w:val="00490437"/>
    <w:rsid w:val="004907F6"/>
    <w:rsid w:val="0049080B"/>
    <w:rsid w:val="0049093A"/>
    <w:rsid w:val="00490E41"/>
    <w:rsid w:val="00491AC3"/>
    <w:rsid w:val="00491AD7"/>
    <w:rsid w:val="00491ED6"/>
    <w:rsid w:val="00491FA9"/>
    <w:rsid w:val="00492093"/>
    <w:rsid w:val="0049248C"/>
    <w:rsid w:val="0049251F"/>
    <w:rsid w:val="0049293B"/>
    <w:rsid w:val="004929E5"/>
    <w:rsid w:val="00492BEA"/>
    <w:rsid w:val="00493365"/>
    <w:rsid w:val="00493574"/>
    <w:rsid w:val="00493911"/>
    <w:rsid w:val="00493BC8"/>
    <w:rsid w:val="00493C4A"/>
    <w:rsid w:val="00494270"/>
    <w:rsid w:val="00494B03"/>
    <w:rsid w:val="00494E2B"/>
    <w:rsid w:val="00494F5E"/>
    <w:rsid w:val="0049514A"/>
    <w:rsid w:val="004954A2"/>
    <w:rsid w:val="00495928"/>
    <w:rsid w:val="00495929"/>
    <w:rsid w:val="00495B6B"/>
    <w:rsid w:val="004964C4"/>
    <w:rsid w:val="004968D8"/>
    <w:rsid w:val="004969FF"/>
    <w:rsid w:val="00496A04"/>
    <w:rsid w:val="00496EF5"/>
    <w:rsid w:val="00497C4E"/>
    <w:rsid w:val="00497D58"/>
    <w:rsid w:val="004A022C"/>
    <w:rsid w:val="004A04E9"/>
    <w:rsid w:val="004A0CAA"/>
    <w:rsid w:val="004A0F3D"/>
    <w:rsid w:val="004A11EE"/>
    <w:rsid w:val="004A1422"/>
    <w:rsid w:val="004A1461"/>
    <w:rsid w:val="004A1747"/>
    <w:rsid w:val="004A1839"/>
    <w:rsid w:val="004A1856"/>
    <w:rsid w:val="004A19A1"/>
    <w:rsid w:val="004A19C0"/>
    <w:rsid w:val="004A1DA6"/>
    <w:rsid w:val="004A1DC0"/>
    <w:rsid w:val="004A25FF"/>
    <w:rsid w:val="004A2BE9"/>
    <w:rsid w:val="004A2C54"/>
    <w:rsid w:val="004A336A"/>
    <w:rsid w:val="004A340E"/>
    <w:rsid w:val="004A3877"/>
    <w:rsid w:val="004A3FB7"/>
    <w:rsid w:val="004A4593"/>
    <w:rsid w:val="004A4735"/>
    <w:rsid w:val="004A47BB"/>
    <w:rsid w:val="004A4914"/>
    <w:rsid w:val="004A54F6"/>
    <w:rsid w:val="004A5796"/>
    <w:rsid w:val="004A5B54"/>
    <w:rsid w:val="004A5D66"/>
    <w:rsid w:val="004A5F8C"/>
    <w:rsid w:val="004A6332"/>
    <w:rsid w:val="004A6896"/>
    <w:rsid w:val="004A6936"/>
    <w:rsid w:val="004A697B"/>
    <w:rsid w:val="004A6FE9"/>
    <w:rsid w:val="004A7024"/>
    <w:rsid w:val="004A746D"/>
    <w:rsid w:val="004A7865"/>
    <w:rsid w:val="004A78C1"/>
    <w:rsid w:val="004A7D74"/>
    <w:rsid w:val="004B011E"/>
    <w:rsid w:val="004B01D3"/>
    <w:rsid w:val="004B03FB"/>
    <w:rsid w:val="004B0F64"/>
    <w:rsid w:val="004B134D"/>
    <w:rsid w:val="004B1AEA"/>
    <w:rsid w:val="004B250A"/>
    <w:rsid w:val="004B3530"/>
    <w:rsid w:val="004B3613"/>
    <w:rsid w:val="004B36AF"/>
    <w:rsid w:val="004B3768"/>
    <w:rsid w:val="004B419D"/>
    <w:rsid w:val="004B41F5"/>
    <w:rsid w:val="004B41FE"/>
    <w:rsid w:val="004B467F"/>
    <w:rsid w:val="004B4972"/>
    <w:rsid w:val="004B4C4C"/>
    <w:rsid w:val="004B4D3C"/>
    <w:rsid w:val="004B5015"/>
    <w:rsid w:val="004B52FF"/>
    <w:rsid w:val="004B5324"/>
    <w:rsid w:val="004B54FC"/>
    <w:rsid w:val="004B5E4B"/>
    <w:rsid w:val="004B6018"/>
    <w:rsid w:val="004B6129"/>
    <w:rsid w:val="004B640B"/>
    <w:rsid w:val="004B64B6"/>
    <w:rsid w:val="004B68B8"/>
    <w:rsid w:val="004B69E7"/>
    <w:rsid w:val="004B6D11"/>
    <w:rsid w:val="004B7982"/>
    <w:rsid w:val="004B7E89"/>
    <w:rsid w:val="004C0B24"/>
    <w:rsid w:val="004C1270"/>
    <w:rsid w:val="004C1825"/>
    <w:rsid w:val="004C19B9"/>
    <w:rsid w:val="004C1C76"/>
    <w:rsid w:val="004C1CF9"/>
    <w:rsid w:val="004C2868"/>
    <w:rsid w:val="004C2BCD"/>
    <w:rsid w:val="004C2F3C"/>
    <w:rsid w:val="004C3352"/>
    <w:rsid w:val="004C345A"/>
    <w:rsid w:val="004C34B6"/>
    <w:rsid w:val="004C3716"/>
    <w:rsid w:val="004C39BD"/>
    <w:rsid w:val="004C3D57"/>
    <w:rsid w:val="004C3F4F"/>
    <w:rsid w:val="004C4498"/>
    <w:rsid w:val="004C4C66"/>
    <w:rsid w:val="004C4C67"/>
    <w:rsid w:val="004C4CEB"/>
    <w:rsid w:val="004C50E0"/>
    <w:rsid w:val="004C54A0"/>
    <w:rsid w:val="004C6DE9"/>
    <w:rsid w:val="004C7400"/>
    <w:rsid w:val="004C7556"/>
    <w:rsid w:val="004C7712"/>
    <w:rsid w:val="004C78BD"/>
    <w:rsid w:val="004C7A5C"/>
    <w:rsid w:val="004C7A61"/>
    <w:rsid w:val="004C7E69"/>
    <w:rsid w:val="004C7EDB"/>
    <w:rsid w:val="004C7F12"/>
    <w:rsid w:val="004D004F"/>
    <w:rsid w:val="004D04A3"/>
    <w:rsid w:val="004D0B19"/>
    <w:rsid w:val="004D0BF6"/>
    <w:rsid w:val="004D0CE0"/>
    <w:rsid w:val="004D139A"/>
    <w:rsid w:val="004D14DF"/>
    <w:rsid w:val="004D15B3"/>
    <w:rsid w:val="004D185F"/>
    <w:rsid w:val="004D198F"/>
    <w:rsid w:val="004D1CBF"/>
    <w:rsid w:val="004D24E0"/>
    <w:rsid w:val="004D25D8"/>
    <w:rsid w:val="004D272B"/>
    <w:rsid w:val="004D2915"/>
    <w:rsid w:val="004D2A0E"/>
    <w:rsid w:val="004D2AF7"/>
    <w:rsid w:val="004D2E44"/>
    <w:rsid w:val="004D2E9A"/>
    <w:rsid w:val="004D35B3"/>
    <w:rsid w:val="004D35DF"/>
    <w:rsid w:val="004D38DB"/>
    <w:rsid w:val="004D3CBC"/>
    <w:rsid w:val="004D436E"/>
    <w:rsid w:val="004D44B9"/>
    <w:rsid w:val="004D48C0"/>
    <w:rsid w:val="004D4932"/>
    <w:rsid w:val="004D4E88"/>
    <w:rsid w:val="004D50A4"/>
    <w:rsid w:val="004D56C5"/>
    <w:rsid w:val="004D60A9"/>
    <w:rsid w:val="004D6504"/>
    <w:rsid w:val="004D68E8"/>
    <w:rsid w:val="004D725F"/>
    <w:rsid w:val="004D770E"/>
    <w:rsid w:val="004D7D46"/>
    <w:rsid w:val="004E0794"/>
    <w:rsid w:val="004E093E"/>
    <w:rsid w:val="004E151B"/>
    <w:rsid w:val="004E152C"/>
    <w:rsid w:val="004E1AD3"/>
    <w:rsid w:val="004E1E8B"/>
    <w:rsid w:val="004E1FAA"/>
    <w:rsid w:val="004E2558"/>
    <w:rsid w:val="004E271C"/>
    <w:rsid w:val="004E28BF"/>
    <w:rsid w:val="004E2A2F"/>
    <w:rsid w:val="004E2A81"/>
    <w:rsid w:val="004E2D76"/>
    <w:rsid w:val="004E301E"/>
    <w:rsid w:val="004E3120"/>
    <w:rsid w:val="004E320C"/>
    <w:rsid w:val="004E3BCC"/>
    <w:rsid w:val="004E3D45"/>
    <w:rsid w:val="004E3D97"/>
    <w:rsid w:val="004E3DC2"/>
    <w:rsid w:val="004E3DE2"/>
    <w:rsid w:val="004E42A5"/>
    <w:rsid w:val="004E42AC"/>
    <w:rsid w:val="004E42F8"/>
    <w:rsid w:val="004E48E1"/>
    <w:rsid w:val="004E4AEA"/>
    <w:rsid w:val="004E5346"/>
    <w:rsid w:val="004E575F"/>
    <w:rsid w:val="004E5B65"/>
    <w:rsid w:val="004E623E"/>
    <w:rsid w:val="004E6F81"/>
    <w:rsid w:val="004E7966"/>
    <w:rsid w:val="004E7A5A"/>
    <w:rsid w:val="004E7B93"/>
    <w:rsid w:val="004E7C5C"/>
    <w:rsid w:val="004E7F56"/>
    <w:rsid w:val="004E7F84"/>
    <w:rsid w:val="004E7FDC"/>
    <w:rsid w:val="004F063C"/>
    <w:rsid w:val="004F0694"/>
    <w:rsid w:val="004F0AE8"/>
    <w:rsid w:val="004F106A"/>
    <w:rsid w:val="004F1852"/>
    <w:rsid w:val="004F186F"/>
    <w:rsid w:val="004F18B6"/>
    <w:rsid w:val="004F1B2E"/>
    <w:rsid w:val="004F1D36"/>
    <w:rsid w:val="004F2DB9"/>
    <w:rsid w:val="004F2E83"/>
    <w:rsid w:val="004F2E8B"/>
    <w:rsid w:val="004F2FE9"/>
    <w:rsid w:val="004F3366"/>
    <w:rsid w:val="004F3377"/>
    <w:rsid w:val="004F3DEC"/>
    <w:rsid w:val="004F50BB"/>
    <w:rsid w:val="004F538E"/>
    <w:rsid w:val="004F5A4B"/>
    <w:rsid w:val="004F5D66"/>
    <w:rsid w:val="004F5E1E"/>
    <w:rsid w:val="004F5E65"/>
    <w:rsid w:val="004F5FF1"/>
    <w:rsid w:val="004F5FF5"/>
    <w:rsid w:val="004F6058"/>
    <w:rsid w:val="004F6242"/>
    <w:rsid w:val="004F64E3"/>
    <w:rsid w:val="004F6A8D"/>
    <w:rsid w:val="004F76C0"/>
    <w:rsid w:val="004F7BE3"/>
    <w:rsid w:val="00500868"/>
    <w:rsid w:val="005008C0"/>
    <w:rsid w:val="005008DD"/>
    <w:rsid w:val="005010AD"/>
    <w:rsid w:val="0050289D"/>
    <w:rsid w:val="00502C5A"/>
    <w:rsid w:val="00503152"/>
    <w:rsid w:val="00503A48"/>
    <w:rsid w:val="00504072"/>
    <w:rsid w:val="005043F7"/>
    <w:rsid w:val="00504562"/>
    <w:rsid w:val="00504852"/>
    <w:rsid w:val="00504F34"/>
    <w:rsid w:val="00504F96"/>
    <w:rsid w:val="005050E7"/>
    <w:rsid w:val="00505693"/>
    <w:rsid w:val="00505813"/>
    <w:rsid w:val="00505DDF"/>
    <w:rsid w:val="005067E1"/>
    <w:rsid w:val="00506B60"/>
    <w:rsid w:val="00506C5C"/>
    <w:rsid w:val="005073D7"/>
    <w:rsid w:val="00507E33"/>
    <w:rsid w:val="005108EB"/>
    <w:rsid w:val="0051095C"/>
    <w:rsid w:val="00510A11"/>
    <w:rsid w:val="00510F94"/>
    <w:rsid w:val="005110B3"/>
    <w:rsid w:val="0051119E"/>
    <w:rsid w:val="0051179D"/>
    <w:rsid w:val="00511B06"/>
    <w:rsid w:val="005123D5"/>
    <w:rsid w:val="005125D7"/>
    <w:rsid w:val="00512622"/>
    <w:rsid w:val="005126A9"/>
    <w:rsid w:val="005127A0"/>
    <w:rsid w:val="005130CE"/>
    <w:rsid w:val="005131EC"/>
    <w:rsid w:val="005132FB"/>
    <w:rsid w:val="005135B8"/>
    <w:rsid w:val="005136B6"/>
    <w:rsid w:val="00513E2B"/>
    <w:rsid w:val="00513FCE"/>
    <w:rsid w:val="005141C2"/>
    <w:rsid w:val="00514220"/>
    <w:rsid w:val="00514781"/>
    <w:rsid w:val="005148A2"/>
    <w:rsid w:val="00514BDA"/>
    <w:rsid w:val="00514F95"/>
    <w:rsid w:val="00515632"/>
    <w:rsid w:val="00515BC2"/>
    <w:rsid w:val="00515C35"/>
    <w:rsid w:val="0051604F"/>
    <w:rsid w:val="0051652B"/>
    <w:rsid w:val="00516A65"/>
    <w:rsid w:val="00516ADA"/>
    <w:rsid w:val="00516ED0"/>
    <w:rsid w:val="00517366"/>
    <w:rsid w:val="00517A24"/>
    <w:rsid w:val="00517F24"/>
    <w:rsid w:val="005200BB"/>
    <w:rsid w:val="00520627"/>
    <w:rsid w:val="005207BC"/>
    <w:rsid w:val="00520C65"/>
    <w:rsid w:val="00521045"/>
    <w:rsid w:val="00521220"/>
    <w:rsid w:val="005216E3"/>
    <w:rsid w:val="005220F7"/>
    <w:rsid w:val="0052216C"/>
    <w:rsid w:val="0052247D"/>
    <w:rsid w:val="00522830"/>
    <w:rsid w:val="00522979"/>
    <w:rsid w:val="00522D60"/>
    <w:rsid w:val="00522FAB"/>
    <w:rsid w:val="005230BF"/>
    <w:rsid w:val="005234AF"/>
    <w:rsid w:val="0052394B"/>
    <w:rsid w:val="005239F6"/>
    <w:rsid w:val="00523F70"/>
    <w:rsid w:val="005243F0"/>
    <w:rsid w:val="00524497"/>
    <w:rsid w:val="005246AC"/>
    <w:rsid w:val="00524E51"/>
    <w:rsid w:val="00524F26"/>
    <w:rsid w:val="00524FD8"/>
    <w:rsid w:val="005254F0"/>
    <w:rsid w:val="00525646"/>
    <w:rsid w:val="005256A9"/>
    <w:rsid w:val="00525942"/>
    <w:rsid w:val="0052594D"/>
    <w:rsid w:val="00525CA3"/>
    <w:rsid w:val="00525F04"/>
    <w:rsid w:val="0052676E"/>
    <w:rsid w:val="00526A5C"/>
    <w:rsid w:val="00527882"/>
    <w:rsid w:val="00530422"/>
    <w:rsid w:val="005308E0"/>
    <w:rsid w:val="00530954"/>
    <w:rsid w:val="00530E40"/>
    <w:rsid w:val="005313C1"/>
    <w:rsid w:val="005319EF"/>
    <w:rsid w:val="00531A0C"/>
    <w:rsid w:val="00531A3B"/>
    <w:rsid w:val="00531A6F"/>
    <w:rsid w:val="00531E66"/>
    <w:rsid w:val="00532682"/>
    <w:rsid w:val="005327A9"/>
    <w:rsid w:val="00532B62"/>
    <w:rsid w:val="00532C07"/>
    <w:rsid w:val="00533296"/>
    <w:rsid w:val="005334FA"/>
    <w:rsid w:val="00533795"/>
    <w:rsid w:val="0053410D"/>
    <w:rsid w:val="005345C9"/>
    <w:rsid w:val="00534680"/>
    <w:rsid w:val="00534C3B"/>
    <w:rsid w:val="00534E65"/>
    <w:rsid w:val="00535144"/>
    <w:rsid w:val="005351A7"/>
    <w:rsid w:val="00535872"/>
    <w:rsid w:val="005358FE"/>
    <w:rsid w:val="00536019"/>
    <w:rsid w:val="0053679D"/>
    <w:rsid w:val="00536811"/>
    <w:rsid w:val="0053699B"/>
    <w:rsid w:val="00536D5F"/>
    <w:rsid w:val="00536DE7"/>
    <w:rsid w:val="00536DF1"/>
    <w:rsid w:val="00536F3E"/>
    <w:rsid w:val="0053748C"/>
    <w:rsid w:val="005374D0"/>
    <w:rsid w:val="005375BA"/>
    <w:rsid w:val="005379C7"/>
    <w:rsid w:val="00537B59"/>
    <w:rsid w:val="00540199"/>
    <w:rsid w:val="005406FA"/>
    <w:rsid w:val="00540859"/>
    <w:rsid w:val="00540F69"/>
    <w:rsid w:val="005412C1"/>
    <w:rsid w:val="005414D2"/>
    <w:rsid w:val="00541679"/>
    <w:rsid w:val="00541A3E"/>
    <w:rsid w:val="00541E05"/>
    <w:rsid w:val="005420A7"/>
    <w:rsid w:val="00542103"/>
    <w:rsid w:val="0054291A"/>
    <w:rsid w:val="0054298E"/>
    <w:rsid w:val="00542B6C"/>
    <w:rsid w:val="00542C14"/>
    <w:rsid w:val="00543B96"/>
    <w:rsid w:val="00543D23"/>
    <w:rsid w:val="0054400E"/>
    <w:rsid w:val="0054410F"/>
    <w:rsid w:val="0054435C"/>
    <w:rsid w:val="00544633"/>
    <w:rsid w:val="005449A3"/>
    <w:rsid w:val="00544A7C"/>
    <w:rsid w:val="005450F0"/>
    <w:rsid w:val="005456D2"/>
    <w:rsid w:val="00545D05"/>
    <w:rsid w:val="00546C14"/>
    <w:rsid w:val="00546C83"/>
    <w:rsid w:val="00546EDA"/>
    <w:rsid w:val="005472B2"/>
    <w:rsid w:val="00547358"/>
    <w:rsid w:val="0054743A"/>
    <w:rsid w:val="005479DF"/>
    <w:rsid w:val="00550089"/>
    <w:rsid w:val="00550549"/>
    <w:rsid w:val="00550E49"/>
    <w:rsid w:val="0055119D"/>
    <w:rsid w:val="005511AB"/>
    <w:rsid w:val="00551A29"/>
    <w:rsid w:val="00552D51"/>
    <w:rsid w:val="00553529"/>
    <w:rsid w:val="005538A7"/>
    <w:rsid w:val="0055402A"/>
    <w:rsid w:val="005543B1"/>
    <w:rsid w:val="00554439"/>
    <w:rsid w:val="005547F3"/>
    <w:rsid w:val="005549B0"/>
    <w:rsid w:val="005549C8"/>
    <w:rsid w:val="00554C9A"/>
    <w:rsid w:val="00554CC9"/>
    <w:rsid w:val="00554DBD"/>
    <w:rsid w:val="0055526E"/>
    <w:rsid w:val="0055562D"/>
    <w:rsid w:val="005558F3"/>
    <w:rsid w:val="00555F51"/>
    <w:rsid w:val="0055623B"/>
    <w:rsid w:val="00556ED0"/>
    <w:rsid w:val="005576F7"/>
    <w:rsid w:val="00557854"/>
    <w:rsid w:val="005579C8"/>
    <w:rsid w:val="005579CD"/>
    <w:rsid w:val="00557CEA"/>
    <w:rsid w:val="00557D0A"/>
    <w:rsid w:val="00560614"/>
    <w:rsid w:val="0056077A"/>
    <w:rsid w:val="00560929"/>
    <w:rsid w:val="00560A02"/>
    <w:rsid w:val="00560A8E"/>
    <w:rsid w:val="00560D59"/>
    <w:rsid w:val="00560FF4"/>
    <w:rsid w:val="005615BD"/>
    <w:rsid w:val="005619F2"/>
    <w:rsid w:val="00561A57"/>
    <w:rsid w:val="00561B30"/>
    <w:rsid w:val="005620AB"/>
    <w:rsid w:val="00562925"/>
    <w:rsid w:val="00562BAD"/>
    <w:rsid w:val="00562BE7"/>
    <w:rsid w:val="005630B7"/>
    <w:rsid w:val="00563444"/>
    <w:rsid w:val="0056356B"/>
    <w:rsid w:val="00563609"/>
    <w:rsid w:val="0056374B"/>
    <w:rsid w:val="00563999"/>
    <w:rsid w:val="005639A4"/>
    <w:rsid w:val="00563B92"/>
    <w:rsid w:val="00563BB9"/>
    <w:rsid w:val="00563E80"/>
    <w:rsid w:val="00563FB3"/>
    <w:rsid w:val="00563FDD"/>
    <w:rsid w:val="005644ED"/>
    <w:rsid w:val="00564A0D"/>
    <w:rsid w:val="00564ACF"/>
    <w:rsid w:val="00564EC3"/>
    <w:rsid w:val="00565818"/>
    <w:rsid w:val="00565BE9"/>
    <w:rsid w:val="0056649A"/>
    <w:rsid w:val="00567049"/>
    <w:rsid w:val="005674D7"/>
    <w:rsid w:val="00567541"/>
    <w:rsid w:val="005679D7"/>
    <w:rsid w:val="005709AA"/>
    <w:rsid w:val="00570A8A"/>
    <w:rsid w:val="00570E89"/>
    <w:rsid w:val="00571C65"/>
    <w:rsid w:val="00571D84"/>
    <w:rsid w:val="00572052"/>
    <w:rsid w:val="0057222B"/>
    <w:rsid w:val="00572CB4"/>
    <w:rsid w:val="00572EE0"/>
    <w:rsid w:val="00573963"/>
    <w:rsid w:val="00573C76"/>
    <w:rsid w:val="00574148"/>
    <w:rsid w:val="0057416D"/>
    <w:rsid w:val="005744F4"/>
    <w:rsid w:val="0057454C"/>
    <w:rsid w:val="005749B2"/>
    <w:rsid w:val="00574A76"/>
    <w:rsid w:val="00574C83"/>
    <w:rsid w:val="00574F2C"/>
    <w:rsid w:val="00574F8A"/>
    <w:rsid w:val="00575AFE"/>
    <w:rsid w:val="005769C1"/>
    <w:rsid w:val="00576D6E"/>
    <w:rsid w:val="00577105"/>
    <w:rsid w:val="00577256"/>
    <w:rsid w:val="005774CD"/>
    <w:rsid w:val="005775D4"/>
    <w:rsid w:val="005776B4"/>
    <w:rsid w:val="00577DF2"/>
    <w:rsid w:val="00577E9C"/>
    <w:rsid w:val="005806A4"/>
    <w:rsid w:val="00580795"/>
    <w:rsid w:val="0058095E"/>
    <w:rsid w:val="00580B9B"/>
    <w:rsid w:val="00580C68"/>
    <w:rsid w:val="00580F6E"/>
    <w:rsid w:val="00581A6C"/>
    <w:rsid w:val="00581AF2"/>
    <w:rsid w:val="00582466"/>
    <w:rsid w:val="005824B1"/>
    <w:rsid w:val="005824E7"/>
    <w:rsid w:val="0058260F"/>
    <w:rsid w:val="00582A6A"/>
    <w:rsid w:val="0058324E"/>
    <w:rsid w:val="00583527"/>
    <w:rsid w:val="005835E4"/>
    <w:rsid w:val="00583A7F"/>
    <w:rsid w:val="00583B38"/>
    <w:rsid w:val="00583D20"/>
    <w:rsid w:val="00584327"/>
    <w:rsid w:val="0058441D"/>
    <w:rsid w:val="0058448A"/>
    <w:rsid w:val="005845E4"/>
    <w:rsid w:val="00584716"/>
    <w:rsid w:val="00584A86"/>
    <w:rsid w:val="00584CD0"/>
    <w:rsid w:val="00584CD2"/>
    <w:rsid w:val="00585D71"/>
    <w:rsid w:val="00585FD6"/>
    <w:rsid w:val="005861AF"/>
    <w:rsid w:val="00586C16"/>
    <w:rsid w:val="00587016"/>
    <w:rsid w:val="00587144"/>
    <w:rsid w:val="0058738E"/>
    <w:rsid w:val="00587575"/>
    <w:rsid w:val="0058768F"/>
    <w:rsid w:val="0058773F"/>
    <w:rsid w:val="005878AB"/>
    <w:rsid w:val="00587B3F"/>
    <w:rsid w:val="00587D4A"/>
    <w:rsid w:val="00587DC4"/>
    <w:rsid w:val="00590081"/>
    <w:rsid w:val="005900DF"/>
    <w:rsid w:val="005901DD"/>
    <w:rsid w:val="00590AE0"/>
    <w:rsid w:val="00592973"/>
    <w:rsid w:val="005929A9"/>
    <w:rsid w:val="00592E03"/>
    <w:rsid w:val="005930A3"/>
    <w:rsid w:val="005932E0"/>
    <w:rsid w:val="0059389A"/>
    <w:rsid w:val="00593ACD"/>
    <w:rsid w:val="0059413D"/>
    <w:rsid w:val="0059473A"/>
    <w:rsid w:val="00594877"/>
    <w:rsid w:val="00594B63"/>
    <w:rsid w:val="00595459"/>
    <w:rsid w:val="0059577D"/>
    <w:rsid w:val="00595A4C"/>
    <w:rsid w:val="00595C12"/>
    <w:rsid w:val="005960BB"/>
    <w:rsid w:val="0059654D"/>
    <w:rsid w:val="00596D65"/>
    <w:rsid w:val="005978F4"/>
    <w:rsid w:val="00597F10"/>
    <w:rsid w:val="005A04C6"/>
    <w:rsid w:val="005A054D"/>
    <w:rsid w:val="005A06EA"/>
    <w:rsid w:val="005A0752"/>
    <w:rsid w:val="005A0785"/>
    <w:rsid w:val="005A0AB0"/>
    <w:rsid w:val="005A0CDF"/>
    <w:rsid w:val="005A0F6E"/>
    <w:rsid w:val="005A0FDA"/>
    <w:rsid w:val="005A132E"/>
    <w:rsid w:val="005A1A70"/>
    <w:rsid w:val="005A1AE6"/>
    <w:rsid w:val="005A1BD3"/>
    <w:rsid w:val="005A2517"/>
    <w:rsid w:val="005A2D00"/>
    <w:rsid w:val="005A2D90"/>
    <w:rsid w:val="005A2F92"/>
    <w:rsid w:val="005A31D1"/>
    <w:rsid w:val="005A3335"/>
    <w:rsid w:val="005A35CB"/>
    <w:rsid w:val="005A37C4"/>
    <w:rsid w:val="005A3A95"/>
    <w:rsid w:val="005A3C5C"/>
    <w:rsid w:val="005A3F08"/>
    <w:rsid w:val="005A3F95"/>
    <w:rsid w:val="005A4378"/>
    <w:rsid w:val="005A43CD"/>
    <w:rsid w:val="005A4414"/>
    <w:rsid w:val="005A48BA"/>
    <w:rsid w:val="005A4B47"/>
    <w:rsid w:val="005A4CB4"/>
    <w:rsid w:val="005A4CDB"/>
    <w:rsid w:val="005A4F17"/>
    <w:rsid w:val="005A516B"/>
    <w:rsid w:val="005A52AE"/>
    <w:rsid w:val="005A5416"/>
    <w:rsid w:val="005A5676"/>
    <w:rsid w:val="005A56DD"/>
    <w:rsid w:val="005A5BF8"/>
    <w:rsid w:val="005A6281"/>
    <w:rsid w:val="005A65E6"/>
    <w:rsid w:val="005A699C"/>
    <w:rsid w:val="005A6C06"/>
    <w:rsid w:val="005A6DFC"/>
    <w:rsid w:val="005A6FE7"/>
    <w:rsid w:val="005A70B2"/>
    <w:rsid w:val="005A720A"/>
    <w:rsid w:val="005A7864"/>
    <w:rsid w:val="005A7C58"/>
    <w:rsid w:val="005A7FF3"/>
    <w:rsid w:val="005B0160"/>
    <w:rsid w:val="005B0891"/>
    <w:rsid w:val="005B0974"/>
    <w:rsid w:val="005B0A76"/>
    <w:rsid w:val="005B1813"/>
    <w:rsid w:val="005B1BE8"/>
    <w:rsid w:val="005B1D8A"/>
    <w:rsid w:val="005B207B"/>
    <w:rsid w:val="005B2157"/>
    <w:rsid w:val="005B2603"/>
    <w:rsid w:val="005B27D0"/>
    <w:rsid w:val="005B313E"/>
    <w:rsid w:val="005B3DD5"/>
    <w:rsid w:val="005B43C9"/>
    <w:rsid w:val="005B445F"/>
    <w:rsid w:val="005B4501"/>
    <w:rsid w:val="005B4558"/>
    <w:rsid w:val="005B4CDF"/>
    <w:rsid w:val="005B4E52"/>
    <w:rsid w:val="005B59AA"/>
    <w:rsid w:val="005B6BE9"/>
    <w:rsid w:val="005B6C7E"/>
    <w:rsid w:val="005B6ED1"/>
    <w:rsid w:val="005B7B97"/>
    <w:rsid w:val="005B7D0F"/>
    <w:rsid w:val="005C043C"/>
    <w:rsid w:val="005C0811"/>
    <w:rsid w:val="005C0EA9"/>
    <w:rsid w:val="005C0FFC"/>
    <w:rsid w:val="005C17EC"/>
    <w:rsid w:val="005C1810"/>
    <w:rsid w:val="005C24B2"/>
    <w:rsid w:val="005C3724"/>
    <w:rsid w:val="005C3E95"/>
    <w:rsid w:val="005C46B9"/>
    <w:rsid w:val="005C48DE"/>
    <w:rsid w:val="005C4B0D"/>
    <w:rsid w:val="005C5643"/>
    <w:rsid w:val="005C5652"/>
    <w:rsid w:val="005C56E4"/>
    <w:rsid w:val="005C5754"/>
    <w:rsid w:val="005C598A"/>
    <w:rsid w:val="005C5EB7"/>
    <w:rsid w:val="005C669A"/>
    <w:rsid w:val="005C6C63"/>
    <w:rsid w:val="005C762D"/>
    <w:rsid w:val="005C7D0C"/>
    <w:rsid w:val="005C7E56"/>
    <w:rsid w:val="005D05C9"/>
    <w:rsid w:val="005D07A3"/>
    <w:rsid w:val="005D0967"/>
    <w:rsid w:val="005D0D13"/>
    <w:rsid w:val="005D1416"/>
    <w:rsid w:val="005D165C"/>
    <w:rsid w:val="005D1C11"/>
    <w:rsid w:val="005D1D43"/>
    <w:rsid w:val="005D2188"/>
    <w:rsid w:val="005D239D"/>
    <w:rsid w:val="005D2411"/>
    <w:rsid w:val="005D286E"/>
    <w:rsid w:val="005D2F04"/>
    <w:rsid w:val="005D31AA"/>
    <w:rsid w:val="005D36A8"/>
    <w:rsid w:val="005D3B09"/>
    <w:rsid w:val="005D4044"/>
    <w:rsid w:val="005D42D6"/>
    <w:rsid w:val="005D447B"/>
    <w:rsid w:val="005D44AC"/>
    <w:rsid w:val="005D47AA"/>
    <w:rsid w:val="005D4A11"/>
    <w:rsid w:val="005D5611"/>
    <w:rsid w:val="005D5A84"/>
    <w:rsid w:val="005D675E"/>
    <w:rsid w:val="005D6B03"/>
    <w:rsid w:val="005D73F7"/>
    <w:rsid w:val="005D7C2F"/>
    <w:rsid w:val="005D7F35"/>
    <w:rsid w:val="005E09B3"/>
    <w:rsid w:val="005E0A13"/>
    <w:rsid w:val="005E0A1D"/>
    <w:rsid w:val="005E12A6"/>
    <w:rsid w:val="005E19CF"/>
    <w:rsid w:val="005E1C50"/>
    <w:rsid w:val="005E1E15"/>
    <w:rsid w:val="005E1E36"/>
    <w:rsid w:val="005E22F0"/>
    <w:rsid w:val="005E275D"/>
    <w:rsid w:val="005E2A5C"/>
    <w:rsid w:val="005E2D4E"/>
    <w:rsid w:val="005E2EF4"/>
    <w:rsid w:val="005E33A4"/>
    <w:rsid w:val="005E357A"/>
    <w:rsid w:val="005E39C7"/>
    <w:rsid w:val="005E436D"/>
    <w:rsid w:val="005E49EF"/>
    <w:rsid w:val="005E4A27"/>
    <w:rsid w:val="005E4A35"/>
    <w:rsid w:val="005E5043"/>
    <w:rsid w:val="005E51D6"/>
    <w:rsid w:val="005E53F4"/>
    <w:rsid w:val="005E55E1"/>
    <w:rsid w:val="005E56DC"/>
    <w:rsid w:val="005E5C12"/>
    <w:rsid w:val="005E5F08"/>
    <w:rsid w:val="005E64E9"/>
    <w:rsid w:val="005E6CCC"/>
    <w:rsid w:val="005E77C6"/>
    <w:rsid w:val="005E7CD8"/>
    <w:rsid w:val="005E7DF4"/>
    <w:rsid w:val="005E7F6D"/>
    <w:rsid w:val="005F031B"/>
    <w:rsid w:val="005F0F35"/>
    <w:rsid w:val="005F15B4"/>
    <w:rsid w:val="005F15FB"/>
    <w:rsid w:val="005F1A34"/>
    <w:rsid w:val="005F2C73"/>
    <w:rsid w:val="005F2CA7"/>
    <w:rsid w:val="005F2CBA"/>
    <w:rsid w:val="005F2F24"/>
    <w:rsid w:val="005F2F9B"/>
    <w:rsid w:val="005F2FE6"/>
    <w:rsid w:val="005F42B8"/>
    <w:rsid w:val="005F49A7"/>
    <w:rsid w:val="005F4C91"/>
    <w:rsid w:val="005F4DE5"/>
    <w:rsid w:val="005F591A"/>
    <w:rsid w:val="005F5CB5"/>
    <w:rsid w:val="005F5E88"/>
    <w:rsid w:val="005F623E"/>
    <w:rsid w:val="005F6426"/>
    <w:rsid w:val="005F672A"/>
    <w:rsid w:val="005F6B2D"/>
    <w:rsid w:val="005F7152"/>
    <w:rsid w:val="005F73D0"/>
    <w:rsid w:val="005F7644"/>
    <w:rsid w:val="005F766F"/>
    <w:rsid w:val="005F7673"/>
    <w:rsid w:val="005F7BB4"/>
    <w:rsid w:val="005F7BF4"/>
    <w:rsid w:val="00600BE1"/>
    <w:rsid w:val="006010FD"/>
    <w:rsid w:val="00601518"/>
    <w:rsid w:val="00602BEB"/>
    <w:rsid w:val="00602DD7"/>
    <w:rsid w:val="00602F8B"/>
    <w:rsid w:val="006035CC"/>
    <w:rsid w:val="0060362A"/>
    <w:rsid w:val="00603F3E"/>
    <w:rsid w:val="00603FB8"/>
    <w:rsid w:val="006042E6"/>
    <w:rsid w:val="006044E2"/>
    <w:rsid w:val="00604EA9"/>
    <w:rsid w:val="00605243"/>
    <w:rsid w:val="00605426"/>
    <w:rsid w:val="00605D08"/>
    <w:rsid w:val="00605EF1"/>
    <w:rsid w:val="0060642D"/>
    <w:rsid w:val="0060663D"/>
    <w:rsid w:val="0060680C"/>
    <w:rsid w:val="00606BF9"/>
    <w:rsid w:val="00606E6F"/>
    <w:rsid w:val="006071CB"/>
    <w:rsid w:val="006073D4"/>
    <w:rsid w:val="00607438"/>
    <w:rsid w:val="006076DD"/>
    <w:rsid w:val="00607E0E"/>
    <w:rsid w:val="00607EB0"/>
    <w:rsid w:val="0061018B"/>
    <w:rsid w:val="00610220"/>
    <w:rsid w:val="00611213"/>
    <w:rsid w:val="006117E4"/>
    <w:rsid w:val="006118EF"/>
    <w:rsid w:val="00611A29"/>
    <w:rsid w:val="00611C6F"/>
    <w:rsid w:val="00611D11"/>
    <w:rsid w:val="00611F93"/>
    <w:rsid w:val="00611FC4"/>
    <w:rsid w:val="00612744"/>
    <w:rsid w:val="00612AAA"/>
    <w:rsid w:val="00612D8C"/>
    <w:rsid w:val="00612DBD"/>
    <w:rsid w:val="00612E62"/>
    <w:rsid w:val="00613280"/>
    <w:rsid w:val="006135F1"/>
    <w:rsid w:val="00613C16"/>
    <w:rsid w:val="006141B2"/>
    <w:rsid w:val="006141CD"/>
    <w:rsid w:val="00614956"/>
    <w:rsid w:val="00614A11"/>
    <w:rsid w:val="00614A70"/>
    <w:rsid w:val="00614B14"/>
    <w:rsid w:val="00614D1F"/>
    <w:rsid w:val="006156B0"/>
    <w:rsid w:val="006159A3"/>
    <w:rsid w:val="00615C75"/>
    <w:rsid w:val="0061640B"/>
    <w:rsid w:val="006169E0"/>
    <w:rsid w:val="00616DBA"/>
    <w:rsid w:val="00620108"/>
    <w:rsid w:val="0062019C"/>
    <w:rsid w:val="0062072D"/>
    <w:rsid w:val="00620E86"/>
    <w:rsid w:val="0062111E"/>
    <w:rsid w:val="00621566"/>
    <w:rsid w:val="00621946"/>
    <w:rsid w:val="00621F0A"/>
    <w:rsid w:val="0062209A"/>
    <w:rsid w:val="00622202"/>
    <w:rsid w:val="006228BA"/>
    <w:rsid w:val="006228E7"/>
    <w:rsid w:val="006232C6"/>
    <w:rsid w:val="00623A7B"/>
    <w:rsid w:val="00623B9F"/>
    <w:rsid w:val="00623C83"/>
    <w:rsid w:val="006249FB"/>
    <w:rsid w:val="00624C2B"/>
    <w:rsid w:val="00624F0D"/>
    <w:rsid w:val="00624FF5"/>
    <w:rsid w:val="00625AD9"/>
    <w:rsid w:val="00625B57"/>
    <w:rsid w:val="006261AC"/>
    <w:rsid w:val="00626CC1"/>
    <w:rsid w:val="00627226"/>
    <w:rsid w:val="0062723D"/>
    <w:rsid w:val="006274F7"/>
    <w:rsid w:val="0062770B"/>
    <w:rsid w:val="0062786C"/>
    <w:rsid w:val="00627AB7"/>
    <w:rsid w:val="00627B23"/>
    <w:rsid w:val="00627BFD"/>
    <w:rsid w:val="00627EC0"/>
    <w:rsid w:val="006303A8"/>
    <w:rsid w:val="00630524"/>
    <w:rsid w:val="00630643"/>
    <w:rsid w:val="006307A1"/>
    <w:rsid w:val="00631973"/>
    <w:rsid w:val="00632773"/>
    <w:rsid w:val="006328A5"/>
    <w:rsid w:val="00632E14"/>
    <w:rsid w:val="00633FE2"/>
    <w:rsid w:val="0063411B"/>
    <w:rsid w:val="00634727"/>
    <w:rsid w:val="00634C16"/>
    <w:rsid w:val="006352B7"/>
    <w:rsid w:val="006352DA"/>
    <w:rsid w:val="0063560F"/>
    <w:rsid w:val="00635758"/>
    <w:rsid w:val="00635AEF"/>
    <w:rsid w:val="00636097"/>
    <w:rsid w:val="006363C5"/>
    <w:rsid w:val="006367C3"/>
    <w:rsid w:val="00636C82"/>
    <w:rsid w:val="00636DB1"/>
    <w:rsid w:val="0063734D"/>
    <w:rsid w:val="00637444"/>
    <w:rsid w:val="00637579"/>
    <w:rsid w:val="00637C92"/>
    <w:rsid w:val="0064058C"/>
    <w:rsid w:val="00640F39"/>
    <w:rsid w:val="00641721"/>
    <w:rsid w:val="0064193F"/>
    <w:rsid w:val="00641F5F"/>
    <w:rsid w:val="00641FC1"/>
    <w:rsid w:val="0064219A"/>
    <w:rsid w:val="00642265"/>
    <w:rsid w:val="00642842"/>
    <w:rsid w:val="0064317E"/>
    <w:rsid w:val="0064328B"/>
    <w:rsid w:val="0064362D"/>
    <w:rsid w:val="00643CE5"/>
    <w:rsid w:val="00643E82"/>
    <w:rsid w:val="006440A4"/>
    <w:rsid w:val="006441A8"/>
    <w:rsid w:val="006443AE"/>
    <w:rsid w:val="00644542"/>
    <w:rsid w:val="00644DD8"/>
    <w:rsid w:val="00645ADA"/>
    <w:rsid w:val="00645BCB"/>
    <w:rsid w:val="00646B55"/>
    <w:rsid w:val="00646F0D"/>
    <w:rsid w:val="00647135"/>
    <w:rsid w:val="0064724F"/>
    <w:rsid w:val="006472A2"/>
    <w:rsid w:val="0064781C"/>
    <w:rsid w:val="00647A40"/>
    <w:rsid w:val="00647A78"/>
    <w:rsid w:val="00650564"/>
    <w:rsid w:val="0065068B"/>
    <w:rsid w:val="006508D7"/>
    <w:rsid w:val="00651143"/>
    <w:rsid w:val="006511D1"/>
    <w:rsid w:val="00651343"/>
    <w:rsid w:val="00651377"/>
    <w:rsid w:val="00651475"/>
    <w:rsid w:val="00651A0F"/>
    <w:rsid w:val="00651E12"/>
    <w:rsid w:val="0065209D"/>
    <w:rsid w:val="0065213B"/>
    <w:rsid w:val="00652396"/>
    <w:rsid w:val="00652E7D"/>
    <w:rsid w:val="00653470"/>
    <w:rsid w:val="00653538"/>
    <w:rsid w:val="0065357F"/>
    <w:rsid w:val="00653A4E"/>
    <w:rsid w:val="00653BEA"/>
    <w:rsid w:val="00654BC3"/>
    <w:rsid w:val="00655330"/>
    <w:rsid w:val="00655B2D"/>
    <w:rsid w:val="006563DC"/>
    <w:rsid w:val="0065659C"/>
    <w:rsid w:val="00656657"/>
    <w:rsid w:val="00656729"/>
    <w:rsid w:val="00656A2D"/>
    <w:rsid w:val="006571E1"/>
    <w:rsid w:val="00657376"/>
    <w:rsid w:val="006573D4"/>
    <w:rsid w:val="00657753"/>
    <w:rsid w:val="006605A0"/>
    <w:rsid w:val="00660D94"/>
    <w:rsid w:val="00660DD2"/>
    <w:rsid w:val="0066123B"/>
    <w:rsid w:val="00661C06"/>
    <w:rsid w:val="00661C29"/>
    <w:rsid w:val="006620D5"/>
    <w:rsid w:val="00662262"/>
    <w:rsid w:val="00662B91"/>
    <w:rsid w:val="00662C0E"/>
    <w:rsid w:val="00662EA2"/>
    <w:rsid w:val="006632FF"/>
    <w:rsid w:val="006637F1"/>
    <w:rsid w:val="00663D4A"/>
    <w:rsid w:val="00663D66"/>
    <w:rsid w:val="0066440E"/>
    <w:rsid w:val="0066545C"/>
    <w:rsid w:val="00665CB6"/>
    <w:rsid w:val="00665F5C"/>
    <w:rsid w:val="006660ED"/>
    <w:rsid w:val="00666426"/>
    <w:rsid w:val="0066646F"/>
    <w:rsid w:val="00666790"/>
    <w:rsid w:val="00666E18"/>
    <w:rsid w:val="00666EE4"/>
    <w:rsid w:val="00666FE4"/>
    <w:rsid w:val="006674ED"/>
    <w:rsid w:val="00667758"/>
    <w:rsid w:val="0066780C"/>
    <w:rsid w:val="00670379"/>
    <w:rsid w:val="006710FB"/>
    <w:rsid w:val="00671A96"/>
    <w:rsid w:val="00672B53"/>
    <w:rsid w:val="00672B6A"/>
    <w:rsid w:val="00672C47"/>
    <w:rsid w:val="00673360"/>
    <w:rsid w:val="0067356D"/>
    <w:rsid w:val="006745E1"/>
    <w:rsid w:val="0067488D"/>
    <w:rsid w:val="00674BE1"/>
    <w:rsid w:val="00675295"/>
    <w:rsid w:val="006752EB"/>
    <w:rsid w:val="00675408"/>
    <w:rsid w:val="0067576E"/>
    <w:rsid w:val="006758BC"/>
    <w:rsid w:val="00675BB7"/>
    <w:rsid w:val="00675D10"/>
    <w:rsid w:val="00675DB6"/>
    <w:rsid w:val="00675FC4"/>
    <w:rsid w:val="006761C7"/>
    <w:rsid w:val="00676357"/>
    <w:rsid w:val="006764A2"/>
    <w:rsid w:val="00676B92"/>
    <w:rsid w:val="0067704E"/>
    <w:rsid w:val="0067739C"/>
    <w:rsid w:val="006776DD"/>
    <w:rsid w:val="00677CE1"/>
    <w:rsid w:val="00677DCD"/>
    <w:rsid w:val="006804CD"/>
    <w:rsid w:val="00680AD9"/>
    <w:rsid w:val="00680BD8"/>
    <w:rsid w:val="00680D68"/>
    <w:rsid w:val="006811C9"/>
    <w:rsid w:val="0068158D"/>
    <w:rsid w:val="006820AD"/>
    <w:rsid w:val="006829B4"/>
    <w:rsid w:val="00683538"/>
    <w:rsid w:val="0068365F"/>
    <w:rsid w:val="00683917"/>
    <w:rsid w:val="006844A6"/>
    <w:rsid w:val="006844E0"/>
    <w:rsid w:val="006848E0"/>
    <w:rsid w:val="00684E8C"/>
    <w:rsid w:val="00684ECE"/>
    <w:rsid w:val="006852D6"/>
    <w:rsid w:val="0068565F"/>
    <w:rsid w:val="006857EB"/>
    <w:rsid w:val="00685AEA"/>
    <w:rsid w:val="00685BC4"/>
    <w:rsid w:val="00685E07"/>
    <w:rsid w:val="00686403"/>
    <w:rsid w:val="00686452"/>
    <w:rsid w:val="00686A6B"/>
    <w:rsid w:val="00686B5D"/>
    <w:rsid w:val="00686DBB"/>
    <w:rsid w:val="00686DFD"/>
    <w:rsid w:val="006873B9"/>
    <w:rsid w:val="006877CC"/>
    <w:rsid w:val="0068796C"/>
    <w:rsid w:val="00687B55"/>
    <w:rsid w:val="00687E74"/>
    <w:rsid w:val="00690977"/>
    <w:rsid w:val="006911A7"/>
    <w:rsid w:val="006911B1"/>
    <w:rsid w:val="0069171E"/>
    <w:rsid w:val="00691E32"/>
    <w:rsid w:val="00691E8D"/>
    <w:rsid w:val="00691ED9"/>
    <w:rsid w:val="00692082"/>
    <w:rsid w:val="006920E7"/>
    <w:rsid w:val="006924EC"/>
    <w:rsid w:val="00692A4A"/>
    <w:rsid w:val="00692D93"/>
    <w:rsid w:val="006932DF"/>
    <w:rsid w:val="00693BFE"/>
    <w:rsid w:val="00693CF7"/>
    <w:rsid w:val="006943C3"/>
    <w:rsid w:val="00694411"/>
    <w:rsid w:val="0069443F"/>
    <w:rsid w:val="006947F0"/>
    <w:rsid w:val="006947F6"/>
    <w:rsid w:val="00694D80"/>
    <w:rsid w:val="006954ED"/>
    <w:rsid w:val="00695810"/>
    <w:rsid w:val="00695A76"/>
    <w:rsid w:val="0069610E"/>
    <w:rsid w:val="00696358"/>
    <w:rsid w:val="006964A4"/>
    <w:rsid w:val="006965C9"/>
    <w:rsid w:val="006967CC"/>
    <w:rsid w:val="00696DFA"/>
    <w:rsid w:val="00697092"/>
    <w:rsid w:val="00697441"/>
    <w:rsid w:val="00697D83"/>
    <w:rsid w:val="006A077D"/>
    <w:rsid w:val="006A18A6"/>
    <w:rsid w:val="006A1980"/>
    <w:rsid w:val="006A1C66"/>
    <w:rsid w:val="006A1DF0"/>
    <w:rsid w:val="006A2041"/>
    <w:rsid w:val="006A219A"/>
    <w:rsid w:val="006A2328"/>
    <w:rsid w:val="006A2549"/>
    <w:rsid w:val="006A2C26"/>
    <w:rsid w:val="006A2DCB"/>
    <w:rsid w:val="006A3837"/>
    <w:rsid w:val="006A384F"/>
    <w:rsid w:val="006A39DD"/>
    <w:rsid w:val="006A3E2C"/>
    <w:rsid w:val="006A3FC0"/>
    <w:rsid w:val="006A432D"/>
    <w:rsid w:val="006A4345"/>
    <w:rsid w:val="006A44C8"/>
    <w:rsid w:val="006A4D53"/>
    <w:rsid w:val="006A4E8E"/>
    <w:rsid w:val="006A5DF2"/>
    <w:rsid w:val="006A5F90"/>
    <w:rsid w:val="006A6506"/>
    <w:rsid w:val="006A6904"/>
    <w:rsid w:val="006A75D1"/>
    <w:rsid w:val="006A7A7A"/>
    <w:rsid w:val="006A7E73"/>
    <w:rsid w:val="006A7EC3"/>
    <w:rsid w:val="006A7FCE"/>
    <w:rsid w:val="006B06EE"/>
    <w:rsid w:val="006B0725"/>
    <w:rsid w:val="006B0D3A"/>
    <w:rsid w:val="006B0D94"/>
    <w:rsid w:val="006B13AD"/>
    <w:rsid w:val="006B14D8"/>
    <w:rsid w:val="006B1594"/>
    <w:rsid w:val="006B2093"/>
    <w:rsid w:val="006B22AF"/>
    <w:rsid w:val="006B22D8"/>
    <w:rsid w:val="006B2837"/>
    <w:rsid w:val="006B29A0"/>
    <w:rsid w:val="006B2B87"/>
    <w:rsid w:val="006B2CDE"/>
    <w:rsid w:val="006B2DBD"/>
    <w:rsid w:val="006B3109"/>
    <w:rsid w:val="006B31F2"/>
    <w:rsid w:val="006B35BB"/>
    <w:rsid w:val="006B3842"/>
    <w:rsid w:val="006B3A52"/>
    <w:rsid w:val="006B3C5F"/>
    <w:rsid w:val="006B3C62"/>
    <w:rsid w:val="006B3D11"/>
    <w:rsid w:val="006B3EA5"/>
    <w:rsid w:val="006B402A"/>
    <w:rsid w:val="006B46ED"/>
    <w:rsid w:val="006B4D7F"/>
    <w:rsid w:val="006B4E36"/>
    <w:rsid w:val="006B4EB7"/>
    <w:rsid w:val="006B62DF"/>
    <w:rsid w:val="006B6322"/>
    <w:rsid w:val="006B6462"/>
    <w:rsid w:val="006B67A5"/>
    <w:rsid w:val="006B690D"/>
    <w:rsid w:val="006B6951"/>
    <w:rsid w:val="006B6B09"/>
    <w:rsid w:val="006B6D13"/>
    <w:rsid w:val="006B7660"/>
    <w:rsid w:val="006B7FC2"/>
    <w:rsid w:val="006C07A3"/>
    <w:rsid w:val="006C12BB"/>
    <w:rsid w:val="006C130E"/>
    <w:rsid w:val="006C159F"/>
    <w:rsid w:val="006C1D0C"/>
    <w:rsid w:val="006C20BA"/>
    <w:rsid w:val="006C279B"/>
    <w:rsid w:val="006C3569"/>
    <w:rsid w:val="006C3B3C"/>
    <w:rsid w:val="006C3BA1"/>
    <w:rsid w:val="006C45B3"/>
    <w:rsid w:val="006C478E"/>
    <w:rsid w:val="006C48C3"/>
    <w:rsid w:val="006C4B4C"/>
    <w:rsid w:val="006C512C"/>
    <w:rsid w:val="006C54B6"/>
    <w:rsid w:val="006C5676"/>
    <w:rsid w:val="006C57E6"/>
    <w:rsid w:val="006C5FEC"/>
    <w:rsid w:val="006C6274"/>
    <w:rsid w:val="006C71BF"/>
    <w:rsid w:val="006C7204"/>
    <w:rsid w:val="006C75E5"/>
    <w:rsid w:val="006C7999"/>
    <w:rsid w:val="006C7B4A"/>
    <w:rsid w:val="006D08A6"/>
    <w:rsid w:val="006D1064"/>
    <w:rsid w:val="006D141B"/>
    <w:rsid w:val="006D1D89"/>
    <w:rsid w:val="006D219B"/>
    <w:rsid w:val="006D219E"/>
    <w:rsid w:val="006D2CED"/>
    <w:rsid w:val="006D2F6A"/>
    <w:rsid w:val="006D2FDD"/>
    <w:rsid w:val="006D30A0"/>
    <w:rsid w:val="006D31A9"/>
    <w:rsid w:val="006D326C"/>
    <w:rsid w:val="006D34A7"/>
    <w:rsid w:val="006D35AF"/>
    <w:rsid w:val="006D35D7"/>
    <w:rsid w:val="006D3C20"/>
    <w:rsid w:val="006D3CA1"/>
    <w:rsid w:val="006D3F52"/>
    <w:rsid w:val="006D40C4"/>
    <w:rsid w:val="006D465F"/>
    <w:rsid w:val="006D4A06"/>
    <w:rsid w:val="006D4D85"/>
    <w:rsid w:val="006D511D"/>
    <w:rsid w:val="006D589C"/>
    <w:rsid w:val="006D622B"/>
    <w:rsid w:val="006D700F"/>
    <w:rsid w:val="006D70BD"/>
    <w:rsid w:val="006D73E3"/>
    <w:rsid w:val="006D753F"/>
    <w:rsid w:val="006D7936"/>
    <w:rsid w:val="006D7B18"/>
    <w:rsid w:val="006E0381"/>
    <w:rsid w:val="006E09A7"/>
    <w:rsid w:val="006E0D0D"/>
    <w:rsid w:val="006E14CF"/>
    <w:rsid w:val="006E17E3"/>
    <w:rsid w:val="006E1AA8"/>
    <w:rsid w:val="006E1C65"/>
    <w:rsid w:val="006E287E"/>
    <w:rsid w:val="006E327B"/>
    <w:rsid w:val="006E340C"/>
    <w:rsid w:val="006E3936"/>
    <w:rsid w:val="006E3942"/>
    <w:rsid w:val="006E3E79"/>
    <w:rsid w:val="006E472E"/>
    <w:rsid w:val="006E486D"/>
    <w:rsid w:val="006E489B"/>
    <w:rsid w:val="006E51A1"/>
    <w:rsid w:val="006E52D8"/>
    <w:rsid w:val="006E5F63"/>
    <w:rsid w:val="006E6123"/>
    <w:rsid w:val="006E6813"/>
    <w:rsid w:val="006E6A66"/>
    <w:rsid w:val="006E72C8"/>
    <w:rsid w:val="006E732C"/>
    <w:rsid w:val="006E758D"/>
    <w:rsid w:val="006E7960"/>
    <w:rsid w:val="006E7F03"/>
    <w:rsid w:val="006F0CFB"/>
    <w:rsid w:val="006F122D"/>
    <w:rsid w:val="006F174C"/>
    <w:rsid w:val="006F1881"/>
    <w:rsid w:val="006F1B53"/>
    <w:rsid w:val="006F20A7"/>
    <w:rsid w:val="006F247D"/>
    <w:rsid w:val="006F250A"/>
    <w:rsid w:val="006F2892"/>
    <w:rsid w:val="006F2B11"/>
    <w:rsid w:val="006F2D56"/>
    <w:rsid w:val="006F36C5"/>
    <w:rsid w:val="006F3A37"/>
    <w:rsid w:val="006F3C0F"/>
    <w:rsid w:val="006F3F23"/>
    <w:rsid w:val="006F43A9"/>
    <w:rsid w:val="006F452E"/>
    <w:rsid w:val="006F4907"/>
    <w:rsid w:val="006F4B58"/>
    <w:rsid w:val="006F562C"/>
    <w:rsid w:val="006F57E4"/>
    <w:rsid w:val="006F5DA4"/>
    <w:rsid w:val="006F6300"/>
    <w:rsid w:val="006F65B6"/>
    <w:rsid w:val="006F696E"/>
    <w:rsid w:val="006F6F98"/>
    <w:rsid w:val="006F787D"/>
    <w:rsid w:val="006F788D"/>
    <w:rsid w:val="006F79BF"/>
    <w:rsid w:val="006F7A1F"/>
    <w:rsid w:val="006F7BE5"/>
    <w:rsid w:val="006F7D55"/>
    <w:rsid w:val="006F7FF6"/>
    <w:rsid w:val="00700965"/>
    <w:rsid w:val="00700B1D"/>
    <w:rsid w:val="00700F47"/>
    <w:rsid w:val="00700FC1"/>
    <w:rsid w:val="007014AF"/>
    <w:rsid w:val="007019B3"/>
    <w:rsid w:val="007028FD"/>
    <w:rsid w:val="00702EC5"/>
    <w:rsid w:val="007035B5"/>
    <w:rsid w:val="007037B9"/>
    <w:rsid w:val="00703A6F"/>
    <w:rsid w:val="0070418C"/>
    <w:rsid w:val="007046EE"/>
    <w:rsid w:val="00704821"/>
    <w:rsid w:val="00704DA9"/>
    <w:rsid w:val="007052E1"/>
    <w:rsid w:val="00705680"/>
    <w:rsid w:val="007059D2"/>
    <w:rsid w:val="00705B91"/>
    <w:rsid w:val="00706450"/>
    <w:rsid w:val="007065F3"/>
    <w:rsid w:val="0070689D"/>
    <w:rsid w:val="00706BFD"/>
    <w:rsid w:val="00707642"/>
    <w:rsid w:val="0070784C"/>
    <w:rsid w:val="007106C5"/>
    <w:rsid w:val="007106D6"/>
    <w:rsid w:val="00710749"/>
    <w:rsid w:val="0071075F"/>
    <w:rsid w:val="007117B7"/>
    <w:rsid w:val="007117CF"/>
    <w:rsid w:val="007117D8"/>
    <w:rsid w:val="00711DF5"/>
    <w:rsid w:val="00711ED9"/>
    <w:rsid w:val="00711F64"/>
    <w:rsid w:val="00712335"/>
    <w:rsid w:val="007125E4"/>
    <w:rsid w:val="007126A0"/>
    <w:rsid w:val="00712F59"/>
    <w:rsid w:val="00713072"/>
    <w:rsid w:val="007131FD"/>
    <w:rsid w:val="00713892"/>
    <w:rsid w:val="00714084"/>
    <w:rsid w:val="007142E1"/>
    <w:rsid w:val="007144A1"/>
    <w:rsid w:val="00715060"/>
    <w:rsid w:val="00715760"/>
    <w:rsid w:val="007159A8"/>
    <w:rsid w:val="007159D3"/>
    <w:rsid w:val="00715CE6"/>
    <w:rsid w:val="00715EAB"/>
    <w:rsid w:val="00715F3B"/>
    <w:rsid w:val="007160B5"/>
    <w:rsid w:val="00716232"/>
    <w:rsid w:val="00716F3D"/>
    <w:rsid w:val="00717A20"/>
    <w:rsid w:val="00717AB6"/>
    <w:rsid w:val="00717CBD"/>
    <w:rsid w:val="00720423"/>
    <w:rsid w:val="0072047F"/>
    <w:rsid w:val="00720A5C"/>
    <w:rsid w:val="00720A64"/>
    <w:rsid w:val="00721153"/>
    <w:rsid w:val="007212B7"/>
    <w:rsid w:val="00721820"/>
    <w:rsid w:val="00721B02"/>
    <w:rsid w:val="00722125"/>
    <w:rsid w:val="00722BA6"/>
    <w:rsid w:val="00722E79"/>
    <w:rsid w:val="0072342E"/>
    <w:rsid w:val="007237A0"/>
    <w:rsid w:val="00723A3B"/>
    <w:rsid w:val="00723D46"/>
    <w:rsid w:val="00723F44"/>
    <w:rsid w:val="00724518"/>
    <w:rsid w:val="00724598"/>
    <w:rsid w:val="00724872"/>
    <w:rsid w:val="00724C33"/>
    <w:rsid w:val="00724C3E"/>
    <w:rsid w:val="00725194"/>
    <w:rsid w:val="007251D0"/>
    <w:rsid w:val="007254C5"/>
    <w:rsid w:val="00725699"/>
    <w:rsid w:val="007257B8"/>
    <w:rsid w:val="00725B2A"/>
    <w:rsid w:val="00725E6A"/>
    <w:rsid w:val="007264A0"/>
    <w:rsid w:val="007267DB"/>
    <w:rsid w:val="007270B6"/>
    <w:rsid w:val="007273AE"/>
    <w:rsid w:val="007276D9"/>
    <w:rsid w:val="00727D32"/>
    <w:rsid w:val="00727E04"/>
    <w:rsid w:val="00730408"/>
    <w:rsid w:val="00730A3F"/>
    <w:rsid w:val="00730DD1"/>
    <w:rsid w:val="00731183"/>
    <w:rsid w:val="007311E0"/>
    <w:rsid w:val="0073166A"/>
    <w:rsid w:val="007318D3"/>
    <w:rsid w:val="00731AB9"/>
    <w:rsid w:val="00731DCD"/>
    <w:rsid w:val="007320E2"/>
    <w:rsid w:val="007322A8"/>
    <w:rsid w:val="0073253E"/>
    <w:rsid w:val="007325E5"/>
    <w:rsid w:val="0073316C"/>
    <w:rsid w:val="007332C1"/>
    <w:rsid w:val="007332E3"/>
    <w:rsid w:val="00733360"/>
    <w:rsid w:val="007339D7"/>
    <w:rsid w:val="00733A8E"/>
    <w:rsid w:val="00734631"/>
    <w:rsid w:val="00734727"/>
    <w:rsid w:val="00734868"/>
    <w:rsid w:val="0073496C"/>
    <w:rsid w:val="00734995"/>
    <w:rsid w:val="00734A50"/>
    <w:rsid w:val="00734C31"/>
    <w:rsid w:val="00734E98"/>
    <w:rsid w:val="00734EA5"/>
    <w:rsid w:val="007350AD"/>
    <w:rsid w:val="00735179"/>
    <w:rsid w:val="00735699"/>
    <w:rsid w:val="0073595A"/>
    <w:rsid w:val="007359BD"/>
    <w:rsid w:val="00735D7D"/>
    <w:rsid w:val="0073646F"/>
    <w:rsid w:val="00736725"/>
    <w:rsid w:val="00736CAC"/>
    <w:rsid w:val="00736F26"/>
    <w:rsid w:val="00736F88"/>
    <w:rsid w:val="00737033"/>
    <w:rsid w:val="007375E3"/>
    <w:rsid w:val="00737676"/>
    <w:rsid w:val="00737940"/>
    <w:rsid w:val="00737D3C"/>
    <w:rsid w:val="00737FEE"/>
    <w:rsid w:val="00740010"/>
    <w:rsid w:val="0074012C"/>
    <w:rsid w:val="007402C5"/>
    <w:rsid w:val="007402F3"/>
    <w:rsid w:val="0074061C"/>
    <w:rsid w:val="00740A56"/>
    <w:rsid w:val="007416D0"/>
    <w:rsid w:val="00741701"/>
    <w:rsid w:val="00741724"/>
    <w:rsid w:val="00741A4B"/>
    <w:rsid w:val="00741D83"/>
    <w:rsid w:val="00742478"/>
    <w:rsid w:val="0074290B"/>
    <w:rsid w:val="007429B1"/>
    <w:rsid w:val="00742A6F"/>
    <w:rsid w:val="00742AB0"/>
    <w:rsid w:val="00742D8A"/>
    <w:rsid w:val="007435AC"/>
    <w:rsid w:val="00743C41"/>
    <w:rsid w:val="0074407E"/>
    <w:rsid w:val="007447A7"/>
    <w:rsid w:val="00744EDE"/>
    <w:rsid w:val="00745160"/>
    <w:rsid w:val="00745277"/>
    <w:rsid w:val="00745E04"/>
    <w:rsid w:val="007463DE"/>
    <w:rsid w:val="00746845"/>
    <w:rsid w:val="00746949"/>
    <w:rsid w:val="00747029"/>
    <w:rsid w:val="00747233"/>
    <w:rsid w:val="0074764F"/>
    <w:rsid w:val="007476FB"/>
    <w:rsid w:val="00747988"/>
    <w:rsid w:val="0075016E"/>
    <w:rsid w:val="00750346"/>
    <w:rsid w:val="007507AF"/>
    <w:rsid w:val="00750F8B"/>
    <w:rsid w:val="00751B52"/>
    <w:rsid w:val="00751E71"/>
    <w:rsid w:val="00752929"/>
    <w:rsid w:val="007529E5"/>
    <w:rsid w:val="00752D9A"/>
    <w:rsid w:val="00753351"/>
    <w:rsid w:val="007536F7"/>
    <w:rsid w:val="00753C7C"/>
    <w:rsid w:val="00754016"/>
    <w:rsid w:val="0075464D"/>
    <w:rsid w:val="0075485F"/>
    <w:rsid w:val="00754907"/>
    <w:rsid w:val="00754E2A"/>
    <w:rsid w:val="00755B33"/>
    <w:rsid w:val="0075604B"/>
    <w:rsid w:val="00756090"/>
    <w:rsid w:val="00756B38"/>
    <w:rsid w:val="00756D36"/>
    <w:rsid w:val="007571B2"/>
    <w:rsid w:val="0075735B"/>
    <w:rsid w:val="00757656"/>
    <w:rsid w:val="007578F3"/>
    <w:rsid w:val="007601FB"/>
    <w:rsid w:val="00760687"/>
    <w:rsid w:val="007613C5"/>
    <w:rsid w:val="0076240B"/>
    <w:rsid w:val="00762B4A"/>
    <w:rsid w:val="00763039"/>
    <w:rsid w:val="007632B4"/>
    <w:rsid w:val="007633C6"/>
    <w:rsid w:val="00763B47"/>
    <w:rsid w:val="00763C67"/>
    <w:rsid w:val="00763C81"/>
    <w:rsid w:val="00763D67"/>
    <w:rsid w:val="00764109"/>
    <w:rsid w:val="00764179"/>
    <w:rsid w:val="007649D2"/>
    <w:rsid w:val="00764A0F"/>
    <w:rsid w:val="00764C35"/>
    <w:rsid w:val="007652DF"/>
    <w:rsid w:val="00765433"/>
    <w:rsid w:val="007657B5"/>
    <w:rsid w:val="00765EFD"/>
    <w:rsid w:val="0076608E"/>
    <w:rsid w:val="00766170"/>
    <w:rsid w:val="00766564"/>
    <w:rsid w:val="00766BB9"/>
    <w:rsid w:val="0076713C"/>
    <w:rsid w:val="007672D8"/>
    <w:rsid w:val="0077115C"/>
    <w:rsid w:val="007719B5"/>
    <w:rsid w:val="00771A52"/>
    <w:rsid w:val="00771C5A"/>
    <w:rsid w:val="00771C75"/>
    <w:rsid w:val="00771EBE"/>
    <w:rsid w:val="007720DA"/>
    <w:rsid w:val="00772DD8"/>
    <w:rsid w:val="007731B0"/>
    <w:rsid w:val="007731BD"/>
    <w:rsid w:val="00773477"/>
    <w:rsid w:val="007739EB"/>
    <w:rsid w:val="00773A85"/>
    <w:rsid w:val="00773E5A"/>
    <w:rsid w:val="007740A5"/>
    <w:rsid w:val="00774C9A"/>
    <w:rsid w:val="00774D72"/>
    <w:rsid w:val="00775368"/>
    <w:rsid w:val="00775570"/>
    <w:rsid w:val="00775B54"/>
    <w:rsid w:val="0077646D"/>
    <w:rsid w:val="007764C6"/>
    <w:rsid w:val="00776665"/>
    <w:rsid w:val="00776854"/>
    <w:rsid w:val="0077696B"/>
    <w:rsid w:val="00776D09"/>
    <w:rsid w:val="0077704F"/>
    <w:rsid w:val="0077715E"/>
    <w:rsid w:val="007774AC"/>
    <w:rsid w:val="007775B4"/>
    <w:rsid w:val="0077799D"/>
    <w:rsid w:val="00777C48"/>
    <w:rsid w:val="0078057A"/>
    <w:rsid w:val="00780E49"/>
    <w:rsid w:val="00780FA9"/>
    <w:rsid w:val="00781042"/>
    <w:rsid w:val="0078105B"/>
    <w:rsid w:val="007814EB"/>
    <w:rsid w:val="00781AE0"/>
    <w:rsid w:val="007826F8"/>
    <w:rsid w:val="007827FD"/>
    <w:rsid w:val="00782DA0"/>
    <w:rsid w:val="00782E93"/>
    <w:rsid w:val="00783331"/>
    <w:rsid w:val="007835A2"/>
    <w:rsid w:val="00783A0E"/>
    <w:rsid w:val="00783BBD"/>
    <w:rsid w:val="00783DB4"/>
    <w:rsid w:val="0078408F"/>
    <w:rsid w:val="00784499"/>
    <w:rsid w:val="007849BF"/>
    <w:rsid w:val="00784DC5"/>
    <w:rsid w:val="00784F4F"/>
    <w:rsid w:val="00784F59"/>
    <w:rsid w:val="0078562A"/>
    <w:rsid w:val="00785DAE"/>
    <w:rsid w:val="0078601E"/>
    <w:rsid w:val="0078643E"/>
    <w:rsid w:val="007865AC"/>
    <w:rsid w:val="00786826"/>
    <w:rsid w:val="00786A6E"/>
    <w:rsid w:val="00787244"/>
    <w:rsid w:val="00787C1A"/>
    <w:rsid w:val="00787C53"/>
    <w:rsid w:val="00787E0A"/>
    <w:rsid w:val="00787F0F"/>
    <w:rsid w:val="00790042"/>
    <w:rsid w:val="0079067E"/>
    <w:rsid w:val="00790B58"/>
    <w:rsid w:val="00790E32"/>
    <w:rsid w:val="00790F27"/>
    <w:rsid w:val="00791186"/>
    <w:rsid w:val="007912FF"/>
    <w:rsid w:val="00791337"/>
    <w:rsid w:val="007915FC"/>
    <w:rsid w:val="00791835"/>
    <w:rsid w:val="00791969"/>
    <w:rsid w:val="00791A8C"/>
    <w:rsid w:val="00791BFF"/>
    <w:rsid w:val="00791D59"/>
    <w:rsid w:val="00792184"/>
    <w:rsid w:val="0079261A"/>
    <w:rsid w:val="00792692"/>
    <w:rsid w:val="0079274D"/>
    <w:rsid w:val="00792F1A"/>
    <w:rsid w:val="0079346E"/>
    <w:rsid w:val="00793490"/>
    <w:rsid w:val="007935B2"/>
    <w:rsid w:val="00793A9D"/>
    <w:rsid w:val="00793E37"/>
    <w:rsid w:val="007947F3"/>
    <w:rsid w:val="00794B1A"/>
    <w:rsid w:val="00795201"/>
    <w:rsid w:val="007959C2"/>
    <w:rsid w:val="0079606A"/>
    <w:rsid w:val="007960F4"/>
    <w:rsid w:val="0079616A"/>
    <w:rsid w:val="00796866"/>
    <w:rsid w:val="00796F00"/>
    <w:rsid w:val="00796F3F"/>
    <w:rsid w:val="00796F75"/>
    <w:rsid w:val="007972A7"/>
    <w:rsid w:val="00797F86"/>
    <w:rsid w:val="007A0483"/>
    <w:rsid w:val="007A05FE"/>
    <w:rsid w:val="007A0825"/>
    <w:rsid w:val="007A096B"/>
    <w:rsid w:val="007A12C2"/>
    <w:rsid w:val="007A1416"/>
    <w:rsid w:val="007A1467"/>
    <w:rsid w:val="007A178D"/>
    <w:rsid w:val="007A18D7"/>
    <w:rsid w:val="007A19AC"/>
    <w:rsid w:val="007A2139"/>
    <w:rsid w:val="007A24A8"/>
    <w:rsid w:val="007A29DA"/>
    <w:rsid w:val="007A4761"/>
    <w:rsid w:val="007A4F07"/>
    <w:rsid w:val="007A5D91"/>
    <w:rsid w:val="007A6262"/>
    <w:rsid w:val="007A642F"/>
    <w:rsid w:val="007A64D7"/>
    <w:rsid w:val="007A6EA5"/>
    <w:rsid w:val="007A741D"/>
    <w:rsid w:val="007A7669"/>
    <w:rsid w:val="007A78E0"/>
    <w:rsid w:val="007A7B9B"/>
    <w:rsid w:val="007B0101"/>
    <w:rsid w:val="007B02C8"/>
    <w:rsid w:val="007B0628"/>
    <w:rsid w:val="007B0D2F"/>
    <w:rsid w:val="007B0E58"/>
    <w:rsid w:val="007B1079"/>
    <w:rsid w:val="007B1212"/>
    <w:rsid w:val="007B1257"/>
    <w:rsid w:val="007B1298"/>
    <w:rsid w:val="007B12A8"/>
    <w:rsid w:val="007B130D"/>
    <w:rsid w:val="007B1323"/>
    <w:rsid w:val="007B156B"/>
    <w:rsid w:val="007B1B21"/>
    <w:rsid w:val="007B2098"/>
    <w:rsid w:val="007B2196"/>
    <w:rsid w:val="007B256A"/>
    <w:rsid w:val="007B2AA8"/>
    <w:rsid w:val="007B2DD6"/>
    <w:rsid w:val="007B35E5"/>
    <w:rsid w:val="007B375B"/>
    <w:rsid w:val="007B3B8B"/>
    <w:rsid w:val="007B3FAA"/>
    <w:rsid w:val="007B429D"/>
    <w:rsid w:val="007B4374"/>
    <w:rsid w:val="007B473C"/>
    <w:rsid w:val="007B482A"/>
    <w:rsid w:val="007B4899"/>
    <w:rsid w:val="007B4E37"/>
    <w:rsid w:val="007B5152"/>
    <w:rsid w:val="007B5761"/>
    <w:rsid w:val="007B5AB9"/>
    <w:rsid w:val="007B5E8B"/>
    <w:rsid w:val="007B6478"/>
    <w:rsid w:val="007B69E1"/>
    <w:rsid w:val="007B7205"/>
    <w:rsid w:val="007B7348"/>
    <w:rsid w:val="007B774D"/>
    <w:rsid w:val="007B774E"/>
    <w:rsid w:val="007B79A3"/>
    <w:rsid w:val="007B7F40"/>
    <w:rsid w:val="007C0A70"/>
    <w:rsid w:val="007C188C"/>
    <w:rsid w:val="007C18EF"/>
    <w:rsid w:val="007C1CE3"/>
    <w:rsid w:val="007C2014"/>
    <w:rsid w:val="007C2049"/>
    <w:rsid w:val="007C23DB"/>
    <w:rsid w:val="007C27A0"/>
    <w:rsid w:val="007C2A46"/>
    <w:rsid w:val="007C2DC3"/>
    <w:rsid w:val="007C2EDF"/>
    <w:rsid w:val="007C31C5"/>
    <w:rsid w:val="007C3521"/>
    <w:rsid w:val="007C41E6"/>
    <w:rsid w:val="007C4A8F"/>
    <w:rsid w:val="007C4BA2"/>
    <w:rsid w:val="007C4C61"/>
    <w:rsid w:val="007C4C87"/>
    <w:rsid w:val="007C4CA1"/>
    <w:rsid w:val="007C5601"/>
    <w:rsid w:val="007C5789"/>
    <w:rsid w:val="007C5B39"/>
    <w:rsid w:val="007C5F00"/>
    <w:rsid w:val="007C60C4"/>
    <w:rsid w:val="007C66DC"/>
    <w:rsid w:val="007C6A75"/>
    <w:rsid w:val="007C6D76"/>
    <w:rsid w:val="007C716B"/>
    <w:rsid w:val="007C7BCE"/>
    <w:rsid w:val="007C7C21"/>
    <w:rsid w:val="007D05B6"/>
    <w:rsid w:val="007D125F"/>
    <w:rsid w:val="007D12F4"/>
    <w:rsid w:val="007D14C3"/>
    <w:rsid w:val="007D1699"/>
    <w:rsid w:val="007D1848"/>
    <w:rsid w:val="007D19D1"/>
    <w:rsid w:val="007D1CC8"/>
    <w:rsid w:val="007D1DD6"/>
    <w:rsid w:val="007D2381"/>
    <w:rsid w:val="007D28F5"/>
    <w:rsid w:val="007D2DF0"/>
    <w:rsid w:val="007D30FE"/>
    <w:rsid w:val="007D3156"/>
    <w:rsid w:val="007D3468"/>
    <w:rsid w:val="007D34CC"/>
    <w:rsid w:val="007D3678"/>
    <w:rsid w:val="007D3A85"/>
    <w:rsid w:val="007D4566"/>
    <w:rsid w:val="007D45BC"/>
    <w:rsid w:val="007D48DF"/>
    <w:rsid w:val="007D4D35"/>
    <w:rsid w:val="007D4DAF"/>
    <w:rsid w:val="007D5481"/>
    <w:rsid w:val="007D5A7E"/>
    <w:rsid w:val="007D5DFB"/>
    <w:rsid w:val="007D60FF"/>
    <w:rsid w:val="007D6320"/>
    <w:rsid w:val="007D6C20"/>
    <w:rsid w:val="007D6F6C"/>
    <w:rsid w:val="007E0059"/>
    <w:rsid w:val="007E0301"/>
    <w:rsid w:val="007E0824"/>
    <w:rsid w:val="007E0F72"/>
    <w:rsid w:val="007E17D5"/>
    <w:rsid w:val="007E19E4"/>
    <w:rsid w:val="007E1D0C"/>
    <w:rsid w:val="007E23A7"/>
    <w:rsid w:val="007E243B"/>
    <w:rsid w:val="007E2B1A"/>
    <w:rsid w:val="007E2C22"/>
    <w:rsid w:val="007E2CD9"/>
    <w:rsid w:val="007E2D64"/>
    <w:rsid w:val="007E2E3C"/>
    <w:rsid w:val="007E321A"/>
    <w:rsid w:val="007E329A"/>
    <w:rsid w:val="007E33ED"/>
    <w:rsid w:val="007E34F0"/>
    <w:rsid w:val="007E3A60"/>
    <w:rsid w:val="007E3C97"/>
    <w:rsid w:val="007E3D8E"/>
    <w:rsid w:val="007E3E56"/>
    <w:rsid w:val="007E3E58"/>
    <w:rsid w:val="007E426E"/>
    <w:rsid w:val="007E45DB"/>
    <w:rsid w:val="007E4782"/>
    <w:rsid w:val="007E59A2"/>
    <w:rsid w:val="007E5D2B"/>
    <w:rsid w:val="007E5FCE"/>
    <w:rsid w:val="007E6155"/>
    <w:rsid w:val="007E615C"/>
    <w:rsid w:val="007E65AC"/>
    <w:rsid w:val="007E6C53"/>
    <w:rsid w:val="007E6F6D"/>
    <w:rsid w:val="007E6F7E"/>
    <w:rsid w:val="007E6F82"/>
    <w:rsid w:val="007E730F"/>
    <w:rsid w:val="007E7671"/>
    <w:rsid w:val="007E7FBC"/>
    <w:rsid w:val="007F0662"/>
    <w:rsid w:val="007F0ED6"/>
    <w:rsid w:val="007F12DC"/>
    <w:rsid w:val="007F13A7"/>
    <w:rsid w:val="007F1E44"/>
    <w:rsid w:val="007F1ED7"/>
    <w:rsid w:val="007F2585"/>
    <w:rsid w:val="007F2820"/>
    <w:rsid w:val="007F2980"/>
    <w:rsid w:val="007F2DB6"/>
    <w:rsid w:val="007F2F1F"/>
    <w:rsid w:val="007F3286"/>
    <w:rsid w:val="007F49F2"/>
    <w:rsid w:val="007F4A69"/>
    <w:rsid w:val="007F4D54"/>
    <w:rsid w:val="007F54AB"/>
    <w:rsid w:val="007F58A4"/>
    <w:rsid w:val="007F67D2"/>
    <w:rsid w:val="007F69F4"/>
    <w:rsid w:val="007F6B2F"/>
    <w:rsid w:val="007F7273"/>
    <w:rsid w:val="007F7393"/>
    <w:rsid w:val="008000D4"/>
    <w:rsid w:val="008001C8"/>
    <w:rsid w:val="008001F8"/>
    <w:rsid w:val="008003B3"/>
    <w:rsid w:val="008011DD"/>
    <w:rsid w:val="00801ABF"/>
    <w:rsid w:val="00801FB6"/>
    <w:rsid w:val="0080223B"/>
    <w:rsid w:val="00802373"/>
    <w:rsid w:val="008028F0"/>
    <w:rsid w:val="0080302E"/>
    <w:rsid w:val="008033C1"/>
    <w:rsid w:val="00803494"/>
    <w:rsid w:val="00803600"/>
    <w:rsid w:val="00803EA3"/>
    <w:rsid w:val="00803FD5"/>
    <w:rsid w:val="008041C2"/>
    <w:rsid w:val="008042EF"/>
    <w:rsid w:val="00804402"/>
    <w:rsid w:val="008044DA"/>
    <w:rsid w:val="00804604"/>
    <w:rsid w:val="008046BC"/>
    <w:rsid w:val="00804793"/>
    <w:rsid w:val="008048A8"/>
    <w:rsid w:val="00805048"/>
    <w:rsid w:val="00805366"/>
    <w:rsid w:val="0080568B"/>
    <w:rsid w:val="008058D2"/>
    <w:rsid w:val="00805AC0"/>
    <w:rsid w:val="00806A1A"/>
    <w:rsid w:val="00807DAB"/>
    <w:rsid w:val="00807EF6"/>
    <w:rsid w:val="0081047D"/>
    <w:rsid w:val="00810775"/>
    <w:rsid w:val="00810971"/>
    <w:rsid w:val="008109CB"/>
    <w:rsid w:val="00810A7C"/>
    <w:rsid w:val="00810EEF"/>
    <w:rsid w:val="00811111"/>
    <w:rsid w:val="00811163"/>
    <w:rsid w:val="0081149C"/>
    <w:rsid w:val="00811EEF"/>
    <w:rsid w:val="00812523"/>
    <w:rsid w:val="00812583"/>
    <w:rsid w:val="00813573"/>
    <w:rsid w:val="00813850"/>
    <w:rsid w:val="008140FB"/>
    <w:rsid w:val="008142EB"/>
    <w:rsid w:val="00814BBC"/>
    <w:rsid w:val="008150C2"/>
    <w:rsid w:val="008152BE"/>
    <w:rsid w:val="00815611"/>
    <w:rsid w:val="00815E35"/>
    <w:rsid w:val="00816065"/>
    <w:rsid w:val="008202FC"/>
    <w:rsid w:val="00820371"/>
    <w:rsid w:val="00820460"/>
    <w:rsid w:val="008204D5"/>
    <w:rsid w:val="00820936"/>
    <w:rsid w:val="00820A21"/>
    <w:rsid w:val="0082134E"/>
    <w:rsid w:val="008214AF"/>
    <w:rsid w:val="008218F8"/>
    <w:rsid w:val="00821918"/>
    <w:rsid w:val="00821BDD"/>
    <w:rsid w:val="00821F2B"/>
    <w:rsid w:val="0082227E"/>
    <w:rsid w:val="00822633"/>
    <w:rsid w:val="008235CD"/>
    <w:rsid w:val="0082373B"/>
    <w:rsid w:val="008238C2"/>
    <w:rsid w:val="008238C4"/>
    <w:rsid w:val="00824047"/>
    <w:rsid w:val="008242A8"/>
    <w:rsid w:val="008249E8"/>
    <w:rsid w:val="008255AB"/>
    <w:rsid w:val="00825917"/>
    <w:rsid w:val="00825E49"/>
    <w:rsid w:val="008267F4"/>
    <w:rsid w:val="00826822"/>
    <w:rsid w:val="008269D0"/>
    <w:rsid w:val="00826C92"/>
    <w:rsid w:val="00826E2B"/>
    <w:rsid w:val="00827966"/>
    <w:rsid w:val="00827A47"/>
    <w:rsid w:val="00827C11"/>
    <w:rsid w:val="00827C1D"/>
    <w:rsid w:val="008300FD"/>
    <w:rsid w:val="008301E7"/>
    <w:rsid w:val="0083034E"/>
    <w:rsid w:val="0083046C"/>
    <w:rsid w:val="00830830"/>
    <w:rsid w:val="00830BBC"/>
    <w:rsid w:val="008315CE"/>
    <w:rsid w:val="00831DD1"/>
    <w:rsid w:val="008325BE"/>
    <w:rsid w:val="00832AAC"/>
    <w:rsid w:val="00832D99"/>
    <w:rsid w:val="00832ED6"/>
    <w:rsid w:val="00832EE5"/>
    <w:rsid w:val="00833017"/>
    <w:rsid w:val="00833C52"/>
    <w:rsid w:val="00833C8D"/>
    <w:rsid w:val="0083405E"/>
    <w:rsid w:val="00834213"/>
    <w:rsid w:val="008349C5"/>
    <w:rsid w:val="00834B33"/>
    <w:rsid w:val="00835303"/>
    <w:rsid w:val="008367CF"/>
    <w:rsid w:val="00836868"/>
    <w:rsid w:val="00836987"/>
    <w:rsid w:val="00836AF6"/>
    <w:rsid w:val="00836E4E"/>
    <w:rsid w:val="00837083"/>
    <w:rsid w:val="008370E7"/>
    <w:rsid w:val="0083719E"/>
    <w:rsid w:val="008373A6"/>
    <w:rsid w:val="0083764C"/>
    <w:rsid w:val="00837A09"/>
    <w:rsid w:val="00837F10"/>
    <w:rsid w:val="0084009B"/>
    <w:rsid w:val="008400FC"/>
    <w:rsid w:val="00840456"/>
    <w:rsid w:val="00840B58"/>
    <w:rsid w:val="00840E36"/>
    <w:rsid w:val="00841685"/>
    <w:rsid w:val="00841B51"/>
    <w:rsid w:val="00841EE9"/>
    <w:rsid w:val="008420BF"/>
    <w:rsid w:val="00842110"/>
    <w:rsid w:val="0084248F"/>
    <w:rsid w:val="008425EF"/>
    <w:rsid w:val="00842C2A"/>
    <w:rsid w:val="00843389"/>
    <w:rsid w:val="0084460F"/>
    <w:rsid w:val="00844697"/>
    <w:rsid w:val="00844D00"/>
    <w:rsid w:val="008454E5"/>
    <w:rsid w:val="00845976"/>
    <w:rsid w:val="00845AB3"/>
    <w:rsid w:val="00846220"/>
    <w:rsid w:val="008469B9"/>
    <w:rsid w:val="00846D30"/>
    <w:rsid w:val="00847524"/>
    <w:rsid w:val="008478F3"/>
    <w:rsid w:val="00847AC7"/>
    <w:rsid w:val="0085085A"/>
    <w:rsid w:val="00850A49"/>
    <w:rsid w:val="00850C9C"/>
    <w:rsid w:val="00851061"/>
    <w:rsid w:val="00851846"/>
    <w:rsid w:val="00851A07"/>
    <w:rsid w:val="00852116"/>
    <w:rsid w:val="00852645"/>
    <w:rsid w:val="008526C5"/>
    <w:rsid w:val="00852947"/>
    <w:rsid w:val="00852A91"/>
    <w:rsid w:val="00852B6C"/>
    <w:rsid w:val="0085340B"/>
    <w:rsid w:val="00853664"/>
    <w:rsid w:val="00853685"/>
    <w:rsid w:val="008538A7"/>
    <w:rsid w:val="00853FAC"/>
    <w:rsid w:val="0085483C"/>
    <w:rsid w:val="008548F6"/>
    <w:rsid w:val="00854AD0"/>
    <w:rsid w:val="00854C15"/>
    <w:rsid w:val="0085508C"/>
    <w:rsid w:val="008556ED"/>
    <w:rsid w:val="008559EF"/>
    <w:rsid w:val="0085605C"/>
    <w:rsid w:val="0085649B"/>
    <w:rsid w:val="008565E7"/>
    <w:rsid w:val="00856E46"/>
    <w:rsid w:val="00857109"/>
    <w:rsid w:val="00857984"/>
    <w:rsid w:val="008601E6"/>
    <w:rsid w:val="00860647"/>
    <w:rsid w:val="0086079B"/>
    <w:rsid w:val="00860880"/>
    <w:rsid w:val="00861180"/>
    <w:rsid w:val="00862490"/>
    <w:rsid w:val="008624E0"/>
    <w:rsid w:val="008625A8"/>
    <w:rsid w:val="008631F6"/>
    <w:rsid w:val="00863409"/>
    <w:rsid w:val="00864004"/>
    <w:rsid w:val="008647AF"/>
    <w:rsid w:val="00865367"/>
    <w:rsid w:val="008653CE"/>
    <w:rsid w:val="008653E6"/>
    <w:rsid w:val="0086558E"/>
    <w:rsid w:val="008656EF"/>
    <w:rsid w:val="00865D9F"/>
    <w:rsid w:val="00865EC6"/>
    <w:rsid w:val="0086646C"/>
    <w:rsid w:val="00866E70"/>
    <w:rsid w:val="008673A3"/>
    <w:rsid w:val="008675A0"/>
    <w:rsid w:val="00867760"/>
    <w:rsid w:val="00867CB9"/>
    <w:rsid w:val="00870065"/>
    <w:rsid w:val="00870095"/>
    <w:rsid w:val="008700D4"/>
    <w:rsid w:val="008714CC"/>
    <w:rsid w:val="00871500"/>
    <w:rsid w:val="008716DE"/>
    <w:rsid w:val="008719E3"/>
    <w:rsid w:val="00871B48"/>
    <w:rsid w:val="00871D16"/>
    <w:rsid w:val="0087251F"/>
    <w:rsid w:val="00872978"/>
    <w:rsid w:val="00872E57"/>
    <w:rsid w:val="00873074"/>
    <w:rsid w:val="00873392"/>
    <w:rsid w:val="0087370C"/>
    <w:rsid w:val="0087401A"/>
    <w:rsid w:val="008741EB"/>
    <w:rsid w:val="0087467C"/>
    <w:rsid w:val="00874730"/>
    <w:rsid w:val="008748B2"/>
    <w:rsid w:val="00875046"/>
    <w:rsid w:val="008751B6"/>
    <w:rsid w:val="00875307"/>
    <w:rsid w:val="008756E3"/>
    <w:rsid w:val="00875906"/>
    <w:rsid w:val="00875BCD"/>
    <w:rsid w:val="00875F97"/>
    <w:rsid w:val="0087635A"/>
    <w:rsid w:val="00876371"/>
    <w:rsid w:val="00876F4E"/>
    <w:rsid w:val="0087702E"/>
    <w:rsid w:val="00877371"/>
    <w:rsid w:val="008773D5"/>
    <w:rsid w:val="008774E9"/>
    <w:rsid w:val="00877547"/>
    <w:rsid w:val="0087770B"/>
    <w:rsid w:val="00877924"/>
    <w:rsid w:val="008807EB"/>
    <w:rsid w:val="0088086E"/>
    <w:rsid w:val="00880F74"/>
    <w:rsid w:val="008816A5"/>
    <w:rsid w:val="00882579"/>
    <w:rsid w:val="00882703"/>
    <w:rsid w:val="00882758"/>
    <w:rsid w:val="00882775"/>
    <w:rsid w:val="00883680"/>
    <w:rsid w:val="00883F03"/>
    <w:rsid w:val="00883F17"/>
    <w:rsid w:val="0088469D"/>
    <w:rsid w:val="00884ACF"/>
    <w:rsid w:val="00884D5D"/>
    <w:rsid w:val="00884E7F"/>
    <w:rsid w:val="008859B9"/>
    <w:rsid w:val="00885EC7"/>
    <w:rsid w:val="00886912"/>
    <w:rsid w:val="00886997"/>
    <w:rsid w:val="008871C8"/>
    <w:rsid w:val="0088775F"/>
    <w:rsid w:val="008878A0"/>
    <w:rsid w:val="00887B61"/>
    <w:rsid w:val="00890268"/>
    <w:rsid w:val="00890393"/>
    <w:rsid w:val="00891510"/>
    <w:rsid w:val="008917EC"/>
    <w:rsid w:val="00891BFC"/>
    <w:rsid w:val="00891DF7"/>
    <w:rsid w:val="008920D2"/>
    <w:rsid w:val="0089214A"/>
    <w:rsid w:val="008926B6"/>
    <w:rsid w:val="008928E5"/>
    <w:rsid w:val="00892936"/>
    <w:rsid w:val="008929DB"/>
    <w:rsid w:val="0089399A"/>
    <w:rsid w:val="00893E14"/>
    <w:rsid w:val="00893EAA"/>
    <w:rsid w:val="00893FBA"/>
    <w:rsid w:val="00894068"/>
    <w:rsid w:val="00894113"/>
    <w:rsid w:val="00894472"/>
    <w:rsid w:val="00894ECA"/>
    <w:rsid w:val="00895642"/>
    <w:rsid w:val="008957DD"/>
    <w:rsid w:val="00895A6E"/>
    <w:rsid w:val="00895F7B"/>
    <w:rsid w:val="008960B5"/>
    <w:rsid w:val="008960C4"/>
    <w:rsid w:val="008962E7"/>
    <w:rsid w:val="00896F37"/>
    <w:rsid w:val="00896FBE"/>
    <w:rsid w:val="0089712D"/>
    <w:rsid w:val="00897A84"/>
    <w:rsid w:val="00897B12"/>
    <w:rsid w:val="00897F07"/>
    <w:rsid w:val="008A04BD"/>
    <w:rsid w:val="008A0CF6"/>
    <w:rsid w:val="008A0F1A"/>
    <w:rsid w:val="008A1055"/>
    <w:rsid w:val="008A1359"/>
    <w:rsid w:val="008A1954"/>
    <w:rsid w:val="008A1E72"/>
    <w:rsid w:val="008A231B"/>
    <w:rsid w:val="008A29AA"/>
    <w:rsid w:val="008A2CDC"/>
    <w:rsid w:val="008A36DF"/>
    <w:rsid w:val="008A3815"/>
    <w:rsid w:val="008A3A92"/>
    <w:rsid w:val="008A4500"/>
    <w:rsid w:val="008A470A"/>
    <w:rsid w:val="008A5B42"/>
    <w:rsid w:val="008A6364"/>
    <w:rsid w:val="008A639D"/>
    <w:rsid w:val="008A6F9F"/>
    <w:rsid w:val="008A7070"/>
    <w:rsid w:val="008A719C"/>
    <w:rsid w:val="008B023D"/>
    <w:rsid w:val="008B0A0E"/>
    <w:rsid w:val="008B111B"/>
    <w:rsid w:val="008B13C3"/>
    <w:rsid w:val="008B1500"/>
    <w:rsid w:val="008B1A2A"/>
    <w:rsid w:val="008B1CB2"/>
    <w:rsid w:val="008B235D"/>
    <w:rsid w:val="008B2617"/>
    <w:rsid w:val="008B28DB"/>
    <w:rsid w:val="008B2F24"/>
    <w:rsid w:val="008B3023"/>
    <w:rsid w:val="008B3791"/>
    <w:rsid w:val="008B3A82"/>
    <w:rsid w:val="008B3B93"/>
    <w:rsid w:val="008B3D2D"/>
    <w:rsid w:val="008B3EEB"/>
    <w:rsid w:val="008B441D"/>
    <w:rsid w:val="008B44C7"/>
    <w:rsid w:val="008B4764"/>
    <w:rsid w:val="008B4A35"/>
    <w:rsid w:val="008B4E65"/>
    <w:rsid w:val="008B4F99"/>
    <w:rsid w:val="008B52D3"/>
    <w:rsid w:val="008B54C2"/>
    <w:rsid w:val="008B5717"/>
    <w:rsid w:val="008B5AF5"/>
    <w:rsid w:val="008B6428"/>
    <w:rsid w:val="008B64A1"/>
    <w:rsid w:val="008B6984"/>
    <w:rsid w:val="008B6A29"/>
    <w:rsid w:val="008B6EB4"/>
    <w:rsid w:val="008B703A"/>
    <w:rsid w:val="008B761A"/>
    <w:rsid w:val="008B79F6"/>
    <w:rsid w:val="008B7BF1"/>
    <w:rsid w:val="008B7D56"/>
    <w:rsid w:val="008C0143"/>
    <w:rsid w:val="008C0B6D"/>
    <w:rsid w:val="008C0CB1"/>
    <w:rsid w:val="008C0DA5"/>
    <w:rsid w:val="008C0DDD"/>
    <w:rsid w:val="008C0F18"/>
    <w:rsid w:val="008C1387"/>
    <w:rsid w:val="008C1706"/>
    <w:rsid w:val="008C196E"/>
    <w:rsid w:val="008C1A17"/>
    <w:rsid w:val="008C1B20"/>
    <w:rsid w:val="008C2309"/>
    <w:rsid w:val="008C257E"/>
    <w:rsid w:val="008C2AC3"/>
    <w:rsid w:val="008C32CF"/>
    <w:rsid w:val="008C338A"/>
    <w:rsid w:val="008C3438"/>
    <w:rsid w:val="008C37AB"/>
    <w:rsid w:val="008C3842"/>
    <w:rsid w:val="008C44D0"/>
    <w:rsid w:val="008C4AA9"/>
    <w:rsid w:val="008C4CC5"/>
    <w:rsid w:val="008C4D3A"/>
    <w:rsid w:val="008C4F32"/>
    <w:rsid w:val="008C5255"/>
    <w:rsid w:val="008C5885"/>
    <w:rsid w:val="008C594B"/>
    <w:rsid w:val="008C5E4A"/>
    <w:rsid w:val="008C5F12"/>
    <w:rsid w:val="008C61C1"/>
    <w:rsid w:val="008C6838"/>
    <w:rsid w:val="008C6969"/>
    <w:rsid w:val="008C6C6D"/>
    <w:rsid w:val="008C6E15"/>
    <w:rsid w:val="008C7A57"/>
    <w:rsid w:val="008C7CD1"/>
    <w:rsid w:val="008C7E15"/>
    <w:rsid w:val="008D01A5"/>
    <w:rsid w:val="008D06A8"/>
    <w:rsid w:val="008D06E2"/>
    <w:rsid w:val="008D11BB"/>
    <w:rsid w:val="008D158C"/>
    <w:rsid w:val="008D1958"/>
    <w:rsid w:val="008D1971"/>
    <w:rsid w:val="008D1F72"/>
    <w:rsid w:val="008D214B"/>
    <w:rsid w:val="008D2609"/>
    <w:rsid w:val="008D2EDD"/>
    <w:rsid w:val="008D3638"/>
    <w:rsid w:val="008D3FF6"/>
    <w:rsid w:val="008D44CE"/>
    <w:rsid w:val="008D4D9C"/>
    <w:rsid w:val="008D5D9E"/>
    <w:rsid w:val="008D608F"/>
    <w:rsid w:val="008D6446"/>
    <w:rsid w:val="008D65AE"/>
    <w:rsid w:val="008D68AA"/>
    <w:rsid w:val="008D6F41"/>
    <w:rsid w:val="008D7065"/>
    <w:rsid w:val="008D70F1"/>
    <w:rsid w:val="008D7209"/>
    <w:rsid w:val="008D778B"/>
    <w:rsid w:val="008D7838"/>
    <w:rsid w:val="008D78F7"/>
    <w:rsid w:val="008E032D"/>
    <w:rsid w:val="008E07F6"/>
    <w:rsid w:val="008E0AB9"/>
    <w:rsid w:val="008E0C8D"/>
    <w:rsid w:val="008E0CB2"/>
    <w:rsid w:val="008E104D"/>
    <w:rsid w:val="008E1989"/>
    <w:rsid w:val="008E1B63"/>
    <w:rsid w:val="008E1C60"/>
    <w:rsid w:val="008E1D7A"/>
    <w:rsid w:val="008E203C"/>
    <w:rsid w:val="008E20E1"/>
    <w:rsid w:val="008E2256"/>
    <w:rsid w:val="008E2591"/>
    <w:rsid w:val="008E263A"/>
    <w:rsid w:val="008E350E"/>
    <w:rsid w:val="008E3C7B"/>
    <w:rsid w:val="008E405C"/>
    <w:rsid w:val="008E45B4"/>
    <w:rsid w:val="008E45E2"/>
    <w:rsid w:val="008E4BB4"/>
    <w:rsid w:val="008E4C7B"/>
    <w:rsid w:val="008E4FA4"/>
    <w:rsid w:val="008E521F"/>
    <w:rsid w:val="008E52CF"/>
    <w:rsid w:val="008E5318"/>
    <w:rsid w:val="008E53CF"/>
    <w:rsid w:val="008E55CA"/>
    <w:rsid w:val="008E5816"/>
    <w:rsid w:val="008E58E9"/>
    <w:rsid w:val="008E590E"/>
    <w:rsid w:val="008E5A46"/>
    <w:rsid w:val="008E5F02"/>
    <w:rsid w:val="008E675D"/>
    <w:rsid w:val="008E68E5"/>
    <w:rsid w:val="008E6B48"/>
    <w:rsid w:val="008E6B7A"/>
    <w:rsid w:val="008E6BBF"/>
    <w:rsid w:val="008E6CBB"/>
    <w:rsid w:val="008F0204"/>
    <w:rsid w:val="008F0F9F"/>
    <w:rsid w:val="008F1111"/>
    <w:rsid w:val="008F1437"/>
    <w:rsid w:val="008F1861"/>
    <w:rsid w:val="008F1DCD"/>
    <w:rsid w:val="008F229A"/>
    <w:rsid w:val="008F28D1"/>
    <w:rsid w:val="008F2999"/>
    <w:rsid w:val="008F2BD2"/>
    <w:rsid w:val="008F2DB8"/>
    <w:rsid w:val="008F3F0B"/>
    <w:rsid w:val="008F3FE2"/>
    <w:rsid w:val="008F3FFD"/>
    <w:rsid w:val="008F44C2"/>
    <w:rsid w:val="008F52F5"/>
    <w:rsid w:val="008F56B9"/>
    <w:rsid w:val="008F5A67"/>
    <w:rsid w:val="008F5BC2"/>
    <w:rsid w:val="008F626C"/>
    <w:rsid w:val="008F6412"/>
    <w:rsid w:val="008F6691"/>
    <w:rsid w:val="008F68D9"/>
    <w:rsid w:val="008F6FEF"/>
    <w:rsid w:val="008F7AC9"/>
    <w:rsid w:val="008F7FE7"/>
    <w:rsid w:val="00900077"/>
    <w:rsid w:val="0090031D"/>
    <w:rsid w:val="009007CE"/>
    <w:rsid w:val="00900AC5"/>
    <w:rsid w:val="00900BC7"/>
    <w:rsid w:val="00900D58"/>
    <w:rsid w:val="00901094"/>
    <w:rsid w:val="00901C47"/>
    <w:rsid w:val="00901E06"/>
    <w:rsid w:val="009025A7"/>
    <w:rsid w:val="009032C3"/>
    <w:rsid w:val="009034A6"/>
    <w:rsid w:val="00904155"/>
    <w:rsid w:val="00904413"/>
    <w:rsid w:val="009045FD"/>
    <w:rsid w:val="009047C4"/>
    <w:rsid w:val="009048BC"/>
    <w:rsid w:val="009049D9"/>
    <w:rsid w:val="00904B2F"/>
    <w:rsid w:val="0090571F"/>
    <w:rsid w:val="00906216"/>
    <w:rsid w:val="009062AE"/>
    <w:rsid w:val="009068A4"/>
    <w:rsid w:val="00906F9F"/>
    <w:rsid w:val="00906FC6"/>
    <w:rsid w:val="009070D5"/>
    <w:rsid w:val="00907213"/>
    <w:rsid w:val="0090758F"/>
    <w:rsid w:val="00907D61"/>
    <w:rsid w:val="009101B0"/>
    <w:rsid w:val="009102D3"/>
    <w:rsid w:val="009102EB"/>
    <w:rsid w:val="0091031D"/>
    <w:rsid w:val="00910A2C"/>
    <w:rsid w:val="00910C10"/>
    <w:rsid w:val="00910FCF"/>
    <w:rsid w:val="009117D2"/>
    <w:rsid w:val="00911C1C"/>
    <w:rsid w:val="00911CDB"/>
    <w:rsid w:val="00911F9F"/>
    <w:rsid w:val="00912695"/>
    <w:rsid w:val="009135B8"/>
    <w:rsid w:val="009137DA"/>
    <w:rsid w:val="00913CD8"/>
    <w:rsid w:val="00913F1B"/>
    <w:rsid w:val="00914102"/>
    <w:rsid w:val="00914285"/>
    <w:rsid w:val="00914593"/>
    <w:rsid w:val="00914850"/>
    <w:rsid w:val="009148CD"/>
    <w:rsid w:val="00914C9E"/>
    <w:rsid w:val="009152A1"/>
    <w:rsid w:val="00915DC6"/>
    <w:rsid w:val="00915E8F"/>
    <w:rsid w:val="009164F2"/>
    <w:rsid w:val="00916529"/>
    <w:rsid w:val="00916556"/>
    <w:rsid w:val="009168BF"/>
    <w:rsid w:val="009172DD"/>
    <w:rsid w:val="009177BF"/>
    <w:rsid w:val="00917A61"/>
    <w:rsid w:val="00917BCB"/>
    <w:rsid w:val="00920311"/>
    <w:rsid w:val="009205D1"/>
    <w:rsid w:val="00920DFD"/>
    <w:rsid w:val="0092163F"/>
    <w:rsid w:val="00921648"/>
    <w:rsid w:val="00921B90"/>
    <w:rsid w:val="009221F0"/>
    <w:rsid w:val="009222D2"/>
    <w:rsid w:val="009227D0"/>
    <w:rsid w:val="009229E4"/>
    <w:rsid w:val="00922BEB"/>
    <w:rsid w:val="00922CC0"/>
    <w:rsid w:val="00923A04"/>
    <w:rsid w:val="009247BF"/>
    <w:rsid w:val="0092493F"/>
    <w:rsid w:val="00924C1F"/>
    <w:rsid w:val="00924C5F"/>
    <w:rsid w:val="00924C86"/>
    <w:rsid w:val="00924E52"/>
    <w:rsid w:val="0092520E"/>
    <w:rsid w:val="00925790"/>
    <w:rsid w:val="00925B38"/>
    <w:rsid w:val="00926339"/>
    <w:rsid w:val="0092646B"/>
    <w:rsid w:val="009265E5"/>
    <w:rsid w:val="00926656"/>
    <w:rsid w:val="009266FC"/>
    <w:rsid w:val="0092686A"/>
    <w:rsid w:val="00926D97"/>
    <w:rsid w:val="00927822"/>
    <w:rsid w:val="00927D3F"/>
    <w:rsid w:val="00927F53"/>
    <w:rsid w:val="0093033D"/>
    <w:rsid w:val="0093070A"/>
    <w:rsid w:val="00930A79"/>
    <w:rsid w:val="00930FFD"/>
    <w:rsid w:val="00931AF3"/>
    <w:rsid w:val="00931E15"/>
    <w:rsid w:val="00932FEB"/>
    <w:rsid w:val="00933274"/>
    <w:rsid w:val="0093356F"/>
    <w:rsid w:val="0093361C"/>
    <w:rsid w:val="009336D0"/>
    <w:rsid w:val="00933AFA"/>
    <w:rsid w:val="0093448D"/>
    <w:rsid w:val="009347B9"/>
    <w:rsid w:val="00934CA2"/>
    <w:rsid w:val="009355C7"/>
    <w:rsid w:val="00935938"/>
    <w:rsid w:val="00935C51"/>
    <w:rsid w:val="0093641C"/>
    <w:rsid w:val="00936487"/>
    <w:rsid w:val="00936690"/>
    <w:rsid w:val="00936B37"/>
    <w:rsid w:val="00936C7F"/>
    <w:rsid w:val="00937EDE"/>
    <w:rsid w:val="00937F7C"/>
    <w:rsid w:val="00940793"/>
    <w:rsid w:val="0094083E"/>
    <w:rsid w:val="00940C10"/>
    <w:rsid w:val="00940D45"/>
    <w:rsid w:val="00941076"/>
    <w:rsid w:val="00941186"/>
    <w:rsid w:val="00941298"/>
    <w:rsid w:val="009413CF"/>
    <w:rsid w:val="00941A7F"/>
    <w:rsid w:val="00941C06"/>
    <w:rsid w:val="0094228B"/>
    <w:rsid w:val="00942DEB"/>
    <w:rsid w:val="009432AB"/>
    <w:rsid w:val="009432BA"/>
    <w:rsid w:val="009438FA"/>
    <w:rsid w:val="00943B3E"/>
    <w:rsid w:val="00943D2D"/>
    <w:rsid w:val="00944BFB"/>
    <w:rsid w:val="00944D48"/>
    <w:rsid w:val="009455FF"/>
    <w:rsid w:val="009458C6"/>
    <w:rsid w:val="00945C1E"/>
    <w:rsid w:val="009461E2"/>
    <w:rsid w:val="00946436"/>
    <w:rsid w:val="00946FEE"/>
    <w:rsid w:val="009474B7"/>
    <w:rsid w:val="00947DBB"/>
    <w:rsid w:val="009502A5"/>
    <w:rsid w:val="00950485"/>
    <w:rsid w:val="0095073B"/>
    <w:rsid w:val="009508FC"/>
    <w:rsid w:val="00950FF6"/>
    <w:rsid w:val="00951445"/>
    <w:rsid w:val="0095171C"/>
    <w:rsid w:val="00951905"/>
    <w:rsid w:val="00951A3B"/>
    <w:rsid w:val="009521C1"/>
    <w:rsid w:val="0095238E"/>
    <w:rsid w:val="009526E1"/>
    <w:rsid w:val="009527D8"/>
    <w:rsid w:val="00952AAB"/>
    <w:rsid w:val="00952DB4"/>
    <w:rsid w:val="00952E69"/>
    <w:rsid w:val="0095362A"/>
    <w:rsid w:val="009540A5"/>
    <w:rsid w:val="009541EB"/>
    <w:rsid w:val="0095427F"/>
    <w:rsid w:val="009542F1"/>
    <w:rsid w:val="0095441B"/>
    <w:rsid w:val="00954437"/>
    <w:rsid w:val="00954512"/>
    <w:rsid w:val="00954541"/>
    <w:rsid w:val="00954CC7"/>
    <w:rsid w:val="0095526C"/>
    <w:rsid w:val="009552EC"/>
    <w:rsid w:val="009556AC"/>
    <w:rsid w:val="009559B8"/>
    <w:rsid w:val="00955D0A"/>
    <w:rsid w:val="00956234"/>
    <w:rsid w:val="00956899"/>
    <w:rsid w:val="00956D5A"/>
    <w:rsid w:val="00956DD2"/>
    <w:rsid w:val="0095797A"/>
    <w:rsid w:val="00957E45"/>
    <w:rsid w:val="009600C5"/>
    <w:rsid w:val="00960EDE"/>
    <w:rsid w:val="00961034"/>
    <w:rsid w:val="00961160"/>
    <w:rsid w:val="009612B8"/>
    <w:rsid w:val="009617AE"/>
    <w:rsid w:val="009619DD"/>
    <w:rsid w:val="0096236D"/>
    <w:rsid w:val="009625F4"/>
    <w:rsid w:val="00962629"/>
    <w:rsid w:val="009626CF"/>
    <w:rsid w:val="0096279E"/>
    <w:rsid w:val="0096284B"/>
    <w:rsid w:val="00962B4E"/>
    <w:rsid w:val="00962D2E"/>
    <w:rsid w:val="00962D42"/>
    <w:rsid w:val="0096347F"/>
    <w:rsid w:val="0096355B"/>
    <w:rsid w:val="0096398B"/>
    <w:rsid w:val="009639BF"/>
    <w:rsid w:val="00963C74"/>
    <w:rsid w:val="00963D15"/>
    <w:rsid w:val="009648F8"/>
    <w:rsid w:val="00964E31"/>
    <w:rsid w:val="00965D80"/>
    <w:rsid w:val="00965F23"/>
    <w:rsid w:val="0096638C"/>
    <w:rsid w:val="00966BA0"/>
    <w:rsid w:val="00966BE0"/>
    <w:rsid w:val="00966C49"/>
    <w:rsid w:val="00966E47"/>
    <w:rsid w:val="00966FDD"/>
    <w:rsid w:val="0096703C"/>
    <w:rsid w:val="00967AB3"/>
    <w:rsid w:val="0097007F"/>
    <w:rsid w:val="00970653"/>
    <w:rsid w:val="00970823"/>
    <w:rsid w:val="009708D2"/>
    <w:rsid w:val="00970F2B"/>
    <w:rsid w:val="009713E3"/>
    <w:rsid w:val="0097193B"/>
    <w:rsid w:val="0097194E"/>
    <w:rsid w:val="00971B25"/>
    <w:rsid w:val="00971F6E"/>
    <w:rsid w:val="00971F87"/>
    <w:rsid w:val="009722E1"/>
    <w:rsid w:val="009725C6"/>
    <w:rsid w:val="009727B9"/>
    <w:rsid w:val="00972E71"/>
    <w:rsid w:val="0097348C"/>
    <w:rsid w:val="009741F1"/>
    <w:rsid w:val="009744D5"/>
    <w:rsid w:val="0097457B"/>
    <w:rsid w:val="009745F0"/>
    <w:rsid w:val="00974B4A"/>
    <w:rsid w:val="00975B51"/>
    <w:rsid w:val="00975D8B"/>
    <w:rsid w:val="00975DAB"/>
    <w:rsid w:val="00975F93"/>
    <w:rsid w:val="00975FF5"/>
    <w:rsid w:val="00976458"/>
    <w:rsid w:val="00976EDD"/>
    <w:rsid w:val="00976F51"/>
    <w:rsid w:val="009774E6"/>
    <w:rsid w:val="0097773B"/>
    <w:rsid w:val="00977BD5"/>
    <w:rsid w:val="00977F61"/>
    <w:rsid w:val="00977F99"/>
    <w:rsid w:val="009802A6"/>
    <w:rsid w:val="009807AA"/>
    <w:rsid w:val="00980C00"/>
    <w:rsid w:val="00981279"/>
    <w:rsid w:val="0098183E"/>
    <w:rsid w:val="00981C23"/>
    <w:rsid w:val="00982627"/>
    <w:rsid w:val="00982965"/>
    <w:rsid w:val="00982C3B"/>
    <w:rsid w:val="00982DEC"/>
    <w:rsid w:val="00982DF4"/>
    <w:rsid w:val="00982F06"/>
    <w:rsid w:val="00983602"/>
    <w:rsid w:val="009837CB"/>
    <w:rsid w:val="009839A9"/>
    <w:rsid w:val="00983AEE"/>
    <w:rsid w:val="009840C5"/>
    <w:rsid w:val="00984631"/>
    <w:rsid w:val="009855F8"/>
    <w:rsid w:val="009856A6"/>
    <w:rsid w:val="0098594E"/>
    <w:rsid w:val="00985CEE"/>
    <w:rsid w:val="00985D3E"/>
    <w:rsid w:val="00985D46"/>
    <w:rsid w:val="00985E4F"/>
    <w:rsid w:val="00986362"/>
    <w:rsid w:val="00986BB1"/>
    <w:rsid w:val="0098733D"/>
    <w:rsid w:val="00987A9F"/>
    <w:rsid w:val="00987E8B"/>
    <w:rsid w:val="00987F4F"/>
    <w:rsid w:val="0099046A"/>
    <w:rsid w:val="00990D97"/>
    <w:rsid w:val="00991A19"/>
    <w:rsid w:val="00991ED2"/>
    <w:rsid w:val="00991EDE"/>
    <w:rsid w:val="009921B7"/>
    <w:rsid w:val="009924E3"/>
    <w:rsid w:val="00992B77"/>
    <w:rsid w:val="00992DA1"/>
    <w:rsid w:val="009930BE"/>
    <w:rsid w:val="00993798"/>
    <w:rsid w:val="009939FA"/>
    <w:rsid w:val="00993C08"/>
    <w:rsid w:val="00993E76"/>
    <w:rsid w:val="00994703"/>
    <w:rsid w:val="0099497D"/>
    <w:rsid w:val="00994D37"/>
    <w:rsid w:val="00995696"/>
    <w:rsid w:val="00995D7F"/>
    <w:rsid w:val="00996488"/>
    <w:rsid w:val="0099654B"/>
    <w:rsid w:val="00996A45"/>
    <w:rsid w:val="00996BD8"/>
    <w:rsid w:val="00996D3B"/>
    <w:rsid w:val="00996EDD"/>
    <w:rsid w:val="00996FB1"/>
    <w:rsid w:val="00997078"/>
    <w:rsid w:val="00997172"/>
    <w:rsid w:val="0099748F"/>
    <w:rsid w:val="00997525"/>
    <w:rsid w:val="0099771B"/>
    <w:rsid w:val="00997CBF"/>
    <w:rsid w:val="009A018B"/>
    <w:rsid w:val="009A10D2"/>
    <w:rsid w:val="009A12FF"/>
    <w:rsid w:val="009A1A0F"/>
    <w:rsid w:val="009A2078"/>
    <w:rsid w:val="009A2126"/>
    <w:rsid w:val="009A248F"/>
    <w:rsid w:val="009A2B63"/>
    <w:rsid w:val="009A2CBE"/>
    <w:rsid w:val="009A3A77"/>
    <w:rsid w:val="009A3F50"/>
    <w:rsid w:val="009A41B0"/>
    <w:rsid w:val="009A474D"/>
    <w:rsid w:val="009A506D"/>
    <w:rsid w:val="009A51B1"/>
    <w:rsid w:val="009A5543"/>
    <w:rsid w:val="009A5E8D"/>
    <w:rsid w:val="009A63A6"/>
    <w:rsid w:val="009A68D8"/>
    <w:rsid w:val="009A6A98"/>
    <w:rsid w:val="009A6BC4"/>
    <w:rsid w:val="009A6CB5"/>
    <w:rsid w:val="009A6D08"/>
    <w:rsid w:val="009A72DA"/>
    <w:rsid w:val="009A76F0"/>
    <w:rsid w:val="009A7B9B"/>
    <w:rsid w:val="009B002A"/>
    <w:rsid w:val="009B0E95"/>
    <w:rsid w:val="009B0FF5"/>
    <w:rsid w:val="009B122A"/>
    <w:rsid w:val="009B136B"/>
    <w:rsid w:val="009B1A0C"/>
    <w:rsid w:val="009B2317"/>
    <w:rsid w:val="009B2432"/>
    <w:rsid w:val="009B24E1"/>
    <w:rsid w:val="009B29D3"/>
    <w:rsid w:val="009B2B9D"/>
    <w:rsid w:val="009B2BE3"/>
    <w:rsid w:val="009B3345"/>
    <w:rsid w:val="009B3630"/>
    <w:rsid w:val="009B3657"/>
    <w:rsid w:val="009B36DB"/>
    <w:rsid w:val="009B375E"/>
    <w:rsid w:val="009B3CE5"/>
    <w:rsid w:val="009B4B2A"/>
    <w:rsid w:val="009B50FC"/>
    <w:rsid w:val="009B525B"/>
    <w:rsid w:val="009B556C"/>
    <w:rsid w:val="009B5645"/>
    <w:rsid w:val="009B574F"/>
    <w:rsid w:val="009B5A4E"/>
    <w:rsid w:val="009B5ABA"/>
    <w:rsid w:val="009B680E"/>
    <w:rsid w:val="009B6A18"/>
    <w:rsid w:val="009B6BD5"/>
    <w:rsid w:val="009B70FE"/>
    <w:rsid w:val="009B71ED"/>
    <w:rsid w:val="009B7537"/>
    <w:rsid w:val="009B7B50"/>
    <w:rsid w:val="009B7B93"/>
    <w:rsid w:val="009B7D4F"/>
    <w:rsid w:val="009B7F63"/>
    <w:rsid w:val="009C03A5"/>
    <w:rsid w:val="009C0910"/>
    <w:rsid w:val="009C1251"/>
    <w:rsid w:val="009C1272"/>
    <w:rsid w:val="009C139A"/>
    <w:rsid w:val="009C1416"/>
    <w:rsid w:val="009C15EC"/>
    <w:rsid w:val="009C171F"/>
    <w:rsid w:val="009C18E1"/>
    <w:rsid w:val="009C1AEA"/>
    <w:rsid w:val="009C1D54"/>
    <w:rsid w:val="009C2A4D"/>
    <w:rsid w:val="009C32A1"/>
    <w:rsid w:val="009C3376"/>
    <w:rsid w:val="009C3D60"/>
    <w:rsid w:val="009C4418"/>
    <w:rsid w:val="009C44BE"/>
    <w:rsid w:val="009C457D"/>
    <w:rsid w:val="009C46C9"/>
    <w:rsid w:val="009C5097"/>
    <w:rsid w:val="009C5334"/>
    <w:rsid w:val="009C5FC7"/>
    <w:rsid w:val="009C6410"/>
    <w:rsid w:val="009C6581"/>
    <w:rsid w:val="009C6E21"/>
    <w:rsid w:val="009C6E3B"/>
    <w:rsid w:val="009C7448"/>
    <w:rsid w:val="009C7CEB"/>
    <w:rsid w:val="009C7EB3"/>
    <w:rsid w:val="009D0CF3"/>
    <w:rsid w:val="009D14D5"/>
    <w:rsid w:val="009D1BAD"/>
    <w:rsid w:val="009D1BC7"/>
    <w:rsid w:val="009D1C93"/>
    <w:rsid w:val="009D1DD3"/>
    <w:rsid w:val="009D259C"/>
    <w:rsid w:val="009D268F"/>
    <w:rsid w:val="009D2A3C"/>
    <w:rsid w:val="009D2B3F"/>
    <w:rsid w:val="009D320E"/>
    <w:rsid w:val="009D35C8"/>
    <w:rsid w:val="009D391A"/>
    <w:rsid w:val="009D3F9D"/>
    <w:rsid w:val="009D427E"/>
    <w:rsid w:val="009D45C5"/>
    <w:rsid w:val="009D486D"/>
    <w:rsid w:val="009D48B9"/>
    <w:rsid w:val="009D48CB"/>
    <w:rsid w:val="009D4BA1"/>
    <w:rsid w:val="009D4F12"/>
    <w:rsid w:val="009D4FA5"/>
    <w:rsid w:val="009D5991"/>
    <w:rsid w:val="009D5B70"/>
    <w:rsid w:val="009D5ED9"/>
    <w:rsid w:val="009D6CD9"/>
    <w:rsid w:val="009D704E"/>
    <w:rsid w:val="009D78B9"/>
    <w:rsid w:val="009D7D73"/>
    <w:rsid w:val="009D7E4F"/>
    <w:rsid w:val="009E0046"/>
    <w:rsid w:val="009E06A5"/>
    <w:rsid w:val="009E09E2"/>
    <w:rsid w:val="009E0B24"/>
    <w:rsid w:val="009E13AC"/>
    <w:rsid w:val="009E143C"/>
    <w:rsid w:val="009E1CBD"/>
    <w:rsid w:val="009E1F46"/>
    <w:rsid w:val="009E20C0"/>
    <w:rsid w:val="009E22CA"/>
    <w:rsid w:val="009E236E"/>
    <w:rsid w:val="009E2B03"/>
    <w:rsid w:val="009E2F99"/>
    <w:rsid w:val="009E32ED"/>
    <w:rsid w:val="009E3539"/>
    <w:rsid w:val="009E3DF4"/>
    <w:rsid w:val="009E489D"/>
    <w:rsid w:val="009E4BF0"/>
    <w:rsid w:val="009E4BFD"/>
    <w:rsid w:val="009E4D0F"/>
    <w:rsid w:val="009E4D22"/>
    <w:rsid w:val="009E502C"/>
    <w:rsid w:val="009E5945"/>
    <w:rsid w:val="009E5D05"/>
    <w:rsid w:val="009E62C8"/>
    <w:rsid w:val="009E640A"/>
    <w:rsid w:val="009E6711"/>
    <w:rsid w:val="009E6C24"/>
    <w:rsid w:val="009E6E8C"/>
    <w:rsid w:val="009E7256"/>
    <w:rsid w:val="009E7359"/>
    <w:rsid w:val="009E73B2"/>
    <w:rsid w:val="009E7540"/>
    <w:rsid w:val="009E79B9"/>
    <w:rsid w:val="009F016F"/>
    <w:rsid w:val="009F0266"/>
    <w:rsid w:val="009F094B"/>
    <w:rsid w:val="009F0B70"/>
    <w:rsid w:val="009F136D"/>
    <w:rsid w:val="009F1443"/>
    <w:rsid w:val="009F16DD"/>
    <w:rsid w:val="009F1F6A"/>
    <w:rsid w:val="009F1FCE"/>
    <w:rsid w:val="009F22A2"/>
    <w:rsid w:val="009F2630"/>
    <w:rsid w:val="009F282C"/>
    <w:rsid w:val="009F2D62"/>
    <w:rsid w:val="009F3153"/>
    <w:rsid w:val="009F387A"/>
    <w:rsid w:val="009F4394"/>
    <w:rsid w:val="009F54A3"/>
    <w:rsid w:val="009F5739"/>
    <w:rsid w:val="009F5979"/>
    <w:rsid w:val="009F6686"/>
    <w:rsid w:val="009F6700"/>
    <w:rsid w:val="009F67F3"/>
    <w:rsid w:val="009F6CA3"/>
    <w:rsid w:val="009F70A0"/>
    <w:rsid w:val="009F7273"/>
    <w:rsid w:val="009F732B"/>
    <w:rsid w:val="009F7CC8"/>
    <w:rsid w:val="009F7ED6"/>
    <w:rsid w:val="00A00760"/>
    <w:rsid w:val="00A00D4E"/>
    <w:rsid w:val="00A00FC3"/>
    <w:rsid w:val="00A014B2"/>
    <w:rsid w:val="00A017DD"/>
    <w:rsid w:val="00A01947"/>
    <w:rsid w:val="00A01CC1"/>
    <w:rsid w:val="00A01F5E"/>
    <w:rsid w:val="00A025F1"/>
    <w:rsid w:val="00A02C6D"/>
    <w:rsid w:val="00A03685"/>
    <w:rsid w:val="00A03706"/>
    <w:rsid w:val="00A0405E"/>
    <w:rsid w:val="00A04685"/>
    <w:rsid w:val="00A05689"/>
    <w:rsid w:val="00A05756"/>
    <w:rsid w:val="00A05830"/>
    <w:rsid w:val="00A05B59"/>
    <w:rsid w:val="00A05E66"/>
    <w:rsid w:val="00A05ECC"/>
    <w:rsid w:val="00A060DB"/>
    <w:rsid w:val="00A0680B"/>
    <w:rsid w:val="00A06D3D"/>
    <w:rsid w:val="00A07371"/>
    <w:rsid w:val="00A078E1"/>
    <w:rsid w:val="00A07915"/>
    <w:rsid w:val="00A07F46"/>
    <w:rsid w:val="00A102EA"/>
    <w:rsid w:val="00A106CE"/>
    <w:rsid w:val="00A109F6"/>
    <w:rsid w:val="00A11089"/>
    <w:rsid w:val="00A11969"/>
    <w:rsid w:val="00A122DA"/>
    <w:rsid w:val="00A123BE"/>
    <w:rsid w:val="00A12430"/>
    <w:rsid w:val="00A12B24"/>
    <w:rsid w:val="00A12DA0"/>
    <w:rsid w:val="00A133AC"/>
    <w:rsid w:val="00A134AB"/>
    <w:rsid w:val="00A13812"/>
    <w:rsid w:val="00A13856"/>
    <w:rsid w:val="00A138FB"/>
    <w:rsid w:val="00A1395D"/>
    <w:rsid w:val="00A13E9E"/>
    <w:rsid w:val="00A141BC"/>
    <w:rsid w:val="00A144CF"/>
    <w:rsid w:val="00A14585"/>
    <w:rsid w:val="00A146BD"/>
    <w:rsid w:val="00A15307"/>
    <w:rsid w:val="00A1536F"/>
    <w:rsid w:val="00A162F4"/>
    <w:rsid w:val="00A163A5"/>
    <w:rsid w:val="00A16E21"/>
    <w:rsid w:val="00A16E53"/>
    <w:rsid w:val="00A1739D"/>
    <w:rsid w:val="00A20337"/>
    <w:rsid w:val="00A213B5"/>
    <w:rsid w:val="00A21682"/>
    <w:rsid w:val="00A2189E"/>
    <w:rsid w:val="00A21949"/>
    <w:rsid w:val="00A21C5A"/>
    <w:rsid w:val="00A21D8F"/>
    <w:rsid w:val="00A224AE"/>
    <w:rsid w:val="00A228BA"/>
    <w:rsid w:val="00A22C20"/>
    <w:rsid w:val="00A22CEB"/>
    <w:rsid w:val="00A22D0B"/>
    <w:rsid w:val="00A22EDD"/>
    <w:rsid w:val="00A2314E"/>
    <w:rsid w:val="00A2356D"/>
    <w:rsid w:val="00A23C95"/>
    <w:rsid w:val="00A23E5D"/>
    <w:rsid w:val="00A23F25"/>
    <w:rsid w:val="00A24664"/>
    <w:rsid w:val="00A24759"/>
    <w:rsid w:val="00A254A4"/>
    <w:rsid w:val="00A261C7"/>
    <w:rsid w:val="00A261DE"/>
    <w:rsid w:val="00A2627C"/>
    <w:rsid w:val="00A26321"/>
    <w:rsid w:val="00A267D4"/>
    <w:rsid w:val="00A26B82"/>
    <w:rsid w:val="00A26D78"/>
    <w:rsid w:val="00A27E13"/>
    <w:rsid w:val="00A3087C"/>
    <w:rsid w:val="00A31483"/>
    <w:rsid w:val="00A31EFA"/>
    <w:rsid w:val="00A31FA1"/>
    <w:rsid w:val="00A32590"/>
    <w:rsid w:val="00A32A52"/>
    <w:rsid w:val="00A32B3E"/>
    <w:rsid w:val="00A32C50"/>
    <w:rsid w:val="00A32E6A"/>
    <w:rsid w:val="00A32FA5"/>
    <w:rsid w:val="00A3374E"/>
    <w:rsid w:val="00A33984"/>
    <w:rsid w:val="00A33C29"/>
    <w:rsid w:val="00A33E1F"/>
    <w:rsid w:val="00A33E2C"/>
    <w:rsid w:val="00A33E90"/>
    <w:rsid w:val="00A33F9A"/>
    <w:rsid w:val="00A34A96"/>
    <w:rsid w:val="00A34BF2"/>
    <w:rsid w:val="00A352C3"/>
    <w:rsid w:val="00A355F1"/>
    <w:rsid w:val="00A35BCA"/>
    <w:rsid w:val="00A35CA8"/>
    <w:rsid w:val="00A35CB0"/>
    <w:rsid w:val="00A35E2F"/>
    <w:rsid w:val="00A36901"/>
    <w:rsid w:val="00A36CA4"/>
    <w:rsid w:val="00A36E68"/>
    <w:rsid w:val="00A370F4"/>
    <w:rsid w:val="00A377B7"/>
    <w:rsid w:val="00A37967"/>
    <w:rsid w:val="00A40145"/>
    <w:rsid w:val="00A4057E"/>
    <w:rsid w:val="00A40611"/>
    <w:rsid w:val="00A40655"/>
    <w:rsid w:val="00A4073F"/>
    <w:rsid w:val="00A40DDF"/>
    <w:rsid w:val="00A40DE8"/>
    <w:rsid w:val="00A41234"/>
    <w:rsid w:val="00A412B6"/>
    <w:rsid w:val="00A41575"/>
    <w:rsid w:val="00A41A22"/>
    <w:rsid w:val="00A42905"/>
    <w:rsid w:val="00A42BEE"/>
    <w:rsid w:val="00A430D5"/>
    <w:rsid w:val="00A431B8"/>
    <w:rsid w:val="00A438FB"/>
    <w:rsid w:val="00A43C82"/>
    <w:rsid w:val="00A44124"/>
    <w:rsid w:val="00A4428D"/>
    <w:rsid w:val="00A4447F"/>
    <w:rsid w:val="00A44EAE"/>
    <w:rsid w:val="00A452D0"/>
    <w:rsid w:val="00A4711F"/>
    <w:rsid w:val="00A4781C"/>
    <w:rsid w:val="00A500A2"/>
    <w:rsid w:val="00A5021A"/>
    <w:rsid w:val="00A507BF"/>
    <w:rsid w:val="00A51100"/>
    <w:rsid w:val="00A51189"/>
    <w:rsid w:val="00A512CA"/>
    <w:rsid w:val="00A512F1"/>
    <w:rsid w:val="00A51650"/>
    <w:rsid w:val="00A51652"/>
    <w:rsid w:val="00A518C8"/>
    <w:rsid w:val="00A51ABD"/>
    <w:rsid w:val="00A51AC3"/>
    <w:rsid w:val="00A52061"/>
    <w:rsid w:val="00A52137"/>
    <w:rsid w:val="00A527AF"/>
    <w:rsid w:val="00A52DB0"/>
    <w:rsid w:val="00A52DC5"/>
    <w:rsid w:val="00A54376"/>
    <w:rsid w:val="00A545B9"/>
    <w:rsid w:val="00A546E8"/>
    <w:rsid w:val="00A54947"/>
    <w:rsid w:val="00A54B81"/>
    <w:rsid w:val="00A55254"/>
    <w:rsid w:val="00A556F3"/>
    <w:rsid w:val="00A55DE2"/>
    <w:rsid w:val="00A55E78"/>
    <w:rsid w:val="00A56345"/>
    <w:rsid w:val="00A568A4"/>
    <w:rsid w:val="00A5692A"/>
    <w:rsid w:val="00A56C5B"/>
    <w:rsid w:val="00A575DF"/>
    <w:rsid w:val="00A578A6"/>
    <w:rsid w:val="00A6010B"/>
    <w:rsid w:val="00A6012C"/>
    <w:rsid w:val="00A602BF"/>
    <w:rsid w:val="00A602F5"/>
    <w:rsid w:val="00A6052E"/>
    <w:rsid w:val="00A6056E"/>
    <w:rsid w:val="00A606A2"/>
    <w:rsid w:val="00A6075C"/>
    <w:rsid w:val="00A60A53"/>
    <w:rsid w:val="00A60C6A"/>
    <w:rsid w:val="00A60CB5"/>
    <w:rsid w:val="00A60FBD"/>
    <w:rsid w:val="00A610AC"/>
    <w:rsid w:val="00A610F7"/>
    <w:rsid w:val="00A61226"/>
    <w:rsid w:val="00A614E3"/>
    <w:rsid w:val="00A625A5"/>
    <w:rsid w:val="00A629B3"/>
    <w:rsid w:val="00A629DB"/>
    <w:rsid w:val="00A62E60"/>
    <w:rsid w:val="00A62FF4"/>
    <w:rsid w:val="00A638CB"/>
    <w:rsid w:val="00A63B94"/>
    <w:rsid w:val="00A64239"/>
    <w:rsid w:val="00A643CE"/>
    <w:rsid w:val="00A65571"/>
    <w:rsid w:val="00A657FA"/>
    <w:rsid w:val="00A662AC"/>
    <w:rsid w:val="00A665E8"/>
    <w:rsid w:val="00A66F8F"/>
    <w:rsid w:val="00A67106"/>
    <w:rsid w:val="00A67207"/>
    <w:rsid w:val="00A675BE"/>
    <w:rsid w:val="00A679C5"/>
    <w:rsid w:val="00A679F1"/>
    <w:rsid w:val="00A67A25"/>
    <w:rsid w:val="00A67B22"/>
    <w:rsid w:val="00A67C15"/>
    <w:rsid w:val="00A7044D"/>
    <w:rsid w:val="00A706E4"/>
    <w:rsid w:val="00A70FFC"/>
    <w:rsid w:val="00A71105"/>
    <w:rsid w:val="00A71302"/>
    <w:rsid w:val="00A71963"/>
    <w:rsid w:val="00A71CC1"/>
    <w:rsid w:val="00A72060"/>
    <w:rsid w:val="00A72090"/>
    <w:rsid w:val="00A72BBD"/>
    <w:rsid w:val="00A72D78"/>
    <w:rsid w:val="00A7316C"/>
    <w:rsid w:val="00A73681"/>
    <w:rsid w:val="00A7392B"/>
    <w:rsid w:val="00A74526"/>
    <w:rsid w:val="00A74638"/>
    <w:rsid w:val="00A746EB"/>
    <w:rsid w:val="00A74F2B"/>
    <w:rsid w:val="00A752BD"/>
    <w:rsid w:val="00A7544B"/>
    <w:rsid w:val="00A755DD"/>
    <w:rsid w:val="00A75A87"/>
    <w:rsid w:val="00A75CBB"/>
    <w:rsid w:val="00A75D99"/>
    <w:rsid w:val="00A76B94"/>
    <w:rsid w:val="00A76D63"/>
    <w:rsid w:val="00A76EFB"/>
    <w:rsid w:val="00A76F87"/>
    <w:rsid w:val="00A77234"/>
    <w:rsid w:val="00A77856"/>
    <w:rsid w:val="00A77BD6"/>
    <w:rsid w:val="00A803E8"/>
    <w:rsid w:val="00A80C4D"/>
    <w:rsid w:val="00A81486"/>
    <w:rsid w:val="00A8182F"/>
    <w:rsid w:val="00A81A78"/>
    <w:rsid w:val="00A81AC6"/>
    <w:rsid w:val="00A81E28"/>
    <w:rsid w:val="00A81FCD"/>
    <w:rsid w:val="00A82565"/>
    <w:rsid w:val="00A82D8D"/>
    <w:rsid w:val="00A82F23"/>
    <w:rsid w:val="00A842F2"/>
    <w:rsid w:val="00A84BC8"/>
    <w:rsid w:val="00A854EC"/>
    <w:rsid w:val="00A85659"/>
    <w:rsid w:val="00A85E08"/>
    <w:rsid w:val="00A860DA"/>
    <w:rsid w:val="00A874F3"/>
    <w:rsid w:val="00A87F3D"/>
    <w:rsid w:val="00A9007B"/>
    <w:rsid w:val="00A9011B"/>
    <w:rsid w:val="00A90382"/>
    <w:rsid w:val="00A90464"/>
    <w:rsid w:val="00A9096C"/>
    <w:rsid w:val="00A90A92"/>
    <w:rsid w:val="00A91253"/>
    <w:rsid w:val="00A9167E"/>
    <w:rsid w:val="00A91AA9"/>
    <w:rsid w:val="00A91D46"/>
    <w:rsid w:val="00A91EC3"/>
    <w:rsid w:val="00A921B6"/>
    <w:rsid w:val="00A92768"/>
    <w:rsid w:val="00A92A9F"/>
    <w:rsid w:val="00A92BCE"/>
    <w:rsid w:val="00A92C52"/>
    <w:rsid w:val="00A92ECF"/>
    <w:rsid w:val="00A93B40"/>
    <w:rsid w:val="00A93BEC"/>
    <w:rsid w:val="00A93E22"/>
    <w:rsid w:val="00A94581"/>
    <w:rsid w:val="00A9458A"/>
    <w:rsid w:val="00A945E2"/>
    <w:rsid w:val="00A94CFE"/>
    <w:rsid w:val="00A9530C"/>
    <w:rsid w:val="00A95445"/>
    <w:rsid w:val="00A95A5D"/>
    <w:rsid w:val="00A95C19"/>
    <w:rsid w:val="00A9632D"/>
    <w:rsid w:val="00A9678B"/>
    <w:rsid w:val="00A968E5"/>
    <w:rsid w:val="00A96D24"/>
    <w:rsid w:val="00A97059"/>
    <w:rsid w:val="00A973FA"/>
    <w:rsid w:val="00A97852"/>
    <w:rsid w:val="00A978A2"/>
    <w:rsid w:val="00AA02DF"/>
    <w:rsid w:val="00AA0A82"/>
    <w:rsid w:val="00AA0BFB"/>
    <w:rsid w:val="00AA0EF8"/>
    <w:rsid w:val="00AA1086"/>
    <w:rsid w:val="00AA14A5"/>
    <w:rsid w:val="00AA17C3"/>
    <w:rsid w:val="00AA19A3"/>
    <w:rsid w:val="00AA1C3C"/>
    <w:rsid w:val="00AA1CD4"/>
    <w:rsid w:val="00AA229C"/>
    <w:rsid w:val="00AA2379"/>
    <w:rsid w:val="00AA23AC"/>
    <w:rsid w:val="00AA2736"/>
    <w:rsid w:val="00AA2B92"/>
    <w:rsid w:val="00AA2D8A"/>
    <w:rsid w:val="00AA30CA"/>
    <w:rsid w:val="00AA3242"/>
    <w:rsid w:val="00AA3397"/>
    <w:rsid w:val="00AA339D"/>
    <w:rsid w:val="00AA351C"/>
    <w:rsid w:val="00AA370F"/>
    <w:rsid w:val="00AA39B3"/>
    <w:rsid w:val="00AA3AEA"/>
    <w:rsid w:val="00AA44D5"/>
    <w:rsid w:val="00AA44DD"/>
    <w:rsid w:val="00AA4692"/>
    <w:rsid w:val="00AA483F"/>
    <w:rsid w:val="00AA4A2F"/>
    <w:rsid w:val="00AA5128"/>
    <w:rsid w:val="00AA539B"/>
    <w:rsid w:val="00AA5839"/>
    <w:rsid w:val="00AA62C6"/>
    <w:rsid w:val="00AA6E14"/>
    <w:rsid w:val="00AA7059"/>
    <w:rsid w:val="00AA72BF"/>
    <w:rsid w:val="00AA7CDB"/>
    <w:rsid w:val="00AA7E47"/>
    <w:rsid w:val="00AB0118"/>
    <w:rsid w:val="00AB0858"/>
    <w:rsid w:val="00AB0F42"/>
    <w:rsid w:val="00AB0F46"/>
    <w:rsid w:val="00AB111D"/>
    <w:rsid w:val="00AB13D3"/>
    <w:rsid w:val="00AB1464"/>
    <w:rsid w:val="00AB15C6"/>
    <w:rsid w:val="00AB1872"/>
    <w:rsid w:val="00AB1874"/>
    <w:rsid w:val="00AB1CE3"/>
    <w:rsid w:val="00AB23B8"/>
    <w:rsid w:val="00AB2B5B"/>
    <w:rsid w:val="00AB2D27"/>
    <w:rsid w:val="00AB32B1"/>
    <w:rsid w:val="00AB33BB"/>
    <w:rsid w:val="00AB37C1"/>
    <w:rsid w:val="00AB393F"/>
    <w:rsid w:val="00AB4569"/>
    <w:rsid w:val="00AB494A"/>
    <w:rsid w:val="00AB4C52"/>
    <w:rsid w:val="00AB4C7F"/>
    <w:rsid w:val="00AB52A3"/>
    <w:rsid w:val="00AB58D6"/>
    <w:rsid w:val="00AB5A38"/>
    <w:rsid w:val="00AB644A"/>
    <w:rsid w:val="00AB6762"/>
    <w:rsid w:val="00AB6C77"/>
    <w:rsid w:val="00AB6D5B"/>
    <w:rsid w:val="00AB6FF1"/>
    <w:rsid w:val="00AB7145"/>
    <w:rsid w:val="00AB7883"/>
    <w:rsid w:val="00AC0795"/>
    <w:rsid w:val="00AC081C"/>
    <w:rsid w:val="00AC088D"/>
    <w:rsid w:val="00AC09D8"/>
    <w:rsid w:val="00AC0C2B"/>
    <w:rsid w:val="00AC0D65"/>
    <w:rsid w:val="00AC1334"/>
    <w:rsid w:val="00AC134F"/>
    <w:rsid w:val="00AC1505"/>
    <w:rsid w:val="00AC1554"/>
    <w:rsid w:val="00AC17D7"/>
    <w:rsid w:val="00AC18C5"/>
    <w:rsid w:val="00AC1A84"/>
    <w:rsid w:val="00AC2C84"/>
    <w:rsid w:val="00AC304F"/>
    <w:rsid w:val="00AC3A89"/>
    <w:rsid w:val="00AC3C6C"/>
    <w:rsid w:val="00AC3DDC"/>
    <w:rsid w:val="00AC41D1"/>
    <w:rsid w:val="00AC4409"/>
    <w:rsid w:val="00AC46D2"/>
    <w:rsid w:val="00AC4BEE"/>
    <w:rsid w:val="00AC52B5"/>
    <w:rsid w:val="00AC58C8"/>
    <w:rsid w:val="00AC58F2"/>
    <w:rsid w:val="00AC5B61"/>
    <w:rsid w:val="00AC5CCE"/>
    <w:rsid w:val="00AC5D85"/>
    <w:rsid w:val="00AC5EF6"/>
    <w:rsid w:val="00AC6160"/>
    <w:rsid w:val="00AC627D"/>
    <w:rsid w:val="00AC6D6E"/>
    <w:rsid w:val="00AC7908"/>
    <w:rsid w:val="00AD13D3"/>
    <w:rsid w:val="00AD18A8"/>
    <w:rsid w:val="00AD1E6D"/>
    <w:rsid w:val="00AD2356"/>
    <w:rsid w:val="00AD2864"/>
    <w:rsid w:val="00AD292B"/>
    <w:rsid w:val="00AD2A8C"/>
    <w:rsid w:val="00AD30AF"/>
    <w:rsid w:val="00AD313C"/>
    <w:rsid w:val="00AD3179"/>
    <w:rsid w:val="00AD320B"/>
    <w:rsid w:val="00AD37A3"/>
    <w:rsid w:val="00AD37C9"/>
    <w:rsid w:val="00AD3A22"/>
    <w:rsid w:val="00AD3E1E"/>
    <w:rsid w:val="00AD3EE5"/>
    <w:rsid w:val="00AD411F"/>
    <w:rsid w:val="00AD41DC"/>
    <w:rsid w:val="00AD4245"/>
    <w:rsid w:val="00AD448E"/>
    <w:rsid w:val="00AD4A84"/>
    <w:rsid w:val="00AD4FA9"/>
    <w:rsid w:val="00AD50B6"/>
    <w:rsid w:val="00AD53DE"/>
    <w:rsid w:val="00AD541E"/>
    <w:rsid w:val="00AD54CD"/>
    <w:rsid w:val="00AD54FA"/>
    <w:rsid w:val="00AD5ADB"/>
    <w:rsid w:val="00AD5C95"/>
    <w:rsid w:val="00AD61A3"/>
    <w:rsid w:val="00AD63F8"/>
    <w:rsid w:val="00AD6769"/>
    <w:rsid w:val="00AD689D"/>
    <w:rsid w:val="00AD6D5D"/>
    <w:rsid w:val="00AD6E46"/>
    <w:rsid w:val="00AD7C51"/>
    <w:rsid w:val="00AD7C9E"/>
    <w:rsid w:val="00AE025D"/>
    <w:rsid w:val="00AE0757"/>
    <w:rsid w:val="00AE0B8F"/>
    <w:rsid w:val="00AE0CED"/>
    <w:rsid w:val="00AE0E98"/>
    <w:rsid w:val="00AE0F2A"/>
    <w:rsid w:val="00AE1008"/>
    <w:rsid w:val="00AE10E5"/>
    <w:rsid w:val="00AE15C2"/>
    <w:rsid w:val="00AE1BBF"/>
    <w:rsid w:val="00AE24D3"/>
    <w:rsid w:val="00AE2A81"/>
    <w:rsid w:val="00AE2BAE"/>
    <w:rsid w:val="00AE2FB9"/>
    <w:rsid w:val="00AE33E2"/>
    <w:rsid w:val="00AE357C"/>
    <w:rsid w:val="00AE36A0"/>
    <w:rsid w:val="00AE4B9C"/>
    <w:rsid w:val="00AE4BC1"/>
    <w:rsid w:val="00AE530C"/>
    <w:rsid w:val="00AE5728"/>
    <w:rsid w:val="00AE58EA"/>
    <w:rsid w:val="00AE5B57"/>
    <w:rsid w:val="00AE5FA6"/>
    <w:rsid w:val="00AE6114"/>
    <w:rsid w:val="00AE6C05"/>
    <w:rsid w:val="00AE73F8"/>
    <w:rsid w:val="00AE7429"/>
    <w:rsid w:val="00AE7A3E"/>
    <w:rsid w:val="00AF016F"/>
    <w:rsid w:val="00AF03EB"/>
    <w:rsid w:val="00AF0549"/>
    <w:rsid w:val="00AF079C"/>
    <w:rsid w:val="00AF092C"/>
    <w:rsid w:val="00AF098B"/>
    <w:rsid w:val="00AF0C2D"/>
    <w:rsid w:val="00AF19B7"/>
    <w:rsid w:val="00AF1A66"/>
    <w:rsid w:val="00AF1F4F"/>
    <w:rsid w:val="00AF1FE2"/>
    <w:rsid w:val="00AF2BCB"/>
    <w:rsid w:val="00AF2E9A"/>
    <w:rsid w:val="00AF361D"/>
    <w:rsid w:val="00AF38A3"/>
    <w:rsid w:val="00AF3FF5"/>
    <w:rsid w:val="00AF40F0"/>
    <w:rsid w:val="00AF4189"/>
    <w:rsid w:val="00AF418B"/>
    <w:rsid w:val="00AF4353"/>
    <w:rsid w:val="00AF44AE"/>
    <w:rsid w:val="00AF5013"/>
    <w:rsid w:val="00AF5168"/>
    <w:rsid w:val="00AF53C7"/>
    <w:rsid w:val="00AF5843"/>
    <w:rsid w:val="00AF5940"/>
    <w:rsid w:val="00AF60E4"/>
    <w:rsid w:val="00AF6121"/>
    <w:rsid w:val="00AF6543"/>
    <w:rsid w:val="00AF699F"/>
    <w:rsid w:val="00AF759E"/>
    <w:rsid w:val="00AF75EC"/>
    <w:rsid w:val="00AF7681"/>
    <w:rsid w:val="00AF7890"/>
    <w:rsid w:val="00AF7A64"/>
    <w:rsid w:val="00AF7F89"/>
    <w:rsid w:val="00B000ED"/>
    <w:rsid w:val="00B00279"/>
    <w:rsid w:val="00B0030A"/>
    <w:rsid w:val="00B00547"/>
    <w:rsid w:val="00B006E2"/>
    <w:rsid w:val="00B00BA7"/>
    <w:rsid w:val="00B01A4E"/>
    <w:rsid w:val="00B01D5F"/>
    <w:rsid w:val="00B01EB5"/>
    <w:rsid w:val="00B02208"/>
    <w:rsid w:val="00B0224A"/>
    <w:rsid w:val="00B0264C"/>
    <w:rsid w:val="00B02836"/>
    <w:rsid w:val="00B02A5E"/>
    <w:rsid w:val="00B02ACC"/>
    <w:rsid w:val="00B0385B"/>
    <w:rsid w:val="00B03944"/>
    <w:rsid w:val="00B03BFB"/>
    <w:rsid w:val="00B04334"/>
    <w:rsid w:val="00B04467"/>
    <w:rsid w:val="00B04952"/>
    <w:rsid w:val="00B04C11"/>
    <w:rsid w:val="00B04D90"/>
    <w:rsid w:val="00B0503B"/>
    <w:rsid w:val="00B05323"/>
    <w:rsid w:val="00B0555C"/>
    <w:rsid w:val="00B05A8E"/>
    <w:rsid w:val="00B05EEC"/>
    <w:rsid w:val="00B06446"/>
    <w:rsid w:val="00B06713"/>
    <w:rsid w:val="00B06B85"/>
    <w:rsid w:val="00B10441"/>
    <w:rsid w:val="00B10BD8"/>
    <w:rsid w:val="00B11C8B"/>
    <w:rsid w:val="00B12081"/>
    <w:rsid w:val="00B120F2"/>
    <w:rsid w:val="00B124FB"/>
    <w:rsid w:val="00B12A59"/>
    <w:rsid w:val="00B12D8E"/>
    <w:rsid w:val="00B13366"/>
    <w:rsid w:val="00B14AD2"/>
    <w:rsid w:val="00B152FC"/>
    <w:rsid w:val="00B15460"/>
    <w:rsid w:val="00B1567A"/>
    <w:rsid w:val="00B156CF"/>
    <w:rsid w:val="00B1585B"/>
    <w:rsid w:val="00B15C09"/>
    <w:rsid w:val="00B16136"/>
    <w:rsid w:val="00B166AD"/>
    <w:rsid w:val="00B16CB4"/>
    <w:rsid w:val="00B16D18"/>
    <w:rsid w:val="00B1703F"/>
    <w:rsid w:val="00B1758F"/>
    <w:rsid w:val="00B175C5"/>
    <w:rsid w:val="00B1774B"/>
    <w:rsid w:val="00B17A4B"/>
    <w:rsid w:val="00B17F06"/>
    <w:rsid w:val="00B20116"/>
    <w:rsid w:val="00B2034D"/>
    <w:rsid w:val="00B20358"/>
    <w:rsid w:val="00B20660"/>
    <w:rsid w:val="00B206C1"/>
    <w:rsid w:val="00B20767"/>
    <w:rsid w:val="00B2093A"/>
    <w:rsid w:val="00B21333"/>
    <w:rsid w:val="00B21A68"/>
    <w:rsid w:val="00B21CE0"/>
    <w:rsid w:val="00B2237D"/>
    <w:rsid w:val="00B2264D"/>
    <w:rsid w:val="00B22BE9"/>
    <w:rsid w:val="00B22CE2"/>
    <w:rsid w:val="00B230FE"/>
    <w:rsid w:val="00B232A3"/>
    <w:rsid w:val="00B24187"/>
    <w:rsid w:val="00B243F0"/>
    <w:rsid w:val="00B2443F"/>
    <w:rsid w:val="00B24506"/>
    <w:rsid w:val="00B246DC"/>
    <w:rsid w:val="00B2478B"/>
    <w:rsid w:val="00B247A3"/>
    <w:rsid w:val="00B248EF"/>
    <w:rsid w:val="00B24A55"/>
    <w:rsid w:val="00B24B8D"/>
    <w:rsid w:val="00B24BED"/>
    <w:rsid w:val="00B250C9"/>
    <w:rsid w:val="00B25981"/>
    <w:rsid w:val="00B25B58"/>
    <w:rsid w:val="00B25EA5"/>
    <w:rsid w:val="00B260ED"/>
    <w:rsid w:val="00B26886"/>
    <w:rsid w:val="00B26887"/>
    <w:rsid w:val="00B26DC6"/>
    <w:rsid w:val="00B26DD6"/>
    <w:rsid w:val="00B26EC6"/>
    <w:rsid w:val="00B26FDF"/>
    <w:rsid w:val="00B27BF0"/>
    <w:rsid w:val="00B27D43"/>
    <w:rsid w:val="00B30131"/>
    <w:rsid w:val="00B303C1"/>
    <w:rsid w:val="00B3045E"/>
    <w:rsid w:val="00B30841"/>
    <w:rsid w:val="00B30A25"/>
    <w:rsid w:val="00B30B01"/>
    <w:rsid w:val="00B31125"/>
    <w:rsid w:val="00B31C51"/>
    <w:rsid w:val="00B3230B"/>
    <w:rsid w:val="00B3245E"/>
    <w:rsid w:val="00B32CFB"/>
    <w:rsid w:val="00B33027"/>
    <w:rsid w:val="00B3405C"/>
    <w:rsid w:val="00B340C2"/>
    <w:rsid w:val="00B341F1"/>
    <w:rsid w:val="00B3425C"/>
    <w:rsid w:val="00B34CD4"/>
    <w:rsid w:val="00B34F86"/>
    <w:rsid w:val="00B3536C"/>
    <w:rsid w:val="00B3542E"/>
    <w:rsid w:val="00B358AF"/>
    <w:rsid w:val="00B35B56"/>
    <w:rsid w:val="00B35DFE"/>
    <w:rsid w:val="00B35EAB"/>
    <w:rsid w:val="00B35F24"/>
    <w:rsid w:val="00B36008"/>
    <w:rsid w:val="00B36122"/>
    <w:rsid w:val="00B3621F"/>
    <w:rsid w:val="00B365BE"/>
    <w:rsid w:val="00B36709"/>
    <w:rsid w:val="00B36DE0"/>
    <w:rsid w:val="00B37141"/>
    <w:rsid w:val="00B371C5"/>
    <w:rsid w:val="00B37DF2"/>
    <w:rsid w:val="00B4005A"/>
    <w:rsid w:val="00B4021B"/>
    <w:rsid w:val="00B40575"/>
    <w:rsid w:val="00B410FD"/>
    <w:rsid w:val="00B41C35"/>
    <w:rsid w:val="00B41F18"/>
    <w:rsid w:val="00B425DF"/>
    <w:rsid w:val="00B42A09"/>
    <w:rsid w:val="00B42B2F"/>
    <w:rsid w:val="00B433ED"/>
    <w:rsid w:val="00B43804"/>
    <w:rsid w:val="00B4384B"/>
    <w:rsid w:val="00B4449E"/>
    <w:rsid w:val="00B44948"/>
    <w:rsid w:val="00B44C1B"/>
    <w:rsid w:val="00B44E5B"/>
    <w:rsid w:val="00B451B6"/>
    <w:rsid w:val="00B461F0"/>
    <w:rsid w:val="00B4680F"/>
    <w:rsid w:val="00B46A9D"/>
    <w:rsid w:val="00B46E9A"/>
    <w:rsid w:val="00B46F7B"/>
    <w:rsid w:val="00B47016"/>
    <w:rsid w:val="00B47237"/>
    <w:rsid w:val="00B47675"/>
    <w:rsid w:val="00B477F2"/>
    <w:rsid w:val="00B4785E"/>
    <w:rsid w:val="00B50A55"/>
    <w:rsid w:val="00B5103E"/>
    <w:rsid w:val="00B51173"/>
    <w:rsid w:val="00B51395"/>
    <w:rsid w:val="00B51508"/>
    <w:rsid w:val="00B51CE5"/>
    <w:rsid w:val="00B51D9C"/>
    <w:rsid w:val="00B5218C"/>
    <w:rsid w:val="00B522F9"/>
    <w:rsid w:val="00B52A8B"/>
    <w:rsid w:val="00B532D8"/>
    <w:rsid w:val="00B53647"/>
    <w:rsid w:val="00B53849"/>
    <w:rsid w:val="00B53AFA"/>
    <w:rsid w:val="00B5471D"/>
    <w:rsid w:val="00B54BA0"/>
    <w:rsid w:val="00B54F32"/>
    <w:rsid w:val="00B552FA"/>
    <w:rsid w:val="00B55566"/>
    <w:rsid w:val="00B563F8"/>
    <w:rsid w:val="00B56A51"/>
    <w:rsid w:val="00B56B31"/>
    <w:rsid w:val="00B5703F"/>
    <w:rsid w:val="00B5763F"/>
    <w:rsid w:val="00B57759"/>
    <w:rsid w:val="00B577A5"/>
    <w:rsid w:val="00B57900"/>
    <w:rsid w:val="00B6006D"/>
    <w:rsid w:val="00B60380"/>
    <w:rsid w:val="00B605C8"/>
    <w:rsid w:val="00B60B4F"/>
    <w:rsid w:val="00B60BDB"/>
    <w:rsid w:val="00B60CDB"/>
    <w:rsid w:val="00B60DD9"/>
    <w:rsid w:val="00B612DD"/>
    <w:rsid w:val="00B61608"/>
    <w:rsid w:val="00B6179E"/>
    <w:rsid w:val="00B6197A"/>
    <w:rsid w:val="00B61DE8"/>
    <w:rsid w:val="00B62440"/>
    <w:rsid w:val="00B62A1C"/>
    <w:rsid w:val="00B63658"/>
    <w:rsid w:val="00B63A42"/>
    <w:rsid w:val="00B63B2A"/>
    <w:rsid w:val="00B64578"/>
    <w:rsid w:val="00B649F9"/>
    <w:rsid w:val="00B64D27"/>
    <w:rsid w:val="00B651DA"/>
    <w:rsid w:val="00B653C9"/>
    <w:rsid w:val="00B6553B"/>
    <w:rsid w:val="00B659CD"/>
    <w:rsid w:val="00B65BBD"/>
    <w:rsid w:val="00B65CFC"/>
    <w:rsid w:val="00B665C3"/>
    <w:rsid w:val="00B66980"/>
    <w:rsid w:val="00B6698F"/>
    <w:rsid w:val="00B66D09"/>
    <w:rsid w:val="00B67C15"/>
    <w:rsid w:val="00B67F5E"/>
    <w:rsid w:val="00B700CA"/>
    <w:rsid w:val="00B70185"/>
    <w:rsid w:val="00B70879"/>
    <w:rsid w:val="00B70D04"/>
    <w:rsid w:val="00B70DEC"/>
    <w:rsid w:val="00B70EFB"/>
    <w:rsid w:val="00B71100"/>
    <w:rsid w:val="00B716A6"/>
    <w:rsid w:val="00B71DB3"/>
    <w:rsid w:val="00B72124"/>
    <w:rsid w:val="00B72A31"/>
    <w:rsid w:val="00B72E64"/>
    <w:rsid w:val="00B7343C"/>
    <w:rsid w:val="00B73A48"/>
    <w:rsid w:val="00B745A4"/>
    <w:rsid w:val="00B74630"/>
    <w:rsid w:val="00B74815"/>
    <w:rsid w:val="00B748C3"/>
    <w:rsid w:val="00B748FA"/>
    <w:rsid w:val="00B76527"/>
    <w:rsid w:val="00B7652D"/>
    <w:rsid w:val="00B76D60"/>
    <w:rsid w:val="00B77109"/>
    <w:rsid w:val="00B77184"/>
    <w:rsid w:val="00B774FA"/>
    <w:rsid w:val="00B77524"/>
    <w:rsid w:val="00B779EE"/>
    <w:rsid w:val="00B77C1C"/>
    <w:rsid w:val="00B803A4"/>
    <w:rsid w:val="00B80431"/>
    <w:rsid w:val="00B807CF"/>
    <w:rsid w:val="00B80981"/>
    <w:rsid w:val="00B81C98"/>
    <w:rsid w:val="00B81E8D"/>
    <w:rsid w:val="00B82667"/>
    <w:rsid w:val="00B8276F"/>
    <w:rsid w:val="00B82950"/>
    <w:rsid w:val="00B82C4D"/>
    <w:rsid w:val="00B82FB7"/>
    <w:rsid w:val="00B83792"/>
    <w:rsid w:val="00B83B40"/>
    <w:rsid w:val="00B83C4E"/>
    <w:rsid w:val="00B83C51"/>
    <w:rsid w:val="00B83CD1"/>
    <w:rsid w:val="00B842D3"/>
    <w:rsid w:val="00B84735"/>
    <w:rsid w:val="00B84A59"/>
    <w:rsid w:val="00B85811"/>
    <w:rsid w:val="00B858CA"/>
    <w:rsid w:val="00B85B2A"/>
    <w:rsid w:val="00B85F1A"/>
    <w:rsid w:val="00B86040"/>
    <w:rsid w:val="00B86094"/>
    <w:rsid w:val="00B8609D"/>
    <w:rsid w:val="00B86133"/>
    <w:rsid w:val="00B86166"/>
    <w:rsid w:val="00B86307"/>
    <w:rsid w:val="00B86666"/>
    <w:rsid w:val="00B870B1"/>
    <w:rsid w:val="00B874E7"/>
    <w:rsid w:val="00B8763B"/>
    <w:rsid w:val="00B87C6C"/>
    <w:rsid w:val="00B9095F"/>
    <w:rsid w:val="00B90998"/>
    <w:rsid w:val="00B909E1"/>
    <w:rsid w:val="00B90E73"/>
    <w:rsid w:val="00B9115A"/>
    <w:rsid w:val="00B91223"/>
    <w:rsid w:val="00B91DE6"/>
    <w:rsid w:val="00B91E2C"/>
    <w:rsid w:val="00B92063"/>
    <w:rsid w:val="00B923D4"/>
    <w:rsid w:val="00B926AB"/>
    <w:rsid w:val="00B936FE"/>
    <w:rsid w:val="00B938A3"/>
    <w:rsid w:val="00B93939"/>
    <w:rsid w:val="00B93EDF"/>
    <w:rsid w:val="00B94166"/>
    <w:rsid w:val="00B941D4"/>
    <w:rsid w:val="00B9437D"/>
    <w:rsid w:val="00B943E2"/>
    <w:rsid w:val="00B9459D"/>
    <w:rsid w:val="00B94A5B"/>
    <w:rsid w:val="00B9501E"/>
    <w:rsid w:val="00B955E5"/>
    <w:rsid w:val="00B95A7F"/>
    <w:rsid w:val="00B96962"/>
    <w:rsid w:val="00B96EDF"/>
    <w:rsid w:val="00B972D6"/>
    <w:rsid w:val="00B974EF"/>
    <w:rsid w:val="00B975F8"/>
    <w:rsid w:val="00B977F9"/>
    <w:rsid w:val="00BA0080"/>
    <w:rsid w:val="00BA0449"/>
    <w:rsid w:val="00BA06FC"/>
    <w:rsid w:val="00BA14A9"/>
    <w:rsid w:val="00BA1969"/>
    <w:rsid w:val="00BA2377"/>
    <w:rsid w:val="00BA280D"/>
    <w:rsid w:val="00BA284B"/>
    <w:rsid w:val="00BA28C2"/>
    <w:rsid w:val="00BA306F"/>
    <w:rsid w:val="00BA32F8"/>
    <w:rsid w:val="00BA3C02"/>
    <w:rsid w:val="00BA4050"/>
    <w:rsid w:val="00BA43A8"/>
    <w:rsid w:val="00BA4473"/>
    <w:rsid w:val="00BA4A31"/>
    <w:rsid w:val="00BA4B39"/>
    <w:rsid w:val="00BA4BD2"/>
    <w:rsid w:val="00BA4E05"/>
    <w:rsid w:val="00BA50AF"/>
    <w:rsid w:val="00BA6053"/>
    <w:rsid w:val="00BA6255"/>
    <w:rsid w:val="00BA6414"/>
    <w:rsid w:val="00BA669D"/>
    <w:rsid w:val="00BA6B09"/>
    <w:rsid w:val="00BA6E10"/>
    <w:rsid w:val="00BA7839"/>
    <w:rsid w:val="00BB0093"/>
    <w:rsid w:val="00BB0ED7"/>
    <w:rsid w:val="00BB10EF"/>
    <w:rsid w:val="00BB15D2"/>
    <w:rsid w:val="00BB1A04"/>
    <w:rsid w:val="00BB1B39"/>
    <w:rsid w:val="00BB1C3D"/>
    <w:rsid w:val="00BB1DC7"/>
    <w:rsid w:val="00BB2AB4"/>
    <w:rsid w:val="00BB33D2"/>
    <w:rsid w:val="00BB36AD"/>
    <w:rsid w:val="00BB3A23"/>
    <w:rsid w:val="00BB46D5"/>
    <w:rsid w:val="00BB535E"/>
    <w:rsid w:val="00BB623A"/>
    <w:rsid w:val="00BB63F1"/>
    <w:rsid w:val="00BB73BD"/>
    <w:rsid w:val="00BB7702"/>
    <w:rsid w:val="00BB7DC9"/>
    <w:rsid w:val="00BC0163"/>
    <w:rsid w:val="00BC029F"/>
    <w:rsid w:val="00BC0A26"/>
    <w:rsid w:val="00BC0AA3"/>
    <w:rsid w:val="00BC0D1A"/>
    <w:rsid w:val="00BC10FA"/>
    <w:rsid w:val="00BC207B"/>
    <w:rsid w:val="00BC20B0"/>
    <w:rsid w:val="00BC2DEF"/>
    <w:rsid w:val="00BC30AD"/>
    <w:rsid w:val="00BC36CB"/>
    <w:rsid w:val="00BC3982"/>
    <w:rsid w:val="00BC3F5B"/>
    <w:rsid w:val="00BC40AE"/>
    <w:rsid w:val="00BC4719"/>
    <w:rsid w:val="00BC4B03"/>
    <w:rsid w:val="00BC4CCE"/>
    <w:rsid w:val="00BC4E51"/>
    <w:rsid w:val="00BC55BE"/>
    <w:rsid w:val="00BC5D70"/>
    <w:rsid w:val="00BC63BF"/>
    <w:rsid w:val="00BC6A9F"/>
    <w:rsid w:val="00BC7137"/>
    <w:rsid w:val="00BC779E"/>
    <w:rsid w:val="00BC79DF"/>
    <w:rsid w:val="00BC7B6D"/>
    <w:rsid w:val="00BC7D16"/>
    <w:rsid w:val="00BC7E1D"/>
    <w:rsid w:val="00BC7EF4"/>
    <w:rsid w:val="00BD0C95"/>
    <w:rsid w:val="00BD1957"/>
    <w:rsid w:val="00BD1CAC"/>
    <w:rsid w:val="00BD1F91"/>
    <w:rsid w:val="00BD21F2"/>
    <w:rsid w:val="00BD223C"/>
    <w:rsid w:val="00BD28C0"/>
    <w:rsid w:val="00BD2DF9"/>
    <w:rsid w:val="00BD2F77"/>
    <w:rsid w:val="00BD30E0"/>
    <w:rsid w:val="00BD38CB"/>
    <w:rsid w:val="00BD3A97"/>
    <w:rsid w:val="00BD41A2"/>
    <w:rsid w:val="00BD4609"/>
    <w:rsid w:val="00BD4659"/>
    <w:rsid w:val="00BD4887"/>
    <w:rsid w:val="00BD4A45"/>
    <w:rsid w:val="00BD518C"/>
    <w:rsid w:val="00BD53A0"/>
    <w:rsid w:val="00BD5522"/>
    <w:rsid w:val="00BD5A63"/>
    <w:rsid w:val="00BD5AC8"/>
    <w:rsid w:val="00BD5AD9"/>
    <w:rsid w:val="00BD5B0B"/>
    <w:rsid w:val="00BD5B3C"/>
    <w:rsid w:val="00BD65D3"/>
    <w:rsid w:val="00BD68C2"/>
    <w:rsid w:val="00BD6BA0"/>
    <w:rsid w:val="00BD6BB6"/>
    <w:rsid w:val="00BD7AA4"/>
    <w:rsid w:val="00BD7B93"/>
    <w:rsid w:val="00BD7BFD"/>
    <w:rsid w:val="00BD7C60"/>
    <w:rsid w:val="00BD7CDE"/>
    <w:rsid w:val="00BD7D0A"/>
    <w:rsid w:val="00BE02A8"/>
    <w:rsid w:val="00BE0A61"/>
    <w:rsid w:val="00BE0D46"/>
    <w:rsid w:val="00BE0F35"/>
    <w:rsid w:val="00BE139B"/>
    <w:rsid w:val="00BE13EE"/>
    <w:rsid w:val="00BE16B9"/>
    <w:rsid w:val="00BE1809"/>
    <w:rsid w:val="00BE1993"/>
    <w:rsid w:val="00BE1C3D"/>
    <w:rsid w:val="00BE22A2"/>
    <w:rsid w:val="00BE22F8"/>
    <w:rsid w:val="00BE23DD"/>
    <w:rsid w:val="00BE2484"/>
    <w:rsid w:val="00BE2F3E"/>
    <w:rsid w:val="00BE33F7"/>
    <w:rsid w:val="00BE3DC6"/>
    <w:rsid w:val="00BE414E"/>
    <w:rsid w:val="00BE592D"/>
    <w:rsid w:val="00BE5D7D"/>
    <w:rsid w:val="00BE5E58"/>
    <w:rsid w:val="00BE6208"/>
    <w:rsid w:val="00BE62CC"/>
    <w:rsid w:val="00BE662C"/>
    <w:rsid w:val="00BE68DA"/>
    <w:rsid w:val="00BE6E43"/>
    <w:rsid w:val="00BE6FE8"/>
    <w:rsid w:val="00BE736E"/>
    <w:rsid w:val="00BE7545"/>
    <w:rsid w:val="00BE7669"/>
    <w:rsid w:val="00BE7C3B"/>
    <w:rsid w:val="00BE7E21"/>
    <w:rsid w:val="00BF0040"/>
    <w:rsid w:val="00BF0437"/>
    <w:rsid w:val="00BF0512"/>
    <w:rsid w:val="00BF1F58"/>
    <w:rsid w:val="00BF3365"/>
    <w:rsid w:val="00BF350F"/>
    <w:rsid w:val="00BF3574"/>
    <w:rsid w:val="00BF3812"/>
    <w:rsid w:val="00BF3CAB"/>
    <w:rsid w:val="00BF4AC0"/>
    <w:rsid w:val="00BF55EB"/>
    <w:rsid w:val="00BF593B"/>
    <w:rsid w:val="00BF5FDC"/>
    <w:rsid w:val="00BF6872"/>
    <w:rsid w:val="00BF6BFF"/>
    <w:rsid w:val="00BF6ECF"/>
    <w:rsid w:val="00BF7222"/>
    <w:rsid w:val="00BF72A2"/>
    <w:rsid w:val="00BF735B"/>
    <w:rsid w:val="00BF782C"/>
    <w:rsid w:val="00BF7AD7"/>
    <w:rsid w:val="00BF7D84"/>
    <w:rsid w:val="00C001DE"/>
    <w:rsid w:val="00C00637"/>
    <w:rsid w:val="00C00CF1"/>
    <w:rsid w:val="00C0142D"/>
    <w:rsid w:val="00C015F7"/>
    <w:rsid w:val="00C0182F"/>
    <w:rsid w:val="00C018EA"/>
    <w:rsid w:val="00C01A31"/>
    <w:rsid w:val="00C020F1"/>
    <w:rsid w:val="00C0228D"/>
    <w:rsid w:val="00C02343"/>
    <w:rsid w:val="00C02536"/>
    <w:rsid w:val="00C026C7"/>
    <w:rsid w:val="00C028E8"/>
    <w:rsid w:val="00C030B9"/>
    <w:rsid w:val="00C030FE"/>
    <w:rsid w:val="00C035B6"/>
    <w:rsid w:val="00C035C9"/>
    <w:rsid w:val="00C03D91"/>
    <w:rsid w:val="00C03EDE"/>
    <w:rsid w:val="00C0430B"/>
    <w:rsid w:val="00C04393"/>
    <w:rsid w:val="00C04A72"/>
    <w:rsid w:val="00C04D53"/>
    <w:rsid w:val="00C05365"/>
    <w:rsid w:val="00C05465"/>
    <w:rsid w:val="00C056AC"/>
    <w:rsid w:val="00C05736"/>
    <w:rsid w:val="00C05C50"/>
    <w:rsid w:val="00C05CDA"/>
    <w:rsid w:val="00C05F11"/>
    <w:rsid w:val="00C066C9"/>
    <w:rsid w:val="00C0677D"/>
    <w:rsid w:val="00C06844"/>
    <w:rsid w:val="00C06D49"/>
    <w:rsid w:val="00C06D70"/>
    <w:rsid w:val="00C06D9F"/>
    <w:rsid w:val="00C06FFE"/>
    <w:rsid w:val="00C07391"/>
    <w:rsid w:val="00C077BB"/>
    <w:rsid w:val="00C07F5A"/>
    <w:rsid w:val="00C10026"/>
    <w:rsid w:val="00C10306"/>
    <w:rsid w:val="00C1037B"/>
    <w:rsid w:val="00C104E9"/>
    <w:rsid w:val="00C107EC"/>
    <w:rsid w:val="00C10D41"/>
    <w:rsid w:val="00C110E5"/>
    <w:rsid w:val="00C111A5"/>
    <w:rsid w:val="00C11801"/>
    <w:rsid w:val="00C121C2"/>
    <w:rsid w:val="00C123E1"/>
    <w:rsid w:val="00C126E0"/>
    <w:rsid w:val="00C12833"/>
    <w:rsid w:val="00C12C35"/>
    <w:rsid w:val="00C12E93"/>
    <w:rsid w:val="00C13377"/>
    <w:rsid w:val="00C141CE"/>
    <w:rsid w:val="00C143CC"/>
    <w:rsid w:val="00C14650"/>
    <w:rsid w:val="00C147E7"/>
    <w:rsid w:val="00C14912"/>
    <w:rsid w:val="00C15166"/>
    <w:rsid w:val="00C15424"/>
    <w:rsid w:val="00C15520"/>
    <w:rsid w:val="00C1553B"/>
    <w:rsid w:val="00C15E04"/>
    <w:rsid w:val="00C16165"/>
    <w:rsid w:val="00C1619F"/>
    <w:rsid w:val="00C16A0A"/>
    <w:rsid w:val="00C16C26"/>
    <w:rsid w:val="00C17329"/>
    <w:rsid w:val="00C17396"/>
    <w:rsid w:val="00C1749A"/>
    <w:rsid w:val="00C178DA"/>
    <w:rsid w:val="00C17F44"/>
    <w:rsid w:val="00C2001B"/>
    <w:rsid w:val="00C200E9"/>
    <w:rsid w:val="00C20319"/>
    <w:rsid w:val="00C20FEF"/>
    <w:rsid w:val="00C213A4"/>
    <w:rsid w:val="00C21484"/>
    <w:rsid w:val="00C2159D"/>
    <w:rsid w:val="00C223D5"/>
    <w:rsid w:val="00C22405"/>
    <w:rsid w:val="00C2259E"/>
    <w:rsid w:val="00C228A9"/>
    <w:rsid w:val="00C22EBD"/>
    <w:rsid w:val="00C233A1"/>
    <w:rsid w:val="00C23AFA"/>
    <w:rsid w:val="00C243EC"/>
    <w:rsid w:val="00C24631"/>
    <w:rsid w:val="00C2499F"/>
    <w:rsid w:val="00C25922"/>
    <w:rsid w:val="00C2628C"/>
    <w:rsid w:val="00C262D4"/>
    <w:rsid w:val="00C2631F"/>
    <w:rsid w:val="00C2639D"/>
    <w:rsid w:val="00C268AE"/>
    <w:rsid w:val="00C268B6"/>
    <w:rsid w:val="00C2710B"/>
    <w:rsid w:val="00C272AD"/>
    <w:rsid w:val="00C27329"/>
    <w:rsid w:val="00C27393"/>
    <w:rsid w:val="00C2777C"/>
    <w:rsid w:val="00C27CD3"/>
    <w:rsid w:val="00C27D01"/>
    <w:rsid w:val="00C27FD9"/>
    <w:rsid w:val="00C30507"/>
    <w:rsid w:val="00C30655"/>
    <w:rsid w:val="00C3091B"/>
    <w:rsid w:val="00C30A60"/>
    <w:rsid w:val="00C30B11"/>
    <w:rsid w:val="00C30BA2"/>
    <w:rsid w:val="00C3124C"/>
    <w:rsid w:val="00C312BF"/>
    <w:rsid w:val="00C31D68"/>
    <w:rsid w:val="00C32400"/>
    <w:rsid w:val="00C328A0"/>
    <w:rsid w:val="00C32A6D"/>
    <w:rsid w:val="00C33261"/>
    <w:rsid w:val="00C3353D"/>
    <w:rsid w:val="00C33712"/>
    <w:rsid w:val="00C337B6"/>
    <w:rsid w:val="00C33ABB"/>
    <w:rsid w:val="00C33ABF"/>
    <w:rsid w:val="00C33DE9"/>
    <w:rsid w:val="00C33F13"/>
    <w:rsid w:val="00C33FCD"/>
    <w:rsid w:val="00C341C0"/>
    <w:rsid w:val="00C34292"/>
    <w:rsid w:val="00C34406"/>
    <w:rsid w:val="00C3484E"/>
    <w:rsid w:val="00C35326"/>
    <w:rsid w:val="00C35C51"/>
    <w:rsid w:val="00C36C3A"/>
    <w:rsid w:val="00C36CC3"/>
    <w:rsid w:val="00C36E62"/>
    <w:rsid w:val="00C36F7E"/>
    <w:rsid w:val="00C3719B"/>
    <w:rsid w:val="00C3757D"/>
    <w:rsid w:val="00C37D2F"/>
    <w:rsid w:val="00C409A1"/>
    <w:rsid w:val="00C40B0A"/>
    <w:rsid w:val="00C40BA9"/>
    <w:rsid w:val="00C417D7"/>
    <w:rsid w:val="00C418F3"/>
    <w:rsid w:val="00C41E15"/>
    <w:rsid w:val="00C421F0"/>
    <w:rsid w:val="00C42619"/>
    <w:rsid w:val="00C42A93"/>
    <w:rsid w:val="00C4326C"/>
    <w:rsid w:val="00C43784"/>
    <w:rsid w:val="00C43C51"/>
    <w:rsid w:val="00C43EEC"/>
    <w:rsid w:val="00C44A25"/>
    <w:rsid w:val="00C44A85"/>
    <w:rsid w:val="00C453D9"/>
    <w:rsid w:val="00C453F6"/>
    <w:rsid w:val="00C45DB5"/>
    <w:rsid w:val="00C45DF9"/>
    <w:rsid w:val="00C45F87"/>
    <w:rsid w:val="00C45FA4"/>
    <w:rsid w:val="00C463C2"/>
    <w:rsid w:val="00C468EC"/>
    <w:rsid w:val="00C469DB"/>
    <w:rsid w:val="00C46D95"/>
    <w:rsid w:val="00C46F22"/>
    <w:rsid w:val="00C4712C"/>
    <w:rsid w:val="00C4744F"/>
    <w:rsid w:val="00C47C56"/>
    <w:rsid w:val="00C47CA8"/>
    <w:rsid w:val="00C47DAB"/>
    <w:rsid w:val="00C51503"/>
    <w:rsid w:val="00C51575"/>
    <w:rsid w:val="00C51791"/>
    <w:rsid w:val="00C5184B"/>
    <w:rsid w:val="00C51854"/>
    <w:rsid w:val="00C51ABB"/>
    <w:rsid w:val="00C51C96"/>
    <w:rsid w:val="00C51F3E"/>
    <w:rsid w:val="00C524F6"/>
    <w:rsid w:val="00C525BF"/>
    <w:rsid w:val="00C525C4"/>
    <w:rsid w:val="00C528E1"/>
    <w:rsid w:val="00C53645"/>
    <w:rsid w:val="00C53A13"/>
    <w:rsid w:val="00C54058"/>
    <w:rsid w:val="00C54245"/>
    <w:rsid w:val="00C54DC7"/>
    <w:rsid w:val="00C54FA4"/>
    <w:rsid w:val="00C55233"/>
    <w:rsid w:val="00C557FC"/>
    <w:rsid w:val="00C55B28"/>
    <w:rsid w:val="00C56158"/>
    <w:rsid w:val="00C56B15"/>
    <w:rsid w:val="00C56B44"/>
    <w:rsid w:val="00C56F21"/>
    <w:rsid w:val="00C574D0"/>
    <w:rsid w:val="00C574EF"/>
    <w:rsid w:val="00C576EC"/>
    <w:rsid w:val="00C57BB7"/>
    <w:rsid w:val="00C57E53"/>
    <w:rsid w:val="00C607E4"/>
    <w:rsid w:val="00C60A6D"/>
    <w:rsid w:val="00C60B3A"/>
    <w:rsid w:val="00C60D38"/>
    <w:rsid w:val="00C6168F"/>
    <w:rsid w:val="00C620AE"/>
    <w:rsid w:val="00C6232E"/>
    <w:rsid w:val="00C62668"/>
    <w:rsid w:val="00C62762"/>
    <w:rsid w:val="00C631D3"/>
    <w:rsid w:val="00C63935"/>
    <w:rsid w:val="00C639DD"/>
    <w:rsid w:val="00C63C02"/>
    <w:rsid w:val="00C641DD"/>
    <w:rsid w:val="00C646AF"/>
    <w:rsid w:val="00C646B7"/>
    <w:rsid w:val="00C647FF"/>
    <w:rsid w:val="00C64943"/>
    <w:rsid w:val="00C64AF0"/>
    <w:rsid w:val="00C65104"/>
    <w:rsid w:val="00C6538D"/>
    <w:rsid w:val="00C65571"/>
    <w:rsid w:val="00C65862"/>
    <w:rsid w:val="00C668AB"/>
    <w:rsid w:val="00C66D6E"/>
    <w:rsid w:val="00C6710E"/>
    <w:rsid w:val="00C679D1"/>
    <w:rsid w:val="00C67D81"/>
    <w:rsid w:val="00C67D82"/>
    <w:rsid w:val="00C70AC5"/>
    <w:rsid w:val="00C70C3C"/>
    <w:rsid w:val="00C70EA0"/>
    <w:rsid w:val="00C71027"/>
    <w:rsid w:val="00C71117"/>
    <w:rsid w:val="00C72438"/>
    <w:rsid w:val="00C726DF"/>
    <w:rsid w:val="00C72C60"/>
    <w:rsid w:val="00C72FBC"/>
    <w:rsid w:val="00C73037"/>
    <w:rsid w:val="00C731C8"/>
    <w:rsid w:val="00C732FA"/>
    <w:rsid w:val="00C737B8"/>
    <w:rsid w:val="00C7387B"/>
    <w:rsid w:val="00C738B0"/>
    <w:rsid w:val="00C73F52"/>
    <w:rsid w:val="00C74034"/>
    <w:rsid w:val="00C74841"/>
    <w:rsid w:val="00C74AA2"/>
    <w:rsid w:val="00C74CD4"/>
    <w:rsid w:val="00C74DA7"/>
    <w:rsid w:val="00C751F8"/>
    <w:rsid w:val="00C7555B"/>
    <w:rsid w:val="00C75AB5"/>
    <w:rsid w:val="00C75D00"/>
    <w:rsid w:val="00C763EB"/>
    <w:rsid w:val="00C772E2"/>
    <w:rsid w:val="00C77C3B"/>
    <w:rsid w:val="00C77DF1"/>
    <w:rsid w:val="00C80EDB"/>
    <w:rsid w:val="00C80FC8"/>
    <w:rsid w:val="00C8100A"/>
    <w:rsid w:val="00C81013"/>
    <w:rsid w:val="00C81049"/>
    <w:rsid w:val="00C8116B"/>
    <w:rsid w:val="00C819B7"/>
    <w:rsid w:val="00C81D33"/>
    <w:rsid w:val="00C81FE7"/>
    <w:rsid w:val="00C8341D"/>
    <w:rsid w:val="00C8372B"/>
    <w:rsid w:val="00C83989"/>
    <w:rsid w:val="00C840FE"/>
    <w:rsid w:val="00C841C2"/>
    <w:rsid w:val="00C84412"/>
    <w:rsid w:val="00C8449F"/>
    <w:rsid w:val="00C8467B"/>
    <w:rsid w:val="00C84930"/>
    <w:rsid w:val="00C84AB9"/>
    <w:rsid w:val="00C85021"/>
    <w:rsid w:val="00C85113"/>
    <w:rsid w:val="00C85E65"/>
    <w:rsid w:val="00C85EE3"/>
    <w:rsid w:val="00C86257"/>
    <w:rsid w:val="00C86607"/>
    <w:rsid w:val="00C86BD7"/>
    <w:rsid w:val="00C86E5A"/>
    <w:rsid w:val="00C870C8"/>
    <w:rsid w:val="00C874A4"/>
    <w:rsid w:val="00C8769D"/>
    <w:rsid w:val="00C87B5B"/>
    <w:rsid w:val="00C91440"/>
    <w:rsid w:val="00C916B6"/>
    <w:rsid w:val="00C916DE"/>
    <w:rsid w:val="00C9179A"/>
    <w:rsid w:val="00C917B0"/>
    <w:rsid w:val="00C922CD"/>
    <w:rsid w:val="00C92380"/>
    <w:rsid w:val="00C92571"/>
    <w:rsid w:val="00C928F8"/>
    <w:rsid w:val="00C9319D"/>
    <w:rsid w:val="00C93256"/>
    <w:rsid w:val="00C933D4"/>
    <w:rsid w:val="00C93409"/>
    <w:rsid w:val="00C938A9"/>
    <w:rsid w:val="00C93DEF"/>
    <w:rsid w:val="00C9417C"/>
    <w:rsid w:val="00C94272"/>
    <w:rsid w:val="00C944D8"/>
    <w:rsid w:val="00C94759"/>
    <w:rsid w:val="00C94CDD"/>
    <w:rsid w:val="00C94D0D"/>
    <w:rsid w:val="00C94DB5"/>
    <w:rsid w:val="00C94F58"/>
    <w:rsid w:val="00C9550A"/>
    <w:rsid w:val="00C95B59"/>
    <w:rsid w:val="00C96262"/>
    <w:rsid w:val="00C96AAF"/>
    <w:rsid w:val="00C96C60"/>
    <w:rsid w:val="00C96D08"/>
    <w:rsid w:val="00C96E7C"/>
    <w:rsid w:val="00C973AD"/>
    <w:rsid w:val="00C97493"/>
    <w:rsid w:val="00C9760A"/>
    <w:rsid w:val="00C97857"/>
    <w:rsid w:val="00C97941"/>
    <w:rsid w:val="00C97A02"/>
    <w:rsid w:val="00C97C98"/>
    <w:rsid w:val="00CA02C5"/>
    <w:rsid w:val="00CA02DC"/>
    <w:rsid w:val="00CA0336"/>
    <w:rsid w:val="00CA0A60"/>
    <w:rsid w:val="00CA0C40"/>
    <w:rsid w:val="00CA0F06"/>
    <w:rsid w:val="00CA12BC"/>
    <w:rsid w:val="00CA1E22"/>
    <w:rsid w:val="00CA239D"/>
    <w:rsid w:val="00CA2DFA"/>
    <w:rsid w:val="00CA31E5"/>
    <w:rsid w:val="00CA34EA"/>
    <w:rsid w:val="00CA3514"/>
    <w:rsid w:val="00CA3765"/>
    <w:rsid w:val="00CA3975"/>
    <w:rsid w:val="00CA3CF6"/>
    <w:rsid w:val="00CA3EAC"/>
    <w:rsid w:val="00CA4022"/>
    <w:rsid w:val="00CA4A13"/>
    <w:rsid w:val="00CA4B2B"/>
    <w:rsid w:val="00CA4E7D"/>
    <w:rsid w:val="00CA5233"/>
    <w:rsid w:val="00CA531E"/>
    <w:rsid w:val="00CA5FAC"/>
    <w:rsid w:val="00CA62C3"/>
    <w:rsid w:val="00CA6CDA"/>
    <w:rsid w:val="00CA6D4F"/>
    <w:rsid w:val="00CA7A54"/>
    <w:rsid w:val="00CA7C6F"/>
    <w:rsid w:val="00CA7C7E"/>
    <w:rsid w:val="00CA7EEA"/>
    <w:rsid w:val="00CB0477"/>
    <w:rsid w:val="00CB0C61"/>
    <w:rsid w:val="00CB0FD2"/>
    <w:rsid w:val="00CB1413"/>
    <w:rsid w:val="00CB1CEA"/>
    <w:rsid w:val="00CB314E"/>
    <w:rsid w:val="00CB31FE"/>
    <w:rsid w:val="00CB387E"/>
    <w:rsid w:val="00CB3DB4"/>
    <w:rsid w:val="00CB3E50"/>
    <w:rsid w:val="00CB4036"/>
    <w:rsid w:val="00CB4899"/>
    <w:rsid w:val="00CB4BD6"/>
    <w:rsid w:val="00CB4BF9"/>
    <w:rsid w:val="00CB4CFB"/>
    <w:rsid w:val="00CB5269"/>
    <w:rsid w:val="00CB5874"/>
    <w:rsid w:val="00CB634D"/>
    <w:rsid w:val="00CB685F"/>
    <w:rsid w:val="00CB6C52"/>
    <w:rsid w:val="00CB6EFA"/>
    <w:rsid w:val="00CB7639"/>
    <w:rsid w:val="00CB78C5"/>
    <w:rsid w:val="00CB7CE6"/>
    <w:rsid w:val="00CB7DE4"/>
    <w:rsid w:val="00CC0075"/>
    <w:rsid w:val="00CC021C"/>
    <w:rsid w:val="00CC0CA7"/>
    <w:rsid w:val="00CC0F7E"/>
    <w:rsid w:val="00CC0F99"/>
    <w:rsid w:val="00CC11F3"/>
    <w:rsid w:val="00CC132B"/>
    <w:rsid w:val="00CC1337"/>
    <w:rsid w:val="00CC136B"/>
    <w:rsid w:val="00CC18CA"/>
    <w:rsid w:val="00CC1BE4"/>
    <w:rsid w:val="00CC1F76"/>
    <w:rsid w:val="00CC2020"/>
    <w:rsid w:val="00CC22D6"/>
    <w:rsid w:val="00CC2449"/>
    <w:rsid w:val="00CC272B"/>
    <w:rsid w:val="00CC2B53"/>
    <w:rsid w:val="00CC2DEF"/>
    <w:rsid w:val="00CC2E24"/>
    <w:rsid w:val="00CC2EA3"/>
    <w:rsid w:val="00CC33B6"/>
    <w:rsid w:val="00CC343A"/>
    <w:rsid w:val="00CC3ADE"/>
    <w:rsid w:val="00CC3B94"/>
    <w:rsid w:val="00CC3EE4"/>
    <w:rsid w:val="00CC4C3D"/>
    <w:rsid w:val="00CC4C47"/>
    <w:rsid w:val="00CC4E16"/>
    <w:rsid w:val="00CC522C"/>
    <w:rsid w:val="00CC586F"/>
    <w:rsid w:val="00CC5E9A"/>
    <w:rsid w:val="00CC61CB"/>
    <w:rsid w:val="00CC63C5"/>
    <w:rsid w:val="00CC7614"/>
    <w:rsid w:val="00CC7A4F"/>
    <w:rsid w:val="00CC7A85"/>
    <w:rsid w:val="00CC7C26"/>
    <w:rsid w:val="00CC7DE6"/>
    <w:rsid w:val="00CC7E81"/>
    <w:rsid w:val="00CD0026"/>
    <w:rsid w:val="00CD0076"/>
    <w:rsid w:val="00CD0D9C"/>
    <w:rsid w:val="00CD121D"/>
    <w:rsid w:val="00CD140B"/>
    <w:rsid w:val="00CD154D"/>
    <w:rsid w:val="00CD250A"/>
    <w:rsid w:val="00CD26A0"/>
    <w:rsid w:val="00CD293F"/>
    <w:rsid w:val="00CD297E"/>
    <w:rsid w:val="00CD2A7D"/>
    <w:rsid w:val="00CD2D9A"/>
    <w:rsid w:val="00CD3562"/>
    <w:rsid w:val="00CD35BB"/>
    <w:rsid w:val="00CD384A"/>
    <w:rsid w:val="00CD3B22"/>
    <w:rsid w:val="00CD3CEF"/>
    <w:rsid w:val="00CD423C"/>
    <w:rsid w:val="00CD4819"/>
    <w:rsid w:val="00CD4923"/>
    <w:rsid w:val="00CD4990"/>
    <w:rsid w:val="00CD4AA0"/>
    <w:rsid w:val="00CD4F74"/>
    <w:rsid w:val="00CD50F6"/>
    <w:rsid w:val="00CD5629"/>
    <w:rsid w:val="00CD58BB"/>
    <w:rsid w:val="00CD5B62"/>
    <w:rsid w:val="00CD5CAD"/>
    <w:rsid w:val="00CD62E0"/>
    <w:rsid w:val="00CD6895"/>
    <w:rsid w:val="00CD6D98"/>
    <w:rsid w:val="00CD6F9E"/>
    <w:rsid w:val="00CD7292"/>
    <w:rsid w:val="00CD775D"/>
    <w:rsid w:val="00CD77C7"/>
    <w:rsid w:val="00CD791F"/>
    <w:rsid w:val="00CD79E8"/>
    <w:rsid w:val="00CD7B00"/>
    <w:rsid w:val="00CD7C20"/>
    <w:rsid w:val="00CE05AA"/>
    <w:rsid w:val="00CE09AB"/>
    <w:rsid w:val="00CE0BD5"/>
    <w:rsid w:val="00CE0C9E"/>
    <w:rsid w:val="00CE120D"/>
    <w:rsid w:val="00CE1493"/>
    <w:rsid w:val="00CE1592"/>
    <w:rsid w:val="00CE1763"/>
    <w:rsid w:val="00CE1F8F"/>
    <w:rsid w:val="00CE2941"/>
    <w:rsid w:val="00CE298B"/>
    <w:rsid w:val="00CE2AE4"/>
    <w:rsid w:val="00CE2E0C"/>
    <w:rsid w:val="00CE3068"/>
    <w:rsid w:val="00CE3C41"/>
    <w:rsid w:val="00CE43BB"/>
    <w:rsid w:val="00CE49D1"/>
    <w:rsid w:val="00CE5547"/>
    <w:rsid w:val="00CE5586"/>
    <w:rsid w:val="00CE562B"/>
    <w:rsid w:val="00CE6D61"/>
    <w:rsid w:val="00CE757D"/>
    <w:rsid w:val="00CE7679"/>
    <w:rsid w:val="00CE770F"/>
    <w:rsid w:val="00CE77AC"/>
    <w:rsid w:val="00CF00C4"/>
    <w:rsid w:val="00CF0156"/>
    <w:rsid w:val="00CF05DF"/>
    <w:rsid w:val="00CF0C83"/>
    <w:rsid w:val="00CF0E98"/>
    <w:rsid w:val="00CF0F2E"/>
    <w:rsid w:val="00CF125A"/>
    <w:rsid w:val="00CF3FCB"/>
    <w:rsid w:val="00CF414A"/>
    <w:rsid w:val="00CF46E1"/>
    <w:rsid w:val="00CF4A33"/>
    <w:rsid w:val="00CF4EE0"/>
    <w:rsid w:val="00CF5501"/>
    <w:rsid w:val="00CF575B"/>
    <w:rsid w:val="00CF579F"/>
    <w:rsid w:val="00CF5D37"/>
    <w:rsid w:val="00CF5DA6"/>
    <w:rsid w:val="00CF5E5E"/>
    <w:rsid w:val="00CF78CF"/>
    <w:rsid w:val="00D00A30"/>
    <w:rsid w:val="00D012D1"/>
    <w:rsid w:val="00D01363"/>
    <w:rsid w:val="00D0149B"/>
    <w:rsid w:val="00D0161C"/>
    <w:rsid w:val="00D01702"/>
    <w:rsid w:val="00D01923"/>
    <w:rsid w:val="00D01EFE"/>
    <w:rsid w:val="00D024D6"/>
    <w:rsid w:val="00D02D08"/>
    <w:rsid w:val="00D02F38"/>
    <w:rsid w:val="00D037EC"/>
    <w:rsid w:val="00D03A52"/>
    <w:rsid w:val="00D05978"/>
    <w:rsid w:val="00D05C96"/>
    <w:rsid w:val="00D05D01"/>
    <w:rsid w:val="00D05D2B"/>
    <w:rsid w:val="00D064A7"/>
    <w:rsid w:val="00D06526"/>
    <w:rsid w:val="00D069A2"/>
    <w:rsid w:val="00D06BC7"/>
    <w:rsid w:val="00D06E90"/>
    <w:rsid w:val="00D06F60"/>
    <w:rsid w:val="00D07959"/>
    <w:rsid w:val="00D07C5F"/>
    <w:rsid w:val="00D07CB2"/>
    <w:rsid w:val="00D07F43"/>
    <w:rsid w:val="00D1041C"/>
    <w:rsid w:val="00D105F0"/>
    <w:rsid w:val="00D10B76"/>
    <w:rsid w:val="00D11CB7"/>
    <w:rsid w:val="00D120E0"/>
    <w:rsid w:val="00D12246"/>
    <w:rsid w:val="00D12A0B"/>
    <w:rsid w:val="00D12C47"/>
    <w:rsid w:val="00D12FD8"/>
    <w:rsid w:val="00D13105"/>
    <w:rsid w:val="00D13108"/>
    <w:rsid w:val="00D135BF"/>
    <w:rsid w:val="00D141F0"/>
    <w:rsid w:val="00D145A7"/>
    <w:rsid w:val="00D14863"/>
    <w:rsid w:val="00D1499E"/>
    <w:rsid w:val="00D14C36"/>
    <w:rsid w:val="00D15631"/>
    <w:rsid w:val="00D15AE6"/>
    <w:rsid w:val="00D16012"/>
    <w:rsid w:val="00D161A2"/>
    <w:rsid w:val="00D161B0"/>
    <w:rsid w:val="00D16D70"/>
    <w:rsid w:val="00D1730C"/>
    <w:rsid w:val="00D174B2"/>
    <w:rsid w:val="00D17728"/>
    <w:rsid w:val="00D1772B"/>
    <w:rsid w:val="00D179B9"/>
    <w:rsid w:val="00D17B1A"/>
    <w:rsid w:val="00D17EBD"/>
    <w:rsid w:val="00D20253"/>
    <w:rsid w:val="00D20921"/>
    <w:rsid w:val="00D20960"/>
    <w:rsid w:val="00D209B7"/>
    <w:rsid w:val="00D20FBE"/>
    <w:rsid w:val="00D21312"/>
    <w:rsid w:val="00D213C0"/>
    <w:rsid w:val="00D214A0"/>
    <w:rsid w:val="00D214D8"/>
    <w:rsid w:val="00D21511"/>
    <w:rsid w:val="00D2180E"/>
    <w:rsid w:val="00D218D0"/>
    <w:rsid w:val="00D21C1B"/>
    <w:rsid w:val="00D21E75"/>
    <w:rsid w:val="00D228AF"/>
    <w:rsid w:val="00D22934"/>
    <w:rsid w:val="00D22EBD"/>
    <w:rsid w:val="00D231EC"/>
    <w:rsid w:val="00D233B4"/>
    <w:rsid w:val="00D23CA4"/>
    <w:rsid w:val="00D2411E"/>
    <w:rsid w:val="00D244D2"/>
    <w:rsid w:val="00D24F34"/>
    <w:rsid w:val="00D24FE0"/>
    <w:rsid w:val="00D255E5"/>
    <w:rsid w:val="00D25632"/>
    <w:rsid w:val="00D259F2"/>
    <w:rsid w:val="00D25A0E"/>
    <w:rsid w:val="00D261AF"/>
    <w:rsid w:val="00D2629C"/>
    <w:rsid w:val="00D26BA7"/>
    <w:rsid w:val="00D26E4C"/>
    <w:rsid w:val="00D271F0"/>
    <w:rsid w:val="00D27691"/>
    <w:rsid w:val="00D2770B"/>
    <w:rsid w:val="00D27C48"/>
    <w:rsid w:val="00D27D7F"/>
    <w:rsid w:val="00D30142"/>
    <w:rsid w:val="00D3060B"/>
    <w:rsid w:val="00D30626"/>
    <w:rsid w:val="00D30773"/>
    <w:rsid w:val="00D30C69"/>
    <w:rsid w:val="00D311D0"/>
    <w:rsid w:val="00D3177D"/>
    <w:rsid w:val="00D31C47"/>
    <w:rsid w:val="00D320E4"/>
    <w:rsid w:val="00D32564"/>
    <w:rsid w:val="00D3291F"/>
    <w:rsid w:val="00D32B1A"/>
    <w:rsid w:val="00D32E56"/>
    <w:rsid w:val="00D33B4D"/>
    <w:rsid w:val="00D33D5B"/>
    <w:rsid w:val="00D34462"/>
    <w:rsid w:val="00D34856"/>
    <w:rsid w:val="00D34AED"/>
    <w:rsid w:val="00D357D6"/>
    <w:rsid w:val="00D3593B"/>
    <w:rsid w:val="00D35C7F"/>
    <w:rsid w:val="00D37AAB"/>
    <w:rsid w:val="00D40178"/>
    <w:rsid w:val="00D404A8"/>
    <w:rsid w:val="00D40D00"/>
    <w:rsid w:val="00D41072"/>
    <w:rsid w:val="00D41355"/>
    <w:rsid w:val="00D417A0"/>
    <w:rsid w:val="00D41840"/>
    <w:rsid w:val="00D419FD"/>
    <w:rsid w:val="00D41C22"/>
    <w:rsid w:val="00D41EED"/>
    <w:rsid w:val="00D420D3"/>
    <w:rsid w:val="00D42154"/>
    <w:rsid w:val="00D42436"/>
    <w:rsid w:val="00D4267D"/>
    <w:rsid w:val="00D42EA1"/>
    <w:rsid w:val="00D42FBE"/>
    <w:rsid w:val="00D435A9"/>
    <w:rsid w:val="00D43E04"/>
    <w:rsid w:val="00D43F67"/>
    <w:rsid w:val="00D449A3"/>
    <w:rsid w:val="00D452B9"/>
    <w:rsid w:val="00D4538F"/>
    <w:rsid w:val="00D4580C"/>
    <w:rsid w:val="00D4584C"/>
    <w:rsid w:val="00D458B5"/>
    <w:rsid w:val="00D45BD7"/>
    <w:rsid w:val="00D45BF7"/>
    <w:rsid w:val="00D4667D"/>
    <w:rsid w:val="00D46F69"/>
    <w:rsid w:val="00D47644"/>
    <w:rsid w:val="00D47E1B"/>
    <w:rsid w:val="00D50183"/>
    <w:rsid w:val="00D50862"/>
    <w:rsid w:val="00D509A3"/>
    <w:rsid w:val="00D51121"/>
    <w:rsid w:val="00D51348"/>
    <w:rsid w:val="00D519E6"/>
    <w:rsid w:val="00D51A8A"/>
    <w:rsid w:val="00D51C4B"/>
    <w:rsid w:val="00D51D2C"/>
    <w:rsid w:val="00D52415"/>
    <w:rsid w:val="00D526EF"/>
    <w:rsid w:val="00D52D82"/>
    <w:rsid w:val="00D533E7"/>
    <w:rsid w:val="00D53CC8"/>
    <w:rsid w:val="00D53FB9"/>
    <w:rsid w:val="00D54CFC"/>
    <w:rsid w:val="00D55365"/>
    <w:rsid w:val="00D55774"/>
    <w:rsid w:val="00D563D4"/>
    <w:rsid w:val="00D5665F"/>
    <w:rsid w:val="00D56724"/>
    <w:rsid w:val="00D5679B"/>
    <w:rsid w:val="00D56B00"/>
    <w:rsid w:val="00D56B11"/>
    <w:rsid w:val="00D56CE9"/>
    <w:rsid w:val="00D56E5B"/>
    <w:rsid w:val="00D57002"/>
    <w:rsid w:val="00D57496"/>
    <w:rsid w:val="00D57DDA"/>
    <w:rsid w:val="00D57F7C"/>
    <w:rsid w:val="00D604A9"/>
    <w:rsid w:val="00D61501"/>
    <w:rsid w:val="00D616EF"/>
    <w:rsid w:val="00D61A3F"/>
    <w:rsid w:val="00D62099"/>
    <w:rsid w:val="00D624FB"/>
    <w:rsid w:val="00D62555"/>
    <w:rsid w:val="00D62709"/>
    <w:rsid w:val="00D63027"/>
    <w:rsid w:val="00D63061"/>
    <w:rsid w:val="00D632F0"/>
    <w:rsid w:val="00D639D2"/>
    <w:rsid w:val="00D63FD9"/>
    <w:rsid w:val="00D64439"/>
    <w:rsid w:val="00D64565"/>
    <w:rsid w:val="00D64CB5"/>
    <w:rsid w:val="00D64CE0"/>
    <w:rsid w:val="00D651E8"/>
    <w:rsid w:val="00D655D1"/>
    <w:rsid w:val="00D65690"/>
    <w:rsid w:val="00D66C2C"/>
    <w:rsid w:val="00D66CC4"/>
    <w:rsid w:val="00D672B5"/>
    <w:rsid w:val="00D67427"/>
    <w:rsid w:val="00D67F83"/>
    <w:rsid w:val="00D70739"/>
    <w:rsid w:val="00D70841"/>
    <w:rsid w:val="00D70A5F"/>
    <w:rsid w:val="00D70B5E"/>
    <w:rsid w:val="00D70E94"/>
    <w:rsid w:val="00D71770"/>
    <w:rsid w:val="00D718D4"/>
    <w:rsid w:val="00D71929"/>
    <w:rsid w:val="00D71978"/>
    <w:rsid w:val="00D71A95"/>
    <w:rsid w:val="00D71EDC"/>
    <w:rsid w:val="00D72895"/>
    <w:rsid w:val="00D72907"/>
    <w:rsid w:val="00D72CFC"/>
    <w:rsid w:val="00D73084"/>
    <w:rsid w:val="00D74F5B"/>
    <w:rsid w:val="00D74F8B"/>
    <w:rsid w:val="00D75082"/>
    <w:rsid w:val="00D750FC"/>
    <w:rsid w:val="00D75347"/>
    <w:rsid w:val="00D7545F"/>
    <w:rsid w:val="00D75D57"/>
    <w:rsid w:val="00D760E5"/>
    <w:rsid w:val="00D765F6"/>
    <w:rsid w:val="00D76C80"/>
    <w:rsid w:val="00D77A56"/>
    <w:rsid w:val="00D80275"/>
    <w:rsid w:val="00D80ABF"/>
    <w:rsid w:val="00D81474"/>
    <w:rsid w:val="00D816EA"/>
    <w:rsid w:val="00D81ADB"/>
    <w:rsid w:val="00D8205B"/>
    <w:rsid w:val="00D827AE"/>
    <w:rsid w:val="00D828D4"/>
    <w:rsid w:val="00D82924"/>
    <w:rsid w:val="00D82EE7"/>
    <w:rsid w:val="00D83914"/>
    <w:rsid w:val="00D83E04"/>
    <w:rsid w:val="00D847EB"/>
    <w:rsid w:val="00D8484F"/>
    <w:rsid w:val="00D852CE"/>
    <w:rsid w:val="00D85470"/>
    <w:rsid w:val="00D855D4"/>
    <w:rsid w:val="00D85926"/>
    <w:rsid w:val="00D85D17"/>
    <w:rsid w:val="00D85F59"/>
    <w:rsid w:val="00D8694F"/>
    <w:rsid w:val="00D86A0C"/>
    <w:rsid w:val="00D86B7E"/>
    <w:rsid w:val="00D86B80"/>
    <w:rsid w:val="00D86D07"/>
    <w:rsid w:val="00D86ED1"/>
    <w:rsid w:val="00D87215"/>
    <w:rsid w:val="00D878B0"/>
    <w:rsid w:val="00D87EFA"/>
    <w:rsid w:val="00D906F6"/>
    <w:rsid w:val="00D9074B"/>
    <w:rsid w:val="00D90D85"/>
    <w:rsid w:val="00D90DAB"/>
    <w:rsid w:val="00D90DD8"/>
    <w:rsid w:val="00D90FC1"/>
    <w:rsid w:val="00D90FE1"/>
    <w:rsid w:val="00D9113B"/>
    <w:rsid w:val="00D920A1"/>
    <w:rsid w:val="00D92257"/>
    <w:rsid w:val="00D923EE"/>
    <w:rsid w:val="00D92424"/>
    <w:rsid w:val="00D924D1"/>
    <w:rsid w:val="00D92509"/>
    <w:rsid w:val="00D9412C"/>
    <w:rsid w:val="00D94446"/>
    <w:rsid w:val="00D946C9"/>
    <w:rsid w:val="00D96718"/>
    <w:rsid w:val="00D96DDC"/>
    <w:rsid w:val="00D97B37"/>
    <w:rsid w:val="00D97C24"/>
    <w:rsid w:val="00D97C82"/>
    <w:rsid w:val="00D97FEC"/>
    <w:rsid w:val="00DA0AF7"/>
    <w:rsid w:val="00DA0E14"/>
    <w:rsid w:val="00DA127A"/>
    <w:rsid w:val="00DA127B"/>
    <w:rsid w:val="00DA19D1"/>
    <w:rsid w:val="00DA20AA"/>
    <w:rsid w:val="00DA22BD"/>
    <w:rsid w:val="00DA24B4"/>
    <w:rsid w:val="00DA2B01"/>
    <w:rsid w:val="00DA3248"/>
    <w:rsid w:val="00DA34E4"/>
    <w:rsid w:val="00DA34FE"/>
    <w:rsid w:val="00DA355B"/>
    <w:rsid w:val="00DA3623"/>
    <w:rsid w:val="00DA3873"/>
    <w:rsid w:val="00DA4141"/>
    <w:rsid w:val="00DA428E"/>
    <w:rsid w:val="00DA4718"/>
    <w:rsid w:val="00DA4B86"/>
    <w:rsid w:val="00DA53DC"/>
    <w:rsid w:val="00DA5520"/>
    <w:rsid w:val="00DA5CE9"/>
    <w:rsid w:val="00DA65E0"/>
    <w:rsid w:val="00DA66DC"/>
    <w:rsid w:val="00DA67D8"/>
    <w:rsid w:val="00DA6884"/>
    <w:rsid w:val="00DA7092"/>
    <w:rsid w:val="00DA7173"/>
    <w:rsid w:val="00DA71DC"/>
    <w:rsid w:val="00DA7D7E"/>
    <w:rsid w:val="00DA7EAA"/>
    <w:rsid w:val="00DA7F9A"/>
    <w:rsid w:val="00DB031E"/>
    <w:rsid w:val="00DB0698"/>
    <w:rsid w:val="00DB08EA"/>
    <w:rsid w:val="00DB0F9C"/>
    <w:rsid w:val="00DB11AC"/>
    <w:rsid w:val="00DB11BC"/>
    <w:rsid w:val="00DB151B"/>
    <w:rsid w:val="00DB1523"/>
    <w:rsid w:val="00DB1AB7"/>
    <w:rsid w:val="00DB224B"/>
    <w:rsid w:val="00DB22EF"/>
    <w:rsid w:val="00DB2CD1"/>
    <w:rsid w:val="00DB2FF7"/>
    <w:rsid w:val="00DB3741"/>
    <w:rsid w:val="00DB3A6C"/>
    <w:rsid w:val="00DB3D19"/>
    <w:rsid w:val="00DB4B47"/>
    <w:rsid w:val="00DB4D72"/>
    <w:rsid w:val="00DB5287"/>
    <w:rsid w:val="00DB558B"/>
    <w:rsid w:val="00DB55E2"/>
    <w:rsid w:val="00DB5BA6"/>
    <w:rsid w:val="00DB6806"/>
    <w:rsid w:val="00DB720A"/>
    <w:rsid w:val="00DB74C4"/>
    <w:rsid w:val="00DB7664"/>
    <w:rsid w:val="00DB7858"/>
    <w:rsid w:val="00DC07DF"/>
    <w:rsid w:val="00DC0B6A"/>
    <w:rsid w:val="00DC142B"/>
    <w:rsid w:val="00DC1986"/>
    <w:rsid w:val="00DC1AD7"/>
    <w:rsid w:val="00DC1B54"/>
    <w:rsid w:val="00DC1C29"/>
    <w:rsid w:val="00DC258D"/>
    <w:rsid w:val="00DC286F"/>
    <w:rsid w:val="00DC2DB6"/>
    <w:rsid w:val="00DC3570"/>
    <w:rsid w:val="00DC35B5"/>
    <w:rsid w:val="00DC3665"/>
    <w:rsid w:val="00DC3C3B"/>
    <w:rsid w:val="00DC3F88"/>
    <w:rsid w:val="00DC3F92"/>
    <w:rsid w:val="00DC41FC"/>
    <w:rsid w:val="00DC464E"/>
    <w:rsid w:val="00DC484D"/>
    <w:rsid w:val="00DC5A96"/>
    <w:rsid w:val="00DC5D98"/>
    <w:rsid w:val="00DC6054"/>
    <w:rsid w:val="00DC63E0"/>
    <w:rsid w:val="00DC683C"/>
    <w:rsid w:val="00DC69BD"/>
    <w:rsid w:val="00DC6B32"/>
    <w:rsid w:val="00DC6BE1"/>
    <w:rsid w:val="00DC6C8F"/>
    <w:rsid w:val="00DC6E13"/>
    <w:rsid w:val="00DC731F"/>
    <w:rsid w:val="00DC7374"/>
    <w:rsid w:val="00DC75FC"/>
    <w:rsid w:val="00DC76A9"/>
    <w:rsid w:val="00DD06AE"/>
    <w:rsid w:val="00DD0895"/>
    <w:rsid w:val="00DD0AD3"/>
    <w:rsid w:val="00DD0F22"/>
    <w:rsid w:val="00DD1AA1"/>
    <w:rsid w:val="00DD1BAC"/>
    <w:rsid w:val="00DD1FDC"/>
    <w:rsid w:val="00DD220B"/>
    <w:rsid w:val="00DD26B3"/>
    <w:rsid w:val="00DD2C0F"/>
    <w:rsid w:val="00DD2FDA"/>
    <w:rsid w:val="00DD3415"/>
    <w:rsid w:val="00DD3687"/>
    <w:rsid w:val="00DD377E"/>
    <w:rsid w:val="00DD3929"/>
    <w:rsid w:val="00DD3FB6"/>
    <w:rsid w:val="00DD4980"/>
    <w:rsid w:val="00DD4C41"/>
    <w:rsid w:val="00DD4E5F"/>
    <w:rsid w:val="00DD4E8C"/>
    <w:rsid w:val="00DD4F84"/>
    <w:rsid w:val="00DD5147"/>
    <w:rsid w:val="00DD5B2D"/>
    <w:rsid w:val="00DD6F3D"/>
    <w:rsid w:val="00DD748B"/>
    <w:rsid w:val="00DD7C0D"/>
    <w:rsid w:val="00DE090B"/>
    <w:rsid w:val="00DE094C"/>
    <w:rsid w:val="00DE1452"/>
    <w:rsid w:val="00DE190C"/>
    <w:rsid w:val="00DE1946"/>
    <w:rsid w:val="00DE2883"/>
    <w:rsid w:val="00DE2D4C"/>
    <w:rsid w:val="00DE2E50"/>
    <w:rsid w:val="00DE32DA"/>
    <w:rsid w:val="00DE3823"/>
    <w:rsid w:val="00DE3AFB"/>
    <w:rsid w:val="00DE3C36"/>
    <w:rsid w:val="00DE43C1"/>
    <w:rsid w:val="00DE512D"/>
    <w:rsid w:val="00DE559B"/>
    <w:rsid w:val="00DE5615"/>
    <w:rsid w:val="00DE5BC7"/>
    <w:rsid w:val="00DE5F60"/>
    <w:rsid w:val="00DE6C17"/>
    <w:rsid w:val="00DE6FB2"/>
    <w:rsid w:val="00DE71D8"/>
    <w:rsid w:val="00DE71EB"/>
    <w:rsid w:val="00DE724D"/>
    <w:rsid w:val="00DE72A5"/>
    <w:rsid w:val="00DE7388"/>
    <w:rsid w:val="00DE750E"/>
    <w:rsid w:val="00DE7CBD"/>
    <w:rsid w:val="00DE7F5E"/>
    <w:rsid w:val="00DF00E2"/>
    <w:rsid w:val="00DF0907"/>
    <w:rsid w:val="00DF095E"/>
    <w:rsid w:val="00DF0B84"/>
    <w:rsid w:val="00DF0C23"/>
    <w:rsid w:val="00DF0DBA"/>
    <w:rsid w:val="00DF0F68"/>
    <w:rsid w:val="00DF11C9"/>
    <w:rsid w:val="00DF18B5"/>
    <w:rsid w:val="00DF1C14"/>
    <w:rsid w:val="00DF2319"/>
    <w:rsid w:val="00DF2420"/>
    <w:rsid w:val="00DF2A49"/>
    <w:rsid w:val="00DF2C5E"/>
    <w:rsid w:val="00DF2D24"/>
    <w:rsid w:val="00DF2E81"/>
    <w:rsid w:val="00DF3578"/>
    <w:rsid w:val="00DF36BA"/>
    <w:rsid w:val="00DF3AB0"/>
    <w:rsid w:val="00DF3B18"/>
    <w:rsid w:val="00DF3B53"/>
    <w:rsid w:val="00DF3DDC"/>
    <w:rsid w:val="00DF3E58"/>
    <w:rsid w:val="00DF53F7"/>
    <w:rsid w:val="00DF5D12"/>
    <w:rsid w:val="00DF5DE3"/>
    <w:rsid w:val="00DF62C7"/>
    <w:rsid w:val="00DF660D"/>
    <w:rsid w:val="00DF6C74"/>
    <w:rsid w:val="00DF6D83"/>
    <w:rsid w:val="00DF6EC1"/>
    <w:rsid w:val="00DF77D3"/>
    <w:rsid w:val="00E0010A"/>
    <w:rsid w:val="00E001E5"/>
    <w:rsid w:val="00E01507"/>
    <w:rsid w:val="00E01A98"/>
    <w:rsid w:val="00E01BF6"/>
    <w:rsid w:val="00E020C7"/>
    <w:rsid w:val="00E02162"/>
    <w:rsid w:val="00E02662"/>
    <w:rsid w:val="00E02680"/>
    <w:rsid w:val="00E02DAC"/>
    <w:rsid w:val="00E031FC"/>
    <w:rsid w:val="00E04398"/>
    <w:rsid w:val="00E04466"/>
    <w:rsid w:val="00E05F03"/>
    <w:rsid w:val="00E063FD"/>
    <w:rsid w:val="00E06951"/>
    <w:rsid w:val="00E069E9"/>
    <w:rsid w:val="00E06AAE"/>
    <w:rsid w:val="00E06E88"/>
    <w:rsid w:val="00E06FCC"/>
    <w:rsid w:val="00E077BF"/>
    <w:rsid w:val="00E07CFD"/>
    <w:rsid w:val="00E10129"/>
    <w:rsid w:val="00E101CA"/>
    <w:rsid w:val="00E10CDB"/>
    <w:rsid w:val="00E10FDB"/>
    <w:rsid w:val="00E10FF9"/>
    <w:rsid w:val="00E11F79"/>
    <w:rsid w:val="00E121CA"/>
    <w:rsid w:val="00E12536"/>
    <w:rsid w:val="00E130C6"/>
    <w:rsid w:val="00E13398"/>
    <w:rsid w:val="00E1364F"/>
    <w:rsid w:val="00E140A0"/>
    <w:rsid w:val="00E140CE"/>
    <w:rsid w:val="00E145B8"/>
    <w:rsid w:val="00E14D39"/>
    <w:rsid w:val="00E15193"/>
    <w:rsid w:val="00E1538A"/>
    <w:rsid w:val="00E15455"/>
    <w:rsid w:val="00E155F2"/>
    <w:rsid w:val="00E16104"/>
    <w:rsid w:val="00E16161"/>
    <w:rsid w:val="00E163BB"/>
    <w:rsid w:val="00E1646A"/>
    <w:rsid w:val="00E16ACC"/>
    <w:rsid w:val="00E16C75"/>
    <w:rsid w:val="00E16D06"/>
    <w:rsid w:val="00E1708F"/>
    <w:rsid w:val="00E17406"/>
    <w:rsid w:val="00E175A6"/>
    <w:rsid w:val="00E17827"/>
    <w:rsid w:val="00E17969"/>
    <w:rsid w:val="00E17A2F"/>
    <w:rsid w:val="00E201AC"/>
    <w:rsid w:val="00E2060E"/>
    <w:rsid w:val="00E20817"/>
    <w:rsid w:val="00E20A52"/>
    <w:rsid w:val="00E20B1A"/>
    <w:rsid w:val="00E20C82"/>
    <w:rsid w:val="00E20F8F"/>
    <w:rsid w:val="00E214D8"/>
    <w:rsid w:val="00E2198E"/>
    <w:rsid w:val="00E219DC"/>
    <w:rsid w:val="00E21EDD"/>
    <w:rsid w:val="00E21F86"/>
    <w:rsid w:val="00E21FA4"/>
    <w:rsid w:val="00E23199"/>
    <w:rsid w:val="00E231B2"/>
    <w:rsid w:val="00E23339"/>
    <w:rsid w:val="00E23576"/>
    <w:rsid w:val="00E237CC"/>
    <w:rsid w:val="00E23B8B"/>
    <w:rsid w:val="00E24574"/>
    <w:rsid w:val="00E24710"/>
    <w:rsid w:val="00E24A98"/>
    <w:rsid w:val="00E24C6D"/>
    <w:rsid w:val="00E24E77"/>
    <w:rsid w:val="00E252EF"/>
    <w:rsid w:val="00E25F6F"/>
    <w:rsid w:val="00E26353"/>
    <w:rsid w:val="00E26388"/>
    <w:rsid w:val="00E26427"/>
    <w:rsid w:val="00E2648F"/>
    <w:rsid w:val="00E26EB6"/>
    <w:rsid w:val="00E27CBC"/>
    <w:rsid w:val="00E27CEE"/>
    <w:rsid w:val="00E27E7D"/>
    <w:rsid w:val="00E30026"/>
    <w:rsid w:val="00E3009E"/>
    <w:rsid w:val="00E300D6"/>
    <w:rsid w:val="00E3084C"/>
    <w:rsid w:val="00E30BA6"/>
    <w:rsid w:val="00E30F04"/>
    <w:rsid w:val="00E3137D"/>
    <w:rsid w:val="00E3153B"/>
    <w:rsid w:val="00E3153C"/>
    <w:rsid w:val="00E32571"/>
    <w:rsid w:val="00E3298C"/>
    <w:rsid w:val="00E3337F"/>
    <w:rsid w:val="00E3349E"/>
    <w:rsid w:val="00E33BA2"/>
    <w:rsid w:val="00E343E0"/>
    <w:rsid w:val="00E345EB"/>
    <w:rsid w:val="00E34830"/>
    <w:rsid w:val="00E3483C"/>
    <w:rsid w:val="00E34D38"/>
    <w:rsid w:val="00E34F71"/>
    <w:rsid w:val="00E350B9"/>
    <w:rsid w:val="00E359E3"/>
    <w:rsid w:val="00E35EF3"/>
    <w:rsid w:val="00E363A9"/>
    <w:rsid w:val="00E3641D"/>
    <w:rsid w:val="00E36BD0"/>
    <w:rsid w:val="00E36C6D"/>
    <w:rsid w:val="00E36E4E"/>
    <w:rsid w:val="00E37317"/>
    <w:rsid w:val="00E373AE"/>
    <w:rsid w:val="00E373C7"/>
    <w:rsid w:val="00E37605"/>
    <w:rsid w:val="00E37B1A"/>
    <w:rsid w:val="00E400B3"/>
    <w:rsid w:val="00E403E6"/>
    <w:rsid w:val="00E4075A"/>
    <w:rsid w:val="00E40D6E"/>
    <w:rsid w:val="00E415DB"/>
    <w:rsid w:val="00E41727"/>
    <w:rsid w:val="00E41934"/>
    <w:rsid w:val="00E419D5"/>
    <w:rsid w:val="00E41A9F"/>
    <w:rsid w:val="00E41D15"/>
    <w:rsid w:val="00E41E54"/>
    <w:rsid w:val="00E4237A"/>
    <w:rsid w:val="00E427D7"/>
    <w:rsid w:val="00E4386A"/>
    <w:rsid w:val="00E43F51"/>
    <w:rsid w:val="00E44BB4"/>
    <w:rsid w:val="00E44BC4"/>
    <w:rsid w:val="00E44E1F"/>
    <w:rsid w:val="00E45A62"/>
    <w:rsid w:val="00E45A89"/>
    <w:rsid w:val="00E45F08"/>
    <w:rsid w:val="00E46297"/>
    <w:rsid w:val="00E464B8"/>
    <w:rsid w:val="00E47190"/>
    <w:rsid w:val="00E477DD"/>
    <w:rsid w:val="00E47D6E"/>
    <w:rsid w:val="00E50266"/>
    <w:rsid w:val="00E506DE"/>
    <w:rsid w:val="00E50773"/>
    <w:rsid w:val="00E50FB2"/>
    <w:rsid w:val="00E51020"/>
    <w:rsid w:val="00E5135B"/>
    <w:rsid w:val="00E51FFA"/>
    <w:rsid w:val="00E5226A"/>
    <w:rsid w:val="00E532C4"/>
    <w:rsid w:val="00E536C9"/>
    <w:rsid w:val="00E53B5C"/>
    <w:rsid w:val="00E53F68"/>
    <w:rsid w:val="00E541F1"/>
    <w:rsid w:val="00E54B7B"/>
    <w:rsid w:val="00E54D27"/>
    <w:rsid w:val="00E54EA0"/>
    <w:rsid w:val="00E54F1D"/>
    <w:rsid w:val="00E5508C"/>
    <w:rsid w:val="00E55475"/>
    <w:rsid w:val="00E556F1"/>
    <w:rsid w:val="00E5573B"/>
    <w:rsid w:val="00E55B3E"/>
    <w:rsid w:val="00E56804"/>
    <w:rsid w:val="00E5776E"/>
    <w:rsid w:val="00E57825"/>
    <w:rsid w:val="00E60473"/>
    <w:rsid w:val="00E6052E"/>
    <w:rsid w:val="00E60650"/>
    <w:rsid w:val="00E60C5F"/>
    <w:rsid w:val="00E60EDA"/>
    <w:rsid w:val="00E61001"/>
    <w:rsid w:val="00E6128C"/>
    <w:rsid w:val="00E616A5"/>
    <w:rsid w:val="00E61AFC"/>
    <w:rsid w:val="00E622C7"/>
    <w:rsid w:val="00E6243C"/>
    <w:rsid w:val="00E62ABD"/>
    <w:rsid w:val="00E62F0D"/>
    <w:rsid w:val="00E634D7"/>
    <w:rsid w:val="00E644A6"/>
    <w:rsid w:val="00E646AE"/>
    <w:rsid w:val="00E64A61"/>
    <w:rsid w:val="00E65002"/>
    <w:rsid w:val="00E65816"/>
    <w:rsid w:val="00E65855"/>
    <w:rsid w:val="00E65FF9"/>
    <w:rsid w:val="00E662AB"/>
    <w:rsid w:val="00E66438"/>
    <w:rsid w:val="00E66821"/>
    <w:rsid w:val="00E66C75"/>
    <w:rsid w:val="00E67189"/>
    <w:rsid w:val="00E67258"/>
    <w:rsid w:val="00E67731"/>
    <w:rsid w:val="00E701B5"/>
    <w:rsid w:val="00E70485"/>
    <w:rsid w:val="00E70E45"/>
    <w:rsid w:val="00E71608"/>
    <w:rsid w:val="00E71742"/>
    <w:rsid w:val="00E71973"/>
    <w:rsid w:val="00E71FA9"/>
    <w:rsid w:val="00E72309"/>
    <w:rsid w:val="00E72317"/>
    <w:rsid w:val="00E72E87"/>
    <w:rsid w:val="00E7368E"/>
    <w:rsid w:val="00E73D76"/>
    <w:rsid w:val="00E7442B"/>
    <w:rsid w:val="00E747AD"/>
    <w:rsid w:val="00E7521B"/>
    <w:rsid w:val="00E753CC"/>
    <w:rsid w:val="00E756D8"/>
    <w:rsid w:val="00E758DC"/>
    <w:rsid w:val="00E75C31"/>
    <w:rsid w:val="00E75EB6"/>
    <w:rsid w:val="00E7690D"/>
    <w:rsid w:val="00E7693D"/>
    <w:rsid w:val="00E7706C"/>
    <w:rsid w:val="00E7775B"/>
    <w:rsid w:val="00E77BE1"/>
    <w:rsid w:val="00E77DA1"/>
    <w:rsid w:val="00E77E62"/>
    <w:rsid w:val="00E77F3F"/>
    <w:rsid w:val="00E77F6D"/>
    <w:rsid w:val="00E80117"/>
    <w:rsid w:val="00E80DCF"/>
    <w:rsid w:val="00E8103E"/>
    <w:rsid w:val="00E81130"/>
    <w:rsid w:val="00E813EC"/>
    <w:rsid w:val="00E81502"/>
    <w:rsid w:val="00E81857"/>
    <w:rsid w:val="00E81A11"/>
    <w:rsid w:val="00E81AAB"/>
    <w:rsid w:val="00E81FC9"/>
    <w:rsid w:val="00E82290"/>
    <w:rsid w:val="00E82385"/>
    <w:rsid w:val="00E82477"/>
    <w:rsid w:val="00E827A9"/>
    <w:rsid w:val="00E82AF1"/>
    <w:rsid w:val="00E8330C"/>
    <w:rsid w:val="00E8361B"/>
    <w:rsid w:val="00E837AC"/>
    <w:rsid w:val="00E837BE"/>
    <w:rsid w:val="00E83AE5"/>
    <w:rsid w:val="00E83AEF"/>
    <w:rsid w:val="00E83B63"/>
    <w:rsid w:val="00E83BF8"/>
    <w:rsid w:val="00E83C4E"/>
    <w:rsid w:val="00E83E14"/>
    <w:rsid w:val="00E83FF0"/>
    <w:rsid w:val="00E84B4E"/>
    <w:rsid w:val="00E84D50"/>
    <w:rsid w:val="00E84DB8"/>
    <w:rsid w:val="00E850E5"/>
    <w:rsid w:val="00E856FB"/>
    <w:rsid w:val="00E85821"/>
    <w:rsid w:val="00E85BED"/>
    <w:rsid w:val="00E85C03"/>
    <w:rsid w:val="00E85C30"/>
    <w:rsid w:val="00E864BC"/>
    <w:rsid w:val="00E867BE"/>
    <w:rsid w:val="00E868BE"/>
    <w:rsid w:val="00E86A12"/>
    <w:rsid w:val="00E86AA5"/>
    <w:rsid w:val="00E86F55"/>
    <w:rsid w:val="00E875CF"/>
    <w:rsid w:val="00E87C20"/>
    <w:rsid w:val="00E87F10"/>
    <w:rsid w:val="00E9042A"/>
    <w:rsid w:val="00E90456"/>
    <w:rsid w:val="00E904A0"/>
    <w:rsid w:val="00E909CD"/>
    <w:rsid w:val="00E90D99"/>
    <w:rsid w:val="00E92718"/>
    <w:rsid w:val="00E9297E"/>
    <w:rsid w:val="00E92AD7"/>
    <w:rsid w:val="00E92C5F"/>
    <w:rsid w:val="00E93BBB"/>
    <w:rsid w:val="00E94361"/>
    <w:rsid w:val="00E943BF"/>
    <w:rsid w:val="00E9448D"/>
    <w:rsid w:val="00E94646"/>
    <w:rsid w:val="00E94980"/>
    <w:rsid w:val="00E94B73"/>
    <w:rsid w:val="00E94CB7"/>
    <w:rsid w:val="00E94DE4"/>
    <w:rsid w:val="00E94DF0"/>
    <w:rsid w:val="00E95016"/>
    <w:rsid w:val="00E95363"/>
    <w:rsid w:val="00E956C3"/>
    <w:rsid w:val="00E95882"/>
    <w:rsid w:val="00E95A71"/>
    <w:rsid w:val="00E961F5"/>
    <w:rsid w:val="00E9629C"/>
    <w:rsid w:val="00E9653B"/>
    <w:rsid w:val="00E969F4"/>
    <w:rsid w:val="00E96B9B"/>
    <w:rsid w:val="00E96D47"/>
    <w:rsid w:val="00E97BCA"/>
    <w:rsid w:val="00E97D71"/>
    <w:rsid w:val="00E97DDF"/>
    <w:rsid w:val="00E97F3F"/>
    <w:rsid w:val="00EA0110"/>
    <w:rsid w:val="00EA0298"/>
    <w:rsid w:val="00EA08E4"/>
    <w:rsid w:val="00EA0BFF"/>
    <w:rsid w:val="00EA15AF"/>
    <w:rsid w:val="00EA1894"/>
    <w:rsid w:val="00EA1D00"/>
    <w:rsid w:val="00EA1ED0"/>
    <w:rsid w:val="00EA1ED5"/>
    <w:rsid w:val="00EA255D"/>
    <w:rsid w:val="00EA27C7"/>
    <w:rsid w:val="00EA2EC8"/>
    <w:rsid w:val="00EA348F"/>
    <w:rsid w:val="00EA352F"/>
    <w:rsid w:val="00EA370C"/>
    <w:rsid w:val="00EA3E07"/>
    <w:rsid w:val="00EA42B0"/>
    <w:rsid w:val="00EA449F"/>
    <w:rsid w:val="00EA46EC"/>
    <w:rsid w:val="00EA476A"/>
    <w:rsid w:val="00EA47E8"/>
    <w:rsid w:val="00EA54CC"/>
    <w:rsid w:val="00EA5AE6"/>
    <w:rsid w:val="00EA5FD2"/>
    <w:rsid w:val="00EA6223"/>
    <w:rsid w:val="00EA6259"/>
    <w:rsid w:val="00EA6428"/>
    <w:rsid w:val="00EA6477"/>
    <w:rsid w:val="00EA67C9"/>
    <w:rsid w:val="00EA6875"/>
    <w:rsid w:val="00EA6CD2"/>
    <w:rsid w:val="00EA6DD5"/>
    <w:rsid w:val="00EA70CB"/>
    <w:rsid w:val="00EA73A6"/>
    <w:rsid w:val="00EA745A"/>
    <w:rsid w:val="00EA7A3F"/>
    <w:rsid w:val="00EB02AA"/>
    <w:rsid w:val="00EB04C3"/>
    <w:rsid w:val="00EB0DB1"/>
    <w:rsid w:val="00EB0FFF"/>
    <w:rsid w:val="00EB1335"/>
    <w:rsid w:val="00EB139A"/>
    <w:rsid w:val="00EB15E1"/>
    <w:rsid w:val="00EB181C"/>
    <w:rsid w:val="00EB1B84"/>
    <w:rsid w:val="00EB21CB"/>
    <w:rsid w:val="00EB4906"/>
    <w:rsid w:val="00EB4B68"/>
    <w:rsid w:val="00EB4BA6"/>
    <w:rsid w:val="00EB4F17"/>
    <w:rsid w:val="00EB5221"/>
    <w:rsid w:val="00EB522F"/>
    <w:rsid w:val="00EB52E4"/>
    <w:rsid w:val="00EB58C1"/>
    <w:rsid w:val="00EB5B09"/>
    <w:rsid w:val="00EB5BD9"/>
    <w:rsid w:val="00EB5F8E"/>
    <w:rsid w:val="00EB641E"/>
    <w:rsid w:val="00EB6673"/>
    <w:rsid w:val="00EB685C"/>
    <w:rsid w:val="00EB6B5C"/>
    <w:rsid w:val="00EB6C7B"/>
    <w:rsid w:val="00EB7A16"/>
    <w:rsid w:val="00EB7A64"/>
    <w:rsid w:val="00EB7E0E"/>
    <w:rsid w:val="00EC04F0"/>
    <w:rsid w:val="00EC08F0"/>
    <w:rsid w:val="00EC0DE8"/>
    <w:rsid w:val="00EC1214"/>
    <w:rsid w:val="00EC1633"/>
    <w:rsid w:val="00EC1EA4"/>
    <w:rsid w:val="00EC1F06"/>
    <w:rsid w:val="00EC27ED"/>
    <w:rsid w:val="00EC2818"/>
    <w:rsid w:val="00EC30D2"/>
    <w:rsid w:val="00EC3A9A"/>
    <w:rsid w:val="00EC40D2"/>
    <w:rsid w:val="00EC438F"/>
    <w:rsid w:val="00EC4C16"/>
    <w:rsid w:val="00EC4EBA"/>
    <w:rsid w:val="00EC5068"/>
    <w:rsid w:val="00EC53DE"/>
    <w:rsid w:val="00EC55E2"/>
    <w:rsid w:val="00EC566E"/>
    <w:rsid w:val="00EC588F"/>
    <w:rsid w:val="00EC5C57"/>
    <w:rsid w:val="00EC5FF4"/>
    <w:rsid w:val="00EC6213"/>
    <w:rsid w:val="00EC6432"/>
    <w:rsid w:val="00EC6AB6"/>
    <w:rsid w:val="00EC6D6D"/>
    <w:rsid w:val="00EC77F1"/>
    <w:rsid w:val="00EC798F"/>
    <w:rsid w:val="00EC7998"/>
    <w:rsid w:val="00EC7AB9"/>
    <w:rsid w:val="00EC7C1B"/>
    <w:rsid w:val="00ED01EE"/>
    <w:rsid w:val="00ED0205"/>
    <w:rsid w:val="00ED0B59"/>
    <w:rsid w:val="00ED0B73"/>
    <w:rsid w:val="00ED0EAD"/>
    <w:rsid w:val="00ED19D4"/>
    <w:rsid w:val="00ED1D0D"/>
    <w:rsid w:val="00ED1D0E"/>
    <w:rsid w:val="00ED1F48"/>
    <w:rsid w:val="00ED2107"/>
    <w:rsid w:val="00ED30BA"/>
    <w:rsid w:val="00ED3286"/>
    <w:rsid w:val="00ED3613"/>
    <w:rsid w:val="00ED365A"/>
    <w:rsid w:val="00ED3944"/>
    <w:rsid w:val="00ED3D4D"/>
    <w:rsid w:val="00ED454A"/>
    <w:rsid w:val="00ED4648"/>
    <w:rsid w:val="00ED4750"/>
    <w:rsid w:val="00ED4CF2"/>
    <w:rsid w:val="00ED4E0B"/>
    <w:rsid w:val="00ED4E9D"/>
    <w:rsid w:val="00ED4F1E"/>
    <w:rsid w:val="00ED522B"/>
    <w:rsid w:val="00ED52BD"/>
    <w:rsid w:val="00ED581C"/>
    <w:rsid w:val="00ED59C8"/>
    <w:rsid w:val="00ED6438"/>
    <w:rsid w:val="00ED64A4"/>
    <w:rsid w:val="00ED6500"/>
    <w:rsid w:val="00ED6820"/>
    <w:rsid w:val="00ED6898"/>
    <w:rsid w:val="00ED695C"/>
    <w:rsid w:val="00ED6DD9"/>
    <w:rsid w:val="00ED7797"/>
    <w:rsid w:val="00EE002E"/>
    <w:rsid w:val="00EE0852"/>
    <w:rsid w:val="00EE0AC3"/>
    <w:rsid w:val="00EE12BA"/>
    <w:rsid w:val="00EE1BD3"/>
    <w:rsid w:val="00EE1F08"/>
    <w:rsid w:val="00EE20ED"/>
    <w:rsid w:val="00EE2120"/>
    <w:rsid w:val="00EE2D37"/>
    <w:rsid w:val="00EE30BB"/>
    <w:rsid w:val="00EE3681"/>
    <w:rsid w:val="00EE3C75"/>
    <w:rsid w:val="00EE3C85"/>
    <w:rsid w:val="00EE3D43"/>
    <w:rsid w:val="00EE3F0E"/>
    <w:rsid w:val="00EE446E"/>
    <w:rsid w:val="00EE4477"/>
    <w:rsid w:val="00EE4502"/>
    <w:rsid w:val="00EE4623"/>
    <w:rsid w:val="00EE464E"/>
    <w:rsid w:val="00EE511B"/>
    <w:rsid w:val="00EE5896"/>
    <w:rsid w:val="00EE58D2"/>
    <w:rsid w:val="00EE5D35"/>
    <w:rsid w:val="00EE642C"/>
    <w:rsid w:val="00EE6793"/>
    <w:rsid w:val="00EE68B4"/>
    <w:rsid w:val="00EE7309"/>
    <w:rsid w:val="00EE748A"/>
    <w:rsid w:val="00EE7547"/>
    <w:rsid w:val="00EE7B7F"/>
    <w:rsid w:val="00EE7BCB"/>
    <w:rsid w:val="00EE7DE2"/>
    <w:rsid w:val="00EF03AF"/>
    <w:rsid w:val="00EF07F1"/>
    <w:rsid w:val="00EF09AA"/>
    <w:rsid w:val="00EF1103"/>
    <w:rsid w:val="00EF1531"/>
    <w:rsid w:val="00EF191C"/>
    <w:rsid w:val="00EF1BC2"/>
    <w:rsid w:val="00EF1D92"/>
    <w:rsid w:val="00EF1F42"/>
    <w:rsid w:val="00EF22DB"/>
    <w:rsid w:val="00EF2958"/>
    <w:rsid w:val="00EF2D3B"/>
    <w:rsid w:val="00EF2D6E"/>
    <w:rsid w:val="00EF2D9F"/>
    <w:rsid w:val="00EF30FE"/>
    <w:rsid w:val="00EF3A23"/>
    <w:rsid w:val="00EF3A42"/>
    <w:rsid w:val="00EF3A6F"/>
    <w:rsid w:val="00EF3D33"/>
    <w:rsid w:val="00EF4E5F"/>
    <w:rsid w:val="00EF51A6"/>
    <w:rsid w:val="00EF535A"/>
    <w:rsid w:val="00EF54D1"/>
    <w:rsid w:val="00EF5A41"/>
    <w:rsid w:val="00EF5BC2"/>
    <w:rsid w:val="00EF5F75"/>
    <w:rsid w:val="00EF649D"/>
    <w:rsid w:val="00EF6CBE"/>
    <w:rsid w:val="00EF7028"/>
    <w:rsid w:val="00EF71BB"/>
    <w:rsid w:val="00EF7C65"/>
    <w:rsid w:val="00EF7CEC"/>
    <w:rsid w:val="00F000AF"/>
    <w:rsid w:val="00F00685"/>
    <w:rsid w:val="00F00AB6"/>
    <w:rsid w:val="00F00DF1"/>
    <w:rsid w:val="00F00E44"/>
    <w:rsid w:val="00F00F5E"/>
    <w:rsid w:val="00F01090"/>
    <w:rsid w:val="00F0177C"/>
    <w:rsid w:val="00F017ED"/>
    <w:rsid w:val="00F01BEE"/>
    <w:rsid w:val="00F01D82"/>
    <w:rsid w:val="00F01E46"/>
    <w:rsid w:val="00F02A73"/>
    <w:rsid w:val="00F02DD8"/>
    <w:rsid w:val="00F03445"/>
    <w:rsid w:val="00F038F1"/>
    <w:rsid w:val="00F0405E"/>
    <w:rsid w:val="00F048BE"/>
    <w:rsid w:val="00F0498F"/>
    <w:rsid w:val="00F04C41"/>
    <w:rsid w:val="00F0539C"/>
    <w:rsid w:val="00F05681"/>
    <w:rsid w:val="00F061EA"/>
    <w:rsid w:val="00F061F7"/>
    <w:rsid w:val="00F0659D"/>
    <w:rsid w:val="00F065CC"/>
    <w:rsid w:val="00F0662C"/>
    <w:rsid w:val="00F06711"/>
    <w:rsid w:val="00F06899"/>
    <w:rsid w:val="00F068D3"/>
    <w:rsid w:val="00F06DDE"/>
    <w:rsid w:val="00F0763A"/>
    <w:rsid w:val="00F103C7"/>
    <w:rsid w:val="00F10572"/>
    <w:rsid w:val="00F10C02"/>
    <w:rsid w:val="00F10D4A"/>
    <w:rsid w:val="00F113AA"/>
    <w:rsid w:val="00F11C95"/>
    <w:rsid w:val="00F11F81"/>
    <w:rsid w:val="00F120AC"/>
    <w:rsid w:val="00F1261C"/>
    <w:rsid w:val="00F1265E"/>
    <w:rsid w:val="00F12A09"/>
    <w:rsid w:val="00F12E28"/>
    <w:rsid w:val="00F12FDF"/>
    <w:rsid w:val="00F130A2"/>
    <w:rsid w:val="00F13578"/>
    <w:rsid w:val="00F13F54"/>
    <w:rsid w:val="00F14B54"/>
    <w:rsid w:val="00F14C02"/>
    <w:rsid w:val="00F1591F"/>
    <w:rsid w:val="00F1759C"/>
    <w:rsid w:val="00F17783"/>
    <w:rsid w:val="00F17895"/>
    <w:rsid w:val="00F17D57"/>
    <w:rsid w:val="00F17F2F"/>
    <w:rsid w:val="00F17F63"/>
    <w:rsid w:val="00F20F2E"/>
    <w:rsid w:val="00F21256"/>
    <w:rsid w:val="00F21D09"/>
    <w:rsid w:val="00F22254"/>
    <w:rsid w:val="00F2240A"/>
    <w:rsid w:val="00F22849"/>
    <w:rsid w:val="00F229D4"/>
    <w:rsid w:val="00F22C10"/>
    <w:rsid w:val="00F22CE6"/>
    <w:rsid w:val="00F22F5C"/>
    <w:rsid w:val="00F230AE"/>
    <w:rsid w:val="00F23208"/>
    <w:rsid w:val="00F23D8E"/>
    <w:rsid w:val="00F24476"/>
    <w:rsid w:val="00F244EC"/>
    <w:rsid w:val="00F2455C"/>
    <w:rsid w:val="00F24743"/>
    <w:rsid w:val="00F25718"/>
    <w:rsid w:val="00F259BA"/>
    <w:rsid w:val="00F2610A"/>
    <w:rsid w:val="00F26904"/>
    <w:rsid w:val="00F26ECC"/>
    <w:rsid w:val="00F278E5"/>
    <w:rsid w:val="00F2797F"/>
    <w:rsid w:val="00F30190"/>
    <w:rsid w:val="00F301E7"/>
    <w:rsid w:val="00F3027A"/>
    <w:rsid w:val="00F30468"/>
    <w:rsid w:val="00F304E6"/>
    <w:rsid w:val="00F304E8"/>
    <w:rsid w:val="00F3082F"/>
    <w:rsid w:val="00F3103D"/>
    <w:rsid w:val="00F311F4"/>
    <w:rsid w:val="00F312A3"/>
    <w:rsid w:val="00F31493"/>
    <w:rsid w:val="00F31C81"/>
    <w:rsid w:val="00F31D0B"/>
    <w:rsid w:val="00F325C4"/>
    <w:rsid w:val="00F32C32"/>
    <w:rsid w:val="00F33128"/>
    <w:rsid w:val="00F33282"/>
    <w:rsid w:val="00F33DE3"/>
    <w:rsid w:val="00F33FDE"/>
    <w:rsid w:val="00F341C3"/>
    <w:rsid w:val="00F3439E"/>
    <w:rsid w:val="00F343C9"/>
    <w:rsid w:val="00F34514"/>
    <w:rsid w:val="00F346EC"/>
    <w:rsid w:val="00F3476A"/>
    <w:rsid w:val="00F35A19"/>
    <w:rsid w:val="00F35DD9"/>
    <w:rsid w:val="00F35FC3"/>
    <w:rsid w:val="00F369A1"/>
    <w:rsid w:val="00F370D7"/>
    <w:rsid w:val="00F3715D"/>
    <w:rsid w:val="00F37BD8"/>
    <w:rsid w:val="00F4003B"/>
    <w:rsid w:val="00F401AA"/>
    <w:rsid w:val="00F401D9"/>
    <w:rsid w:val="00F40A17"/>
    <w:rsid w:val="00F40CBF"/>
    <w:rsid w:val="00F40E48"/>
    <w:rsid w:val="00F410F6"/>
    <w:rsid w:val="00F419AD"/>
    <w:rsid w:val="00F4200F"/>
    <w:rsid w:val="00F420A6"/>
    <w:rsid w:val="00F4216A"/>
    <w:rsid w:val="00F42FBD"/>
    <w:rsid w:val="00F44956"/>
    <w:rsid w:val="00F44D58"/>
    <w:rsid w:val="00F44E33"/>
    <w:rsid w:val="00F45F67"/>
    <w:rsid w:val="00F46224"/>
    <w:rsid w:val="00F465F3"/>
    <w:rsid w:val="00F46766"/>
    <w:rsid w:val="00F47222"/>
    <w:rsid w:val="00F472EA"/>
    <w:rsid w:val="00F475A0"/>
    <w:rsid w:val="00F4767B"/>
    <w:rsid w:val="00F476B0"/>
    <w:rsid w:val="00F476F6"/>
    <w:rsid w:val="00F47AB9"/>
    <w:rsid w:val="00F47B80"/>
    <w:rsid w:val="00F47E4B"/>
    <w:rsid w:val="00F500FE"/>
    <w:rsid w:val="00F5022C"/>
    <w:rsid w:val="00F50D1F"/>
    <w:rsid w:val="00F51036"/>
    <w:rsid w:val="00F5151B"/>
    <w:rsid w:val="00F51986"/>
    <w:rsid w:val="00F52A44"/>
    <w:rsid w:val="00F532AB"/>
    <w:rsid w:val="00F53EEF"/>
    <w:rsid w:val="00F542FD"/>
    <w:rsid w:val="00F54529"/>
    <w:rsid w:val="00F5463F"/>
    <w:rsid w:val="00F547EB"/>
    <w:rsid w:val="00F5497A"/>
    <w:rsid w:val="00F549AB"/>
    <w:rsid w:val="00F54E72"/>
    <w:rsid w:val="00F55093"/>
    <w:rsid w:val="00F55323"/>
    <w:rsid w:val="00F559B9"/>
    <w:rsid w:val="00F5643C"/>
    <w:rsid w:val="00F56550"/>
    <w:rsid w:val="00F56835"/>
    <w:rsid w:val="00F56841"/>
    <w:rsid w:val="00F56A95"/>
    <w:rsid w:val="00F57036"/>
    <w:rsid w:val="00F60DB6"/>
    <w:rsid w:val="00F61085"/>
    <w:rsid w:val="00F61484"/>
    <w:rsid w:val="00F6173B"/>
    <w:rsid w:val="00F619B2"/>
    <w:rsid w:val="00F61FB9"/>
    <w:rsid w:val="00F61FF5"/>
    <w:rsid w:val="00F6294D"/>
    <w:rsid w:val="00F62CF7"/>
    <w:rsid w:val="00F6324D"/>
    <w:rsid w:val="00F6362A"/>
    <w:rsid w:val="00F6388E"/>
    <w:rsid w:val="00F63B38"/>
    <w:rsid w:val="00F6420A"/>
    <w:rsid w:val="00F6478A"/>
    <w:rsid w:val="00F647DD"/>
    <w:rsid w:val="00F64DD1"/>
    <w:rsid w:val="00F65584"/>
    <w:rsid w:val="00F659C9"/>
    <w:rsid w:val="00F6616B"/>
    <w:rsid w:val="00F661FC"/>
    <w:rsid w:val="00F66417"/>
    <w:rsid w:val="00F665D2"/>
    <w:rsid w:val="00F66AAD"/>
    <w:rsid w:val="00F66C9E"/>
    <w:rsid w:val="00F6732D"/>
    <w:rsid w:val="00F676A4"/>
    <w:rsid w:val="00F67C8F"/>
    <w:rsid w:val="00F70535"/>
    <w:rsid w:val="00F7061F"/>
    <w:rsid w:val="00F707C4"/>
    <w:rsid w:val="00F70FBC"/>
    <w:rsid w:val="00F71930"/>
    <w:rsid w:val="00F71D7C"/>
    <w:rsid w:val="00F71ED8"/>
    <w:rsid w:val="00F7241A"/>
    <w:rsid w:val="00F7264A"/>
    <w:rsid w:val="00F7278B"/>
    <w:rsid w:val="00F72B9C"/>
    <w:rsid w:val="00F7304F"/>
    <w:rsid w:val="00F73061"/>
    <w:rsid w:val="00F7324E"/>
    <w:rsid w:val="00F732CD"/>
    <w:rsid w:val="00F732DC"/>
    <w:rsid w:val="00F73930"/>
    <w:rsid w:val="00F7395C"/>
    <w:rsid w:val="00F741CD"/>
    <w:rsid w:val="00F74C5B"/>
    <w:rsid w:val="00F751C0"/>
    <w:rsid w:val="00F7554C"/>
    <w:rsid w:val="00F7573B"/>
    <w:rsid w:val="00F75F16"/>
    <w:rsid w:val="00F762A3"/>
    <w:rsid w:val="00F765CC"/>
    <w:rsid w:val="00F76A60"/>
    <w:rsid w:val="00F76B13"/>
    <w:rsid w:val="00F76F71"/>
    <w:rsid w:val="00F76F77"/>
    <w:rsid w:val="00F77125"/>
    <w:rsid w:val="00F77AC6"/>
    <w:rsid w:val="00F80208"/>
    <w:rsid w:val="00F80890"/>
    <w:rsid w:val="00F8091E"/>
    <w:rsid w:val="00F80AAC"/>
    <w:rsid w:val="00F81111"/>
    <w:rsid w:val="00F819E3"/>
    <w:rsid w:val="00F81B69"/>
    <w:rsid w:val="00F81C1A"/>
    <w:rsid w:val="00F8228E"/>
    <w:rsid w:val="00F82734"/>
    <w:rsid w:val="00F8279B"/>
    <w:rsid w:val="00F82908"/>
    <w:rsid w:val="00F82B32"/>
    <w:rsid w:val="00F82EA9"/>
    <w:rsid w:val="00F8379E"/>
    <w:rsid w:val="00F84272"/>
    <w:rsid w:val="00F84615"/>
    <w:rsid w:val="00F84AA5"/>
    <w:rsid w:val="00F84E48"/>
    <w:rsid w:val="00F8506C"/>
    <w:rsid w:val="00F85A49"/>
    <w:rsid w:val="00F85B71"/>
    <w:rsid w:val="00F85DA3"/>
    <w:rsid w:val="00F868C3"/>
    <w:rsid w:val="00F8692E"/>
    <w:rsid w:val="00F86962"/>
    <w:rsid w:val="00F877EF"/>
    <w:rsid w:val="00F87837"/>
    <w:rsid w:val="00F879AA"/>
    <w:rsid w:val="00F87DBE"/>
    <w:rsid w:val="00F90652"/>
    <w:rsid w:val="00F909E2"/>
    <w:rsid w:val="00F90F22"/>
    <w:rsid w:val="00F9114A"/>
    <w:rsid w:val="00F9170E"/>
    <w:rsid w:val="00F919DD"/>
    <w:rsid w:val="00F91ABC"/>
    <w:rsid w:val="00F91C45"/>
    <w:rsid w:val="00F92370"/>
    <w:rsid w:val="00F92500"/>
    <w:rsid w:val="00F9303B"/>
    <w:rsid w:val="00F93073"/>
    <w:rsid w:val="00F93C47"/>
    <w:rsid w:val="00F93D17"/>
    <w:rsid w:val="00F944E1"/>
    <w:rsid w:val="00F94717"/>
    <w:rsid w:val="00F94F52"/>
    <w:rsid w:val="00F94F53"/>
    <w:rsid w:val="00F952CE"/>
    <w:rsid w:val="00F9592C"/>
    <w:rsid w:val="00F95A56"/>
    <w:rsid w:val="00F95EF8"/>
    <w:rsid w:val="00F95F3D"/>
    <w:rsid w:val="00F95FD2"/>
    <w:rsid w:val="00F96809"/>
    <w:rsid w:val="00F96CB5"/>
    <w:rsid w:val="00F974C5"/>
    <w:rsid w:val="00F97878"/>
    <w:rsid w:val="00F97C1C"/>
    <w:rsid w:val="00F97FE1"/>
    <w:rsid w:val="00FA063F"/>
    <w:rsid w:val="00FA09B0"/>
    <w:rsid w:val="00FA11A0"/>
    <w:rsid w:val="00FA174D"/>
    <w:rsid w:val="00FA1B0A"/>
    <w:rsid w:val="00FA22D6"/>
    <w:rsid w:val="00FA28BA"/>
    <w:rsid w:val="00FA2967"/>
    <w:rsid w:val="00FA2C06"/>
    <w:rsid w:val="00FA2D1E"/>
    <w:rsid w:val="00FA348D"/>
    <w:rsid w:val="00FA3527"/>
    <w:rsid w:val="00FA3CC7"/>
    <w:rsid w:val="00FA438F"/>
    <w:rsid w:val="00FA4556"/>
    <w:rsid w:val="00FA49E3"/>
    <w:rsid w:val="00FA4CBC"/>
    <w:rsid w:val="00FA4CD5"/>
    <w:rsid w:val="00FA4F4F"/>
    <w:rsid w:val="00FA50BD"/>
    <w:rsid w:val="00FA52D3"/>
    <w:rsid w:val="00FA5419"/>
    <w:rsid w:val="00FA58D3"/>
    <w:rsid w:val="00FA5F69"/>
    <w:rsid w:val="00FA639A"/>
    <w:rsid w:val="00FA64B8"/>
    <w:rsid w:val="00FA71DF"/>
    <w:rsid w:val="00FA743E"/>
    <w:rsid w:val="00FA7886"/>
    <w:rsid w:val="00FA7CA2"/>
    <w:rsid w:val="00FA7D28"/>
    <w:rsid w:val="00FB0979"/>
    <w:rsid w:val="00FB120C"/>
    <w:rsid w:val="00FB19D6"/>
    <w:rsid w:val="00FB1BD6"/>
    <w:rsid w:val="00FB20C5"/>
    <w:rsid w:val="00FB20E8"/>
    <w:rsid w:val="00FB2429"/>
    <w:rsid w:val="00FB277C"/>
    <w:rsid w:val="00FB2966"/>
    <w:rsid w:val="00FB2F0A"/>
    <w:rsid w:val="00FB30C4"/>
    <w:rsid w:val="00FB3E00"/>
    <w:rsid w:val="00FB4608"/>
    <w:rsid w:val="00FB4804"/>
    <w:rsid w:val="00FB5229"/>
    <w:rsid w:val="00FB5D53"/>
    <w:rsid w:val="00FB6D02"/>
    <w:rsid w:val="00FB6E71"/>
    <w:rsid w:val="00FB7DBB"/>
    <w:rsid w:val="00FC074A"/>
    <w:rsid w:val="00FC0C16"/>
    <w:rsid w:val="00FC1B01"/>
    <w:rsid w:val="00FC1F33"/>
    <w:rsid w:val="00FC2053"/>
    <w:rsid w:val="00FC242B"/>
    <w:rsid w:val="00FC26D8"/>
    <w:rsid w:val="00FC2DDF"/>
    <w:rsid w:val="00FC3684"/>
    <w:rsid w:val="00FC4278"/>
    <w:rsid w:val="00FC46EA"/>
    <w:rsid w:val="00FC4D18"/>
    <w:rsid w:val="00FC5155"/>
    <w:rsid w:val="00FC5346"/>
    <w:rsid w:val="00FC54A1"/>
    <w:rsid w:val="00FC5873"/>
    <w:rsid w:val="00FC58D5"/>
    <w:rsid w:val="00FC5A4C"/>
    <w:rsid w:val="00FC6741"/>
    <w:rsid w:val="00FC76DD"/>
    <w:rsid w:val="00FC7EB3"/>
    <w:rsid w:val="00FC7EB9"/>
    <w:rsid w:val="00FC7F65"/>
    <w:rsid w:val="00FD0118"/>
    <w:rsid w:val="00FD039B"/>
    <w:rsid w:val="00FD07C8"/>
    <w:rsid w:val="00FD07F4"/>
    <w:rsid w:val="00FD0B80"/>
    <w:rsid w:val="00FD0F67"/>
    <w:rsid w:val="00FD1193"/>
    <w:rsid w:val="00FD1276"/>
    <w:rsid w:val="00FD13B6"/>
    <w:rsid w:val="00FD1D7F"/>
    <w:rsid w:val="00FD1E95"/>
    <w:rsid w:val="00FD211A"/>
    <w:rsid w:val="00FD225D"/>
    <w:rsid w:val="00FD2302"/>
    <w:rsid w:val="00FD27D5"/>
    <w:rsid w:val="00FD2C43"/>
    <w:rsid w:val="00FD2DC1"/>
    <w:rsid w:val="00FD3ABA"/>
    <w:rsid w:val="00FD3BDB"/>
    <w:rsid w:val="00FD3C8D"/>
    <w:rsid w:val="00FD409B"/>
    <w:rsid w:val="00FD4978"/>
    <w:rsid w:val="00FD5148"/>
    <w:rsid w:val="00FD5A8D"/>
    <w:rsid w:val="00FD5ACC"/>
    <w:rsid w:val="00FD5ADF"/>
    <w:rsid w:val="00FD5B1B"/>
    <w:rsid w:val="00FD5CD0"/>
    <w:rsid w:val="00FD66F5"/>
    <w:rsid w:val="00FD69C0"/>
    <w:rsid w:val="00FD6DDE"/>
    <w:rsid w:val="00FD6F29"/>
    <w:rsid w:val="00FD73D9"/>
    <w:rsid w:val="00FD7AEC"/>
    <w:rsid w:val="00FD7CDA"/>
    <w:rsid w:val="00FD7D04"/>
    <w:rsid w:val="00FE0344"/>
    <w:rsid w:val="00FE0C1F"/>
    <w:rsid w:val="00FE111E"/>
    <w:rsid w:val="00FE1403"/>
    <w:rsid w:val="00FE1894"/>
    <w:rsid w:val="00FE1B54"/>
    <w:rsid w:val="00FE1FF7"/>
    <w:rsid w:val="00FE29A6"/>
    <w:rsid w:val="00FE34AE"/>
    <w:rsid w:val="00FE35D1"/>
    <w:rsid w:val="00FE3858"/>
    <w:rsid w:val="00FE3D0C"/>
    <w:rsid w:val="00FE4121"/>
    <w:rsid w:val="00FE48F9"/>
    <w:rsid w:val="00FE5790"/>
    <w:rsid w:val="00FE59AB"/>
    <w:rsid w:val="00FE68ED"/>
    <w:rsid w:val="00FE7761"/>
    <w:rsid w:val="00FE78E5"/>
    <w:rsid w:val="00FE7A8B"/>
    <w:rsid w:val="00FE7AE5"/>
    <w:rsid w:val="00FE7CB3"/>
    <w:rsid w:val="00FF0072"/>
    <w:rsid w:val="00FF0095"/>
    <w:rsid w:val="00FF033B"/>
    <w:rsid w:val="00FF0634"/>
    <w:rsid w:val="00FF07F3"/>
    <w:rsid w:val="00FF09B1"/>
    <w:rsid w:val="00FF0BE4"/>
    <w:rsid w:val="00FF0CB2"/>
    <w:rsid w:val="00FF0F49"/>
    <w:rsid w:val="00FF0F7F"/>
    <w:rsid w:val="00FF1229"/>
    <w:rsid w:val="00FF18E0"/>
    <w:rsid w:val="00FF20AB"/>
    <w:rsid w:val="00FF228F"/>
    <w:rsid w:val="00FF2D78"/>
    <w:rsid w:val="00FF3333"/>
    <w:rsid w:val="00FF3659"/>
    <w:rsid w:val="00FF369C"/>
    <w:rsid w:val="00FF3B7D"/>
    <w:rsid w:val="00FF3F86"/>
    <w:rsid w:val="00FF410C"/>
    <w:rsid w:val="00FF46AD"/>
    <w:rsid w:val="00FF4878"/>
    <w:rsid w:val="00FF4DDA"/>
    <w:rsid w:val="00FF52D0"/>
    <w:rsid w:val="00FF5738"/>
    <w:rsid w:val="00FF62F4"/>
    <w:rsid w:val="00FF65C6"/>
    <w:rsid w:val="00FF6985"/>
    <w:rsid w:val="00FF781A"/>
    <w:rsid w:val="00FF79D8"/>
    <w:rsid w:val="04666496"/>
    <w:rsid w:val="0ADC85E2"/>
    <w:rsid w:val="1A7F707D"/>
    <w:rsid w:val="1EBA22DA"/>
    <w:rsid w:val="217A5B55"/>
    <w:rsid w:val="241DBDA1"/>
    <w:rsid w:val="2B0BFD19"/>
    <w:rsid w:val="2F4D937E"/>
    <w:rsid w:val="34F771B5"/>
    <w:rsid w:val="468AE35E"/>
    <w:rsid w:val="46D1DA42"/>
    <w:rsid w:val="480572BC"/>
    <w:rsid w:val="4C08B594"/>
    <w:rsid w:val="57EBBFEF"/>
    <w:rsid w:val="5DB0244E"/>
    <w:rsid w:val="5F79AF56"/>
    <w:rsid w:val="62B07119"/>
    <w:rsid w:val="68823C63"/>
    <w:rsid w:val="6C2CA0B2"/>
    <w:rsid w:val="70DB6E37"/>
    <w:rsid w:val="7681B3FF"/>
    <w:rsid w:val="78820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CF15D1"/>
  <w15:chartTrackingRefBased/>
  <w15:docId w15:val="{4951D25D-5C52-460C-AEA9-E59C2345A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978"/>
  </w:style>
  <w:style w:type="paragraph" w:styleId="Heading1">
    <w:name w:val="heading 1"/>
    <w:basedOn w:val="Normal"/>
    <w:next w:val="Normal"/>
    <w:link w:val="Heading1Char"/>
    <w:uiPriority w:val="9"/>
    <w:qFormat/>
    <w:rsid w:val="0082046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47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62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75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54A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751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7518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751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751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04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3472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4622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75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54A4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7518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7518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75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75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3C69"/>
  </w:style>
  <w:style w:type="paragraph" w:styleId="TOC1">
    <w:name w:val="toc 1"/>
    <w:basedOn w:val="Normal"/>
    <w:next w:val="Normal"/>
    <w:autoRedefine/>
    <w:uiPriority w:val="39"/>
    <w:unhideWhenUsed/>
    <w:rsid w:val="004D44B9"/>
    <w:pPr>
      <w:tabs>
        <w:tab w:val="left" w:pos="660"/>
        <w:tab w:val="right" w:leader="dot" w:pos="15026"/>
      </w:tabs>
      <w:spacing w:after="100" w:line="276" w:lineRule="auto"/>
    </w:pPr>
  </w:style>
  <w:style w:type="paragraph" w:styleId="Footer">
    <w:name w:val="footer"/>
    <w:basedOn w:val="Normal"/>
    <w:link w:val="FooterChar"/>
    <w:uiPriority w:val="99"/>
    <w:unhideWhenUsed/>
    <w:rsid w:val="00213C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3C69"/>
  </w:style>
  <w:style w:type="paragraph" w:styleId="ListParagraph">
    <w:name w:val="List Paragraph"/>
    <w:aliases w:val="Table of contents numbered,numbers normal cal,List Paragraph1,Riana Table Bullets 1,List Paragraph - 2,Grey Bullet List,Grey Bullet Style,Table bullet,Paragraph,Paragraphe de liste PBLH,Normal bullet 2,Bullet list,List Para 1,Heading 2 MS"/>
    <w:basedOn w:val="Normal"/>
    <w:link w:val="ListParagraphChar"/>
    <w:uiPriority w:val="34"/>
    <w:qFormat/>
    <w:rsid w:val="005E5F08"/>
    <w:pPr>
      <w:ind w:left="720"/>
      <w:contextualSpacing/>
    </w:pPr>
  </w:style>
  <w:style w:type="character" w:customStyle="1" w:styleId="ListParagraphChar">
    <w:name w:val="List Paragraph Char"/>
    <w:aliases w:val="Table of contents numbered Char,numbers normal cal Char,List Paragraph1 Char,Riana Table Bullets 1 Char,List Paragraph - 2 Char,Grey Bullet List Char,Grey Bullet Style Char,Table bullet Char,Paragraph Char,Normal bullet 2 Char"/>
    <w:link w:val="ListParagraph"/>
    <w:uiPriority w:val="34"/>
    <w:locked/>
    <w:rsid w:val="0085508C"/>
  </w:style>
  <w:style w:type="paragraph" w:styleId="TOCHeading">
    <w:name w:val="TOC Heading"/>
    <w:basedOn w:val="Heading1"/>
    <w:next w:val="Normal"/>
    <w:uiPriority w:val="39"/>
    <w:unhideWhenUsed/>
    <w:qFormat/>
    <w:rsid w:val="00B651DA"/>
    <w:pPr>
      <w:outlineLvl w:val="9"/>
    </w:pPr>
    <w:rPr>
      <w:lang w:val="en-US"/>
    </w:rPr>
  </w:style>
  <w:style w:type="paragraph" w:styleId="TOC2">
    <w:name w:val="toc 2"/>
    <w:basedOn w:val="Normal"/>
    <w:next w:val="Normal"/>
    <w:autoRedefine/>
    <w:uiPriority w:val="39"/>
    <w:unhideWhenUsed/>
    <w:rsid w:val="00B651DA"/>
    <w:pPr>
      <w:spacing w:after="100"/>
      <w:ind w:left="220"/>
    </w:pPr>
    <w:rPr>
      <w:rFonts w:eastAsiaTheme="minorEastAsia" w:cs="Times New Roman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B651DA"/>
    <w:pPr>
      <w:spacing w:after="100"/>
      <w:ind w:left="440"/>
    </w:pPr>
    <w:rPr>
      <w:rFonts w:eastAsiaTheme="minorEastAsia" w:cs="Times New Roman"/>
      <w:lang w:val="en-US"/>
    </w:rPr>
  </w:style>
  <w:style w:type="table" w:styleId="TableGrid">
    <w:name w:val="Table Grid"/>
    <w:basedOn w:val="TableNormal"/>
    <w:uiPriority w:val="39"/>
    <w:rsid w:val="002E72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">
    <w:name w:val="Grid Table 6 Colorful"/>
    <w:basedOn w:val="TableNormal"/>
    <w:uiPriority w:val="51"/>
    <w:rsid w:val="002E722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484AE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4AE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84AE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C77DF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7A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568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68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68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8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86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136B6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5900DF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660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cf01">
    <w:name w:val="cf01"/>
    <w:basedOn w:val="DefaultParagraphFont"/>
    <w:rsid w:val="0076608E"/>
    <w:rPr>
      <w:rFonts w:ascii="Segoe UI" w:hAnsi="Segoe UI" w:cs="Segoe UI" w:hint="default"/>
      <w:b/>
      <w:bCs/>
      <w:color w:val="262626"/>
      <w:sz w:val="28"/>
      <w:szCs w:val="28"/>
    </w:rPr>
  </w:style>
  <w:style w:type="paragraph" w:customStyle="1" w:styleId="Default">
    <w:name w:val="Default"/>
    <w:rsid w:val="004D38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ageNumber">
    <w:name w:val="page number"/>
    <w:basedOn w:val="DefaultParagraphFont"/>
    <w:rsid w:val="00003976"/>
  </w:style>
  <w:style w:type="paragraph" w:styleId="TableofFigures">
    <w:name w:val="table of figures"/>
    <w:basedOn w:val="Normal"/>
    <w:next w:val="Normal"/>
    <w:uiPriority w:val="99"/>
    <w:unhideWhenUsed/>
    <w:rsid w:val="00003976"/>
    <w:pPr>
      <w:spacing w:after="0"/>
    </w:pPr>
  </w:style>
  <w:style w:type="paragraph" w:customStyle="1" w:styleId="TablesandFigures">
    <w:name w:val="Tables and Figures"/>
    <w:basedOn w:val="Caption"/>
    <w:link w:val="TablesandFiguresChar"/>
    <w:qFormat/>
    <w:rsid w:val="00003976"/>
    <w:pPr>
      <w:keepNext/>
      <w:spacing w:after="0"/>
    </w:pPr>
    <w:rPr>
      <w:rFonts w:ascii="Arial Narrow" w:hAnsi="Arial Narrow"/>
      <w:b/>
      <w:i w:val="0"/>
      <w:color w:val="F39301"/>
      <w:sz w:val="22"/>
      <w:szCs w:val="22"/>
    </w:rPr>
  </w:style>
  <w:style w:type="character" w:customStyle="1" w:styleId="TablesandFiguresChar">
    <w:name w:val="Tables and Figures Char"/>
    <w:basedOn w:val="DefaultParagraphFont"/>
    <w:link w:val="TablesandFigures"/>
    <w:rsid w:val="00003976"/>
    <w:rPr>
      <w:rFonts w:ascii="Arial Narrow" w:hAnsi="Arial Narrow"/>
      <w:b/>
      <w:iCs/>
      <w:color w:val="F3930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0397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8E032D"/>
    <w:rPr>
      <w:i/>
      <w:i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85D4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5D4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5D46"/>
    <w:rPr>
      <w:vertAlign w:val="superscript"/>
    </w:rPr>
  </w:style>
  <w:style w:type="paragraph" w:customStyle="1" w:styleId="msonormal0">
    <w:name w:val="msonormal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customStyle="1" w:styleId="font5">
    <w:name w:val="font5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en-ZA"/>
    </w:rPr>
  </w:style>
  <w:style w:type="paragraph" w:customStyle="1" w:styleId="font6">
    <w:name w:val="font6"/>
    <w:basedOn w:val="Normal"/>
    <w:rsid w:val="00842C2A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en-ZA"/>
    </w:rPr>
  </w:style>
  <w:style w:type="paragraph" w:customStyle="1" w:styleId="xl77">
    <w:name w:val="xl77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8">
    <w:name w:val="xl78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79">
    <w:name w:val="xl79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0">
    <w:name w:val="xl80"/>
    <w:basedOn w:val="Normal"/>
    <w:rsid w:val="00842C2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1">
    <w:name w:val="xl8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2">
    <w:name w:val="xl8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3">
    <w:name w:val="xl8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4">
    <w:name w:val="xl8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3930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85">
    <w:name w:val="xl8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6">
    <w:name w:val="xl8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7">
    <w:name w:val="xl8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8">
    <w:name w:val="xl8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89">
    <w:name w:val="xl89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0">
    <w:name w:val="xl9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1">
    <w:name w:val="xl9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2">
    <w:name w:val="xl9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3">
    <w:name w:val="xl9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4">
    <w:name w:val="xl94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5">
    <w:name w:val="xl9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6">
    <w:name w:val="xl9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7">
    <w:name w:val="xl97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98">
    <w:name w:val="xl98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99">
    <w:name w:val="xl99"/>
    <w:basedOn w:val="Normal"/>
    <w:rsid w:val="00842C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0">
    <w:name w:val="xl100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1">
    <w:name w:val="xl101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2">
    <w:name w:val="xl102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3">
    <w:name w:val="xl103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xl104">
    <w:name w:val="xl104"/>
    <w:basedOn w:val="Normal"/>
    <w:rsid w:val="00842C2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5">
    <w:name w:val="xl105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en-ZA"/>
    </w:rPr>
  </w:style>
  <w:style w:type="paragraph" w:customStyle="1" w:styleId="xl106">
    <w:name w:val="xl106"/>
    <w:basedOn w:val="Normal"/>
    <w:rsid w:val="00842C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FFFF"/>
      <w:sz w:val="20"/>
      <w:szCs w:val="20"/>
      <w:lang w:eastAsia="en-ZA"/>
    </w:rPr>
  </w:style>
  <w:style w:type="paragraph" w:customStyle="1" w:styleId="Stylenew">
    <w:name w:val="Style new"/>
    <w:basedOn w:val="TablesandFigures"/>
    <w:link w:val="StylenewChar"/>
    <w:qFormat/>
    <w:rsid w:val="005B6C7E"/>
    <w:pPr>
      <w:spacing w:line="276" w:lineRule="auto"/>
      <w:ind w:left="567"/>
    </w:pPr>
    <w:rPr>
      <w:color w:val="DD5E15"/>
    </w:rPr>
  </w:style>
  <w:style w:type="character" w:customStyle="1" w:styleId="StylenewChar">
    <w:name w:val="Style new Char"/>
    <w:basedOn w:val="TablesandFiguresChar"/>
    <w:link w:val="Stylenew"/>
    <w:rsid w:val="005B6C7E"/>
    <w:rPr>
      <w:rFonts w:ascii="Arial Narrow" w:hAnsi="Arial Narrow"/>
      <w:b/>
      <w:iCs/>
      <w:color w:val="DD5E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4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7956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210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114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594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0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8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4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1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3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0797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4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39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97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81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26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39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9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1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9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835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40207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3866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4104">
          <w:marLeft w:val="85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6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364840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817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17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5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1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0165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2261">
          <w:marLeft w:val="9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9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1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9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6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4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327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zwe%20Mngomezulu\Downloads\Monthly%20report%20template%20Edit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5e3bf4-a475-444a-9952-8aa2e0d6f63d" xsi:nil="true"/>
    <lcf76f155ced4ddcb4097134ff3c332f xmlns="55221c09-c7ff-418a-af03-84180da6f5d4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91A3B489D1BA40841A9B61ADD4E4A2" ma:contentTypeVersion="18" ma:contentTypeDescription="Create a new document." ma:contentTypeScope="" ma:versionID="92205ddc37e69a8f01a6e5a5c056dfab">
  <xsd:schema xmlns:xsd="http://www.w3.org/2001/XMLSchema" xmlns:xs="http://www.w3.org/2001/XMLSchema" xmlns:p="http://schemas.microsoft.com/office/2006/metadata/properties" xmlns:ns2="2c5e3bf4-a475-444a-9952-8aa2e0d6f63d" xmlns:ns3="55221c09-c7ff-418a-af03-84180da6f5d4" targetNamespace="http://schemas.microsoft.com/office/2006/metadata/properties" ma:root="true" ma:fieldsID="91d129447d07883368746379ca42b9f5" ns2:_="" ns3:_="">
    <xsd:import namespace="2c5e3bf4-a475-444a-9952-8aa2e0d6f63d"/>
    <xsd:import namespace="55221c09-c7ff-418a-af03-84180da6f5d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e3bf4-a475-444a-9952-8aa2e0d6f63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0ef1dc8b-4cbf-4c68-a3ec-fdce0d042450}" ma:internalName="TaxCatchAll" ma:showField="CatchAllData" ma:web="2c5e3bf4-a475-444a-9952-8aa2e0d6f6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221c09-c7ff-418a-af03-84180da6f5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bd2e6bdb-3d96-45a2-a621-dc79ec3921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6D438B-8A45-443B-A9A9-911E04E4C91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4B31F7-271F-46D3-BF6F-5FF92A3AFA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101474-3A60-4BD8-A758-15BE5CF6D402}">
  <ds:schemaRefs>
    <ds:schemaRef ds:uri="http://schemas.microsoft.com/office/2006/metadata/properties"/>
    <ds:schemaRef ds:uri="http://schemas.microsoft.com/office/infopath/2007/PartnerControls"/>
    <ds:schemaRef ds:uri="2c5e3bf4-a475-444a-9952-8aa2e0d6f63d"/>
    <ds:schemaRef ds:uri="55221c09-c7ff-418a-af03-84180da6f5d4"/>
  </ds:schemaRefs>
</ds:datastoreItem>
</file>

<file path=customXml/itemProps4.xml><?xml version="1.0" encoding="utf-8"?>
<ds:datastoreItem xmlns:ds="http://schemas.openxmlformats.org/officeDocument/2006/customXml" ds:itemID="{B1288955-2B01-46E2-AB08-9E0D9140E2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e3bf4-a475-444a-9952-8aa2e0d6f63d"/>
    <ds:schemaRef ds:uri="55221c09-c7ff-418a-af03-84180da6f5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Monthly report template Edited</Template>
  <TotalTime>25</TotalTime>
  <Pages>5</Pages>
  <Words>808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5404</CharactersWithSpaces>
  <SharedDoc>false</SharedDoc>
  <HLinks>
    <vt:vector size="138" baseType="variant">
      <vt:variant>
        <vt:i4>1245232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_Toc182924119</vt:lpwstr>
      </vt:variant>
      <vt:variant>
        <vt:i4>1245232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_Toc182924118</vt:lpwstr>
      </vt:variant>
      <vt:variant>
        <vt:i4>1245232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_Toc182924117</vt:lpwstr>
      </vt:variant>
      <vt:variant>
        <vt:i4>1245232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_Toc182924116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_Toc182924115</vt:lpwstr>
      </vt:variant>
      <vt:variant>
        <vt:i4>1245232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_Toc182924114</vt:lpwstr>
      </vt:variant>
      <vt:variant>
        <vt:i4>1245232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_Toc182924113</vt:lpwstr>
      </vt:variant>
      <vt:variant>
        <vt:i4>1245232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_Toc182924112</vt:lpwstr>
      </vt:variant>
      <vt:variant>
        <vt:i4>1245232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_Toc182924111</vt:lpwstr>
      </vt:variant>
      <vt:variant>
        <vt:i4>1441842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_Toc182924345</vt:lpwstr>
      </vt:variant>
      <vt:variant>
        <vt:i4>1441842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_Toc182924344</vt:lpwstr>
      </vt:variant>
      <vt:variant>
        <vt:i4>1441842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_Toc182924343</vt:lpwstr>
      </vt:variant>
      <vt:variant>
        <vt:i4>1441842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_Toc182924342</vt:lpwstr>
      </vt:variant>
      <vt:variant>
        <vt:i4>1441842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_Toc182924341</vt:lpwstr>
      </vt:variant>
      <vt:variant>
        <vt:i4>1441842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_Toc182924340</vt:lpwstr>
      </vt:variant>
      <vt:variant>
        <vt:i4>1114162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_Toc182924339</vt:lpwstr>
      </vt:variant>
      <vt:variant>
        <vt:i4>1114162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_Toc182924338</vt:lpwstr>
      </vt:variant>
      <vt:variant>
        <vt:i4>1114162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_Toc182924337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_Toc182924336</vt:lpwstr>
      </vt:variant>
      <vt:variant>
        <vt:i4>1114162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_Toc182924335</vt:lpwstr>
      </vt:variant>
      <vt:variant>
        <vt:i4>1114162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_Toc182924334</vt:lpwstr>
      </vt:variant>
      <vt:variant>
        <vt:i4>1114162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_Toc182924333</vt:lpwstr>
      </vt:variant>
      <vt:variant>
        <vt:i4>1114162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_Toc182924332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Sizwe Mngomezulu</dc:creator>
  <cp:keywords/>
  <dc:description/>
  <cp:lastModifiedBy>Sipho Mkhabela</cp:lastModifiedBy>
  <cp:revision>22</cp:revision>
  <cp:lastPrinted>2024-11-20T14:11:00Z</cp:lastPrinted>
  <dcterms:created xsi:type="dcterms:W3CDTF">2026-01-13T11:48:00Z</dcterms:created>
  <dcterms:modified xsi:type="dcterms:W3CDTF">2026-01-30T05:09:00Z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0x0101003B91A3B489D1BA40841A9B61ADD4E4A2</vt:lpwstr>
  </property>
  <property fmtid="{D5CDD505-2E9C-101B-9397-08002B2CF9AE}" pid="3" name="MediaServiceImageTags">
    <vt:lpwstr/>
  </property>
</Properties>
</file>